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29B" w:rsidRDefault="0095229B">
      <w:pPr>
        <w:pStyle w:val="afffffa"/>
        <w:framePr w:wrap="around"/>
      </w:pPr>
      <w:bookmarkStart w:id="0" w:name="OLE_LINK3"/>
      <w:bookmarkStart w:id="1" w:name="OLE_LINK4"/>
      <w:r>
        <w:rPr>
          <w:rFonts w:ascii="Times New Roman"/>
        </w:rPr>
        <w:t>ICS</w:t>
      </w:r>
      <w:r>
        <w:rPr>
          <w:rFonts w:ascii="MS Mincho" w:eastAsia="MS Mincho" w:hAnsi="MS Mincho" w:cs="MS Mincho" w:hint="eastAsia"/>
        </w:rPr>
        <w:t> </w:t>
      </w:r>
      <w:r w:rsidR="00BA541B">
        <w:rPr>
          <w:rFonts w:eastAsia="宋体" w:hint="eastAsia"/>
        </w:rPr>
        <w:t>03</w:t>
      </w:r>
      <w:r>
        <w:rPr>
          <w:rFonts w:eastAsia="宋体" w:hint="eastAsia"/>
        </w:rPr>
        <w:t>.</w:t>
      </w:r>
      <w:r w:rsidR="00BA541B">
        <w:rPr>
          <w:rFonts w:eastAsia="宋体" w:hint="eastAsia"/>
        </w:rPr>
        <w:t>1</w:t>
      </w:r>
      <w:r>
        <w:rPr>
          <w:rFonts w:eastAsia="宋体" w:hint="eastAsia"/>
        </w:rPr>
        <w:t>40</w:t>
      </w:r>
    </w:p>
    <w:p w:rsidR="0095229B" w:rsidRDefault="0095229B">
      <w:pPr>
        <w:pStyle w:val="afffffa"/>
        <w:framePr w:wrap="around"/>
      </w:pPr>
      <w:r>
        <w:rPr>
          <w:rFonts w:hint="eastAsia"/>
        </w:rPr>
        <w:t>A</w:t>
      </w:r>
      <w:r w:rsidR="00BA541B">
        <w:rPr>
          <w:rFonts w:hint="eastAsia"/>
        </w:rPr>
        <w:t>00</w:t>
      </w:r>
    </w:p>
    <w:p w:rsidR="0095229B" w:rsidRDefault="0095229B" w:rsidP="00B47276">
      <w:pPr>
        <w:pStyle w:val="affff3"/>
        <w:framePr w:w="5035" w:wrap="around" w:vAnchor="page" w:hAnchor="page" w:x="5881" w:y="905"/>
      </w:pPr>
    </w:p>
    <w:p w:rsidR="0095229B" w:rsidRDefault="00B47276">
      <w:pPr>
        <w:pStyle w:val="affffff3"/>
        <w:framePr w:wrap="around"/>
      </w:pPr>
      <w:r>
        <w:rPr>
          <w:rFonts w:hint="eastAsia"/>
        </w:rPr>
        <w:t>中国品牌建设促进会</w:t>
      </w:r>
      <w:r w:rsidR="0095229B">
        <w:rPr>
          <w:rFonts w:hint="eastAsia"/>
        </w:rPr>
        <w:t>标准</w:t>
      </w:r>
    </w:p>
    <w:p w:rsidR="0095229B" w:rsidRDefault="00B47276">
      <w:pPr>
        <w:pStyle w:val="23"/>
        <w:framePr w:wrap="around"/>
        <w:rPr>
          <w:lang w:val="fr-FR"/>
        </w:rPr>
      </w:pPr>
      <w:r>
        <w:rPr>
          <w:rFonts w:ascii="Times New Roman" w:hint="eastAsia"/>
          <w:lang w:val="fr-FR"/>
        </w:rPr>
        <w:t>T</w:t>
      </w:r>
      <w:r w:rsidR="0095229B">
        <w:rPr>
          <w:rFonts w:ascii="Times New Roman"/>
          <w:lang w:val="fr-FR"/>
        </w:rPr>
        <w:t>/</w:t>
      </w:r>
      <w:r>
        <w:rPr>
          <w:rFonts w:ascii="Times New Roman" w:hint="eastAsia"/>
          <w:lang w:val="fr-FR"/>
        </w:rPr>
        <w:t>CCBD</w:t>
      </w:r>
      <w:r w:rsidR="0095229B">
        <w:rPr>
          <w:rFonts w:ascii="Times New Roman"/>
          <w:lang w:val="fr-FR"/>
        </w:rPr>
        <w:t xml:space="preserve"> </w:t>
      </w:r>
      <w:r w:rsidR="005D4E20">
        <w:rPr>
          <w:rFonts w:hint="eastAsia"/>
        </w:rPr>
        <w:t>XXX</w:t>
      </w:r>
      <w:r w:rsidR="0095229B">
        <w:rPr>
          <w:lang w:val="fr-FR"/>
        </w:rPr>
        <w:t>—</w:t>
      </w:r>
      <w:r w:rsidR="00C76F8E">
        <w:t>20</w:t>
      </w:r>
      <w:r w:rsidR="005D4E20">
        <w:rPr>
          <w:rFonts w:hint="eastAsia"/>
        </w:rPr>
        <w:t>XX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95229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95229B" w:rsidRDefault="00D51339">
            <w:pPr>
              <w:pStyle w:val="affffff2"/>
              <w:framePr w:wrap="around"/>
            </w:pPr>
            <w:bookmarkStart w:id="2" w:name="DT"/>
            <w:r>
              <w:rPr>
                <w:noProof/>
              </w:rPr>
              <w:pict>
                <v:rect id="DT" o:spid="_x0000_s1026" style="position:absolute;left:0;text-align:left;margin-left:372.8pt;margin-top:2.7pt;width:90pt;height:18pt;z-index:-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" stroked="f"/>
              </w:pict>
            </w:r>
            <w:bookmarkEnd w:id="2"/>
          </w:p>
        </w:tc>
      </w:tr>
    </w:tbl>
    <w:p w:rsidR="0095229B" w:rsidRDefault="0095229B">
      <w:pPr>
        <w:pStyle w:val="23"/>
        <w:framePr w:wrap="around"/>
      </w:pPr>
    </w:p>
    <w:p w:rsidR="0095229B" w:rsidRDefault="0095229B">
      <w:pPr>
        <w:pStyle w:val="23"/>
        <w:framePr w:wrap="around"/>
      </w:pPr>
    </w:p>
    <w:p w:rsidR="0095229B" w:rsidRDefault="0095229B">
      <w:pPr>
        <w:pStyle w:val="afff4"/>
        <w:framePr w:wrap="around"/>
      </w:pPr>
      <w:r>
        <w:rPr>
          <w:rFonts w:hint="eastAsia"/>
        </w:rPr>
        <w:t xml:space="preserve">品牌价值评价 </w:t>
      </w:r>
      <w:r w:rsidR="005D4E20">
        <w:rPr>
          <w:rFonts w:hint="eastAsia"/>
        </w:rPr>
        <w:t>收益分成法</w:t>
      </w:r>
    </w:p>
    <w:p w:rsidR="0095229B" w:rsidRDefault="0095229B">
      <w:pPr>
        <w:pStyle w:val="afff6"/>
        <w:framePr w:wrap="around"/>
      </w:pPr>
      <w:bookmarkStart w:id="3" w:name="StdEnglishName"/>
      <w:r>
        <w:t xml:space="preserve">Brand </w:t>
      </w:r>
      <w:r w:rsidR="00327B03">
        <w:rPr>
          <w:rFonts w:hint="eastAsia"/>
        </w:rPr>
        <w:t>V</w:t>
      </w:r>
      <w:r>
        <w:t>aluation</w:t>
      </w:r>
      <w:bookmarkEnd w:id="3"/>
      <w:r w:rsidR="005D4E20">
        <w:rPr>
          <w:rFonts w:hint="eastAsia"/>
        </w:rPr>
        <w:t xml:space="preserve">  Income-split method</w:t>
      </w:r>
    </w:p>
    <w:p w:rsidR="0095229B" w:rsidRDefault="00C76F8E">
      <w:pPr>
        <w:pStyle w:val="afffff5"/>
        <w:framePr w:wrap="around" w:hAnchor="page" w:x="1456" w:y="14071"/>
      </w:pPr>
      <w:r>
        <w:rPr>
          <w:rFonts w:ascii="黑体"/>
        </w:rPr>
        <w:t>20</w:t>
      </w:r>
      <w:r w:rsidR="005D4E20">
        <w:rPr>
          <w:rFonts w:ascii="黑体" w:hint="eastAsia"/>
        </w:rPr>
        <w:t>XX</w:t>
      </w:r>
      <w:r w:rsidR="0095229B">
        <w:rPr>
          <w:rFonts w:ascii="黑体"/>
        </w:rPr>
        <w:t>-</w:t>
      </w:r>
      <w:r w:rsidR="0095229B">
        <w:t xml:space="preserve"> </w:t>
      </w:r>
      <w:r w:rsidR="005D4E20">
        <w:rPr>
          <w:rFonts w:ascii="黑体" w:hint="eastAsia"/>
        </w:rPr>
        <w:t>XX</w:t>
      </w:r>
      <w:r w:rsidR="0095229B">
        <w:t xml:space="preserve"> </w:t>
      </w:r>
      <w:r w:rsidR="0095229B">
        <w:rPr>
          <w:rFonts w:ascii="黑体"/>
        </w:rPr>
        <w:t>-</w:t>
      </w:r>
      <w:r w:rsidR="0095229B">
        <w:t xml:space="preserve"> </w:t>
      </w:r>
      <w:r w:rsidR="005D4E20">
        <w:rPr>
          <w:rFonts w:ascii="黑体" w:hint="eastAsia"/>
        </w:rPr>
        <w:t>XX</w:t>
      </w:r>
      <w:r w:rsidR="0095229B">
        <w:rPr>
          <w:rFonts w:hint="eastAsia"/>
        </w:rPr>
        <w:t>发布</w:t>
      </w:r>
      <w:r w:rsidR="00D51339">
        <w:rPr>
          <w:noProof/>
        </w:rPr>
        <w:pict>
          <v:line id="Line 10" o:spid="_x0000_s1030" style="position:absolute;z-index:251658752;visibility:visible;mso-wrap-distance-top:-3e-5mm;mso-wrap-distance-bottom:-3e-5mm;mso-position-horizontal-relative:margin;mso-position-vertical-relative:margin" from="-2.95pt,705.35pt" to="478.95pt,7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">
            <w10:wrap type="square" anchorx="margin" anchory="margin"/>
            <w10:anchorlock/>
          </v:line>
        </w:pict>
      </w:r>
    </w:p>
    <w:p w:rsidR="0095229B" w:rsidRDefault="00C76F8E">
      <w:pPr>
        <w:pStyle w:val="affffff8"/>
        <w:framePr w:wrap="around"/>
        <w:jc w:val="left"/>
      </w:pPr>
      <w:r>
        <w:rPr>
          <w:rFonts w:ascii="黑体"/>
        </w:rPr>
        <w:t>20</w:t>
      </w:r>
      <w:r w:rsidR="005D4E20">
        <w:rPr>
          <w:rFonts w:ascii="黑体" w:hint="eastAsia"/>
        </w:rPr>
        <w:t>XX</w:t>
      </w:r>
      <w:r w:rsidR="0095229B">
        <w:rPr>
          <w:rFonts w:ascii="黑体"/>
        </w:rPr>
        <w:t>-</w:t>
      </w:r>
      <w:r w:rsidR="0095229B">
        <w:t xml:space="preserve"> </w:t>
      </w:r>
      <w:r w:rsidR="005D4E20">
        <w:rPr>
          <w:rFonts w:ascii="黑体" w:hint="eastAsia"/>
        </w:rPr>
        <w:t>XX</w:t>
      </w:r>
      <w:r w:rsidR="0095229B">
        <w:rPr>
          <w:rFonts w:ascii="黑体"/>
        </w:rPr>
        <w:t>-</w:t>
      </w:r>
      <w:r w:rsidR="0095229B">
        <w:t xml:space="preserve"> </w:t>
      </w:r>
      <w:r w:rsidR="005D4E20">
        <w:rPr>
          <w:rFonts w:ascii="黑体" w:hint="eastAsia"/>
        </w:rPr>
        <w:t>XX</w:t>
      </w:r>
      <w:r w:rsidR="0095229B">
        <w:rPr>
          <w:rFonts w:hint="eastAsia"/>
        </w:rPr>
        <w:t>实施</w:t>
      </w:r>
    </w:p>
    <w:p w:rsidR="0095229B" w:rsidRDefault="00B47276">
      <w:pPr>
        <w:pStyle w:val="afffa"/>
        <w:framePr w:wrap="around"/>
      </w:pPr>
      <w:r>
        <w:rPr>
          <w:rFonts w:hint="eastAsia"/>
        </w:rPr>
        <w:t>中国品牌建设促进会 发 布</w:t>
      </w:r>
    </w:p>
    <w:p w:rsidR="0095229B" w:rsidRDefault="00D51339">
      <w:pPr>
        <w:pStyle w:val="aff9"/>
        <w:sectPr w:rsidR="0095229B">
          <w:pgSz w:w="11906" w:h="16838"/>
          <w:pgMar w:top="567" w:right="850" w:bottom="1134" w:left="1418" w:header="0" w:footer="0" w:gutter="0"/>
          <w:pgNumType w:start="1"/>
          <w:cols w:space="720"/>
          <w:docGrid w:type="lines" w:linePitch="312"/>
        </w:sectPr>
      </w:pPr>
      <w:r>
        <w:rPr>
          <w:noProof/>
        </w:rPr>
        <w:pict>
          <v:line id="Line 11" o:spid="_x0000_s1029" style="position:absolute;left:0;text-align:left;z-index:251659776;visibility:visible;mso-wrap-distance-top:-3e-5mm;mso-wrap-distance-bottom:-3e-5mm" from="-.05pt,184.25pt" to="481.85pt,1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LVg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"/>
        </w:pict>
      </w:r>
    </w:p>
    <w:p w:rsidR="0095229B" w:rsidRDefault="0095229B">
      <w:pPr>
        <w:pStyle w:val="affff1"/>
      </w:pPr>
      <w:bookmarkStart w:id="4" w:name="_Toc488071446"/>
      <w:bookmarkStart w:id="5" w:name="_Toc377458328"/>
      <w:bookmarkStart w:id="6" w:name="_Toc377458286"/>
      <w:bookmarkStart w:id="7" w:name="_Toc377458311"/>
      <w:r>
        <w:rPr>
          <w:rFonts w:hint="eastAsia"/>
        </w:rPr>
        <w:lastRenderedPageBreak/>
        <w:t>目</w:t>
      </w:r>
      <w:bookmarkStart w:id="8" w:name="BKML"/>
      <w:r>
        <w:rPr>
          <w:rFonts w:ascii="MS Mincho" w:eastAsia="MS Mincho" w:hAnsi="MS Mincho" w:cs="MS Mincho" w:hint="eastAsia"/>
        </w:rPr>
        <w:t>  </w:t>
      </w:r>
      <w:r>
        <w:rPr>
          <w:rFonts w:hint="eastAsia"/>
        </w:rPr>
        <w:t>次</w:t>
      </w:r>
      <w:bookmarkEnd w:id="4"/>
      <w:bookmarkEnd w:id="8"/>
    </w:p>
    <w:p w:rsidR="00B47276" w:rsidRDefault="00823E6B" w:rsidP="00B47276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 w:rsidR="00B47276">
        <w:instrText xml:space="preserve"> TOC \o "1-3" \h \z \u </w:instrText>
      </w:r>
      <w:r>
        <w:fldChar w:fldCharType="separate"/>
      </w:r>
      <w:hyperlink w:anchor="_Toc488071446" w:history="1">
        <w:r w:rsidR="00B47276" w:rsidRPr="00491E2E">
          <w:rPr>
            <w:rStyle w:val="aff4"/>
            <w:rFonts w:hint="eastAsia"/>
            <w:noProof/>
          </w:rPr>
          <w:t>目</w:t>
        </w:r>
        <w:r w:rsidR="00B47276" w:rsidRPr="00491E2E">
          <w:rPr>
            <w:rStyle w:val="aff4"/>
            <w:rFonts w:ascii="MS Mincho" w:eastAsia="MS Mincho" w:hAnsi="MS Mincho" w:cs="MS Mincho"/>
            <w:noProof/>
          </w:rPr>
          <w:t>  </w:t>
        </w:r>
        <w:r w:rsidR="00B47276" w:rsidRPr="00491E2E">
          <w:rPr>
            <w:rStyle w:val="aff4"/>
            <w:rFonts w:hint="eastAsia"/>
            <w:noProof/>
          </w:rPr>
          <w:t>次</w:t>
        </w:r>
        <w:r w:rsidR="00B472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7276">
          <w:rPr>
            <w:noProof/>
            <w:webHidden/>
          </w:rPr>
          <w:instrText xml:space="preserve"> PAGEREF _Toc488071446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61A7">
          <w:rPr>
            <w:noProof/>
            <w:webHidden/>
          </w:rPr>
          <w:t>I</w:t>
        </w:r>
        <w:r>
          <w:rPr>
            <w:noProof/>
            <w:webHidden/>
          </w:rPr>
          <w:fldChar w:fldCharType="end"/>
        </w:r>
      </w:hyperlink>
    </w:p>
    <w:p w:rsidR="00B47276" w:rsidRDefault="00D51339" w:rsidP="00B47276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488071447" w:history="1">
        <w:r w:rsidR="00B47276" w:rsidRPr="00491E2E">
          <w:rPr>
            <w:rStyle w:val="aff4"/>
            <w:rFonts w:hint="eastAsia"/>
            <w:noProof/>
          </w:rPr>
          <w:t>前</w:t>
        </w:r>
        <w:r w:rsidR="00B47276" w:rsidRPr="00491E2E">
          <w:rPr>
            <w:rStyle w:val="aff4"/>
            <w:rFonts w:ascii="MS Mincho" w:eastAsia="MS Mincho" w:hAnsi="MS Mincho" w:cs="MS Mincho"/>
            <w:noProof/>
          </w:rPr>
          <w:t>  </w:t>
        </w:r>
        <w:r w:rsidR="00B47276" w:rsidRPr="00491E2E">
          <w:rPr>
            <w:rStyle w:val="aff4"/>
            <w:rFonts w:hint="eastAsia"/>
            <w:noProof/>
          </w:rPr>
          <w:t>言</w:t>
        </w:r>
        <w:r w:rsidR="00B47276">
          <w:rPr>
            <w:noProof/>
            <w:webHidden/>
          </w:rPr>
          <w:tab/>
        </w:r>
        <w:r w:rsidR="00823E6B">
          <w:rPr>
            <w:noProof/>
            <w:webHidden/>
          </w:rPr>
          <w:fldChar w:fldCharType="begin"/>
        </w:r>
        <w:r w:rsidR="00B47276">
          <w:rPr>
            <w:noProof/>
            <w:webHidden/>
          </w:rPr>
          <w:instrText xml:space="preserve"> PAGEREF _Toc488071447 \h </w:instrText>
        </w:r>
        <w:r w:rsidR="00823E6B">
          <w:rPr>
            <w:noProof/>
            <w:webHidden/>
          </w:rPr>
        </w:r>
        <w:r w:rsidR="00823E6B">
          <w:rPr>
            <w:noProof/>
            <w:webHidden/>
          </w:rPr>
          <w:fldChar w:fldCharType="separate"/>
        </w:r>
        <w:r w:rsidR="000861A7">
          <w:rPr>
            <w:noProof/>
            <w:webHidden/>
          </w:rPr>
          <w:t>II</w:t>
        </w:r>
        <w:r w:rsidR="00823E6B">
          <w:rPr>
            <w:noProof/>
            <w:webHidden/>
          </w:rPr>
          <w:fldChar w:fldCharType="end"/>
        </w:r>
      </w:hyperlink>
    </w:p>
    <w:p w:rsidR="00B47276" w:rsidRDefault="00D51339" w:rsidP="00B47276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488071448" w:history="1">
        <w:r w:rsidR="00B47276" w:rsidRPr="00491E2E">
          <w:rPr>
            <w:rStyle w:val="aff4"/>
            <w:rFonts w:ascii="Times New Roman" w:eastAsia="黑体"/>
            <w:noProof/>
          </w:rPr>
          <w:t xml:space="preserve">1 </w:t>
        </w:r>
        <w:r w:rsidR="00B47276" w:rsidRPr="00491E2E">
          <w:rPr>
            <w:rStyle w:val="aff4"/>
            <w:rFonts w:ascii="Times New Roman" w:eastAsia="黑体" w:hint="eastAsia"/>
            <w:noProof/>
          </w:rPr>
          <w:t>范围</w:t>
        </w:r>
        <w:r w:rsidR="00B47276">
          <w:rPr>
            <w:noProof/>
            <w:webHidden/>
          </w:rPr>
          <w:tab/>
        </w:r>
        <w:r w:rsidR="0047530B">
          <w:rPr>
            <w:rFonts w:hint="eastAsia"/>
            <w:noProof/>
            <w:webHidden/>
          </w:rPr>
          <w:t>1</w:t>
        </w:r>
      </w:hyperlink>
    </w:p>
    <w:p w:rsidR="00B47276" w:rsidRDefault="00D51339" w:rsidP="00B47276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488071449" w:history="1">
        <w:r w:rsidR="00B47276" w:rsidRPr="00491E2E">
          <w:rPr>
            <w:rStyle w:val="aff4"/>
            <w:rFonts w:ascii="Times New Roman" w:eastAsia="黑体"/>
            <w:noProof/>
          </w:rPr>
          <w:t>2</w:t>
        </w:r>
        <w:r w:rsidR="005D4E20">
          <w:rPr>
            <w:rStyle w:val="aff4"/>
            <w:rFonts w:ascii="Times New Roman" w:eastAsia="黑体" w:hint="eastAsia"/>
            <w:noProof/>
          </w:rPr>
          <w:t xml:space="preserve"> </w:t>
        </w:r>
        <w:r w:rsidR="00B47276" w:rsidRPr="00491E2E">
          <w:rPr>
            <w:rStyle w:val="aff4"/>
            <w:rFonts w:ascii="Times New Roman" w:eastAsia="黑体" w:hint="eastAsia"/>
            <w:noProof/>
          </w:rPr>
          <w:t>规范性引用文件</w:t>
        </w:r>
        <w:r w:rsidR="00B47276">
          <w:rPr>
            <w:noProof/>
            <w:webHidden/>
          </w:rPr>
          <w:tab/>
        </w:r>
        <w:r w:rsidR="0047530B">
          <w:rPr>
            <w:rFonts w:hint="eastAsia"/>
            <w:noProof/>
            <w:webHidden/>
          </w:rPr>
          <w:t>1</w:t>
        </w:r>
      </w:hyperlink>
    </w:p>
    <w:p w:rsidR="00B47276" w:rsidRDefault="00D51339" w:rsidP="00B47276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488071450" w:history="1">
        <w:r w:rsidR="00B47276" w:rsidRPr="00491E2E">
          <w:rPr>
            <w:rStyle w:val="aff4"/>
            <w:rFonts w:ascii="Times New Roman" w:eastAsia="黑体"/>
            <w:noProof/>
          </w:rPr>
          <w:t xml:space="preserve">3 </w:t>
        </w:r>
        <w:r w:rsidR="00B47276" w:rsidRPr="00491E2E">
          <w:rPr>
            <w:rStyle w:val="aff4"/>
            <w:rFonts w:ascii="Times New Roman" w:eastAsia="黑体" w:hint="eastAsia"/>
            <w:noProof/>
          </w:rPr>
          <w:t>术语和定义</w:t>
        </w:r>
        <w:r w:rsidR="00B47276">
          <w:rPr>
            <w:noProof/>
            <w:webHidden/>
          </w:rPr>
          <w:tab/>
        </w:r>
        <w:r w:rsidR="0047530B">
          <w:rPr>
            <w:rFonts w:hint="eastAsia"/>
            <w:noProof/>
            <w:webHidden/>
          </w:rPr>
          <w:t>1</w:t>
        </w:r>
      </w:hyperlink>
    </w:p>
    <w:p w:rsidR="00B47276" w:rsidRDefault="00D51339" w:rsidP="00B47276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488071455" w:history="1">
        <w:r w:rsidR="00B47276" w:rsidRPr="00491E2E">
          <w:rPr>
            <w:rStyle w:val="aff4"/>
            <w:rFonts w:ascii="Times New Roman" w:eastAsia="黑体"/>
            <w:noProof/>
          </w:rPr>
          <w:t xml:space="preserve">4 </w:t>
        </w:r>
        <w:r w:rsidR="005D4E20">
          <w:rPr>
            <w:rStyle w:val="aff4"/>
            <w:rFonts w:ascii="Times New Roman" w:eastAsia="黑体" w:hint="eastAsia"/>
            <w:noProof/>
          </w:rPr>
          <w:t>测算模型</w:t>
        </w:r>
        <w:r w:rsidR="00B47276">
          <w:rPr>
            <w:noProof/>
            <w:webHidden/>
          </w:rPr>
          <w:tab/>
        </w:r>
        <w:r w:rsidR="0047530B">
          <w:rPr>
            <w:rFonts w:hint="eastAsia"/>
            <w:noProof/>
            <w:webHidden/>
          </w:rPr>
          <w:t>2</w:t>
        </w:r>
      </w:hyperlink>
    </w:p>
    <w:p w:rsidR="00B47276" w:rsidRDefault="00D51339" w:rsidP="00B47276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488071468" w:history="1">
        <w:r w:rsidR="00B47276" w:rsidRPr="00491E2E">
          <w:rPr>
            <w:rStyle w:val="aff4"/>
            <w:rFonts w:ascii="Times New Roman" w:eastAsia="黑体"/>
            <w:noProof/>
          </w:rPr>
          <w:t xml:space="preserve">5 </w:t>
        </w:r>
        <w:r w:rsidR="005D4E20">
          <w:rPr>
            <w:rStyle w:val="aff4"/>
            <w:rFonts w:ascii="Times New Roman" w:eastAsia="黑体" w:hint="eastAsia"/>
            <w:noProof/>
          </w:rPr>
          <w:t>评价过程</w:t>
        </w:r>
        <w:r w:rsidR="00B47276">
          <w:rPr>
            <w:noProof/>
            <w:webHidden/>
          </w:rPr>
          <w:tab/>
        </w:r>
        <w:r w:rsidR="0047530B">
          <w:rPr>
            <w:rFonts w:hint="eastAsia"/>
            <w:noProof/>
            <w:webHidden/>
          </w:rPr>
          <w:t>3</w:t>
        </w:r>
      </w:hyperlink>
    </w:p>
    <w:p w:rsidR="00B47276" w:rsidRPr="00B47276" w:rsidRDefault="00B47276" w:rsidP="00B47276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r w:rsidRPr="00B47276">
        <w:rPr>
          <w:rStyle w:val="aff4"/>
          <w:rFonts w:ascii="Times New Roman" w:eastAsia="黑体" w:hint="eastAsia"/>
          <w:noProof/>
          <w:color w:val="auto"/>
          <w:u w:val="none"/>
        </w:rPr>
        <w:t>附录</w:t>
      </w:r>
      <w:r w:rsidRPr="00B47276">
        <w:rPr>
          <w:rStyle w:val="aff4"/>
          <w:rFonts w:ascii="Times New Roman" w:eastAsia="黑体" w:hint="eastAsia"/>
          <w:noProof/>
          <w:color w:val="auto"/>
          <w:u w:val="none"/>
        </w:rPr>
        <w:t xml:space="preserve">A </w:t>
      </w:r>
      <w:r w:rsidR="005D4E20">
        <w:rPr>
          <w:rStyle w:val="aff4"/>
          <w:rFonts w:ascii="Times New Roman" w:eastAsia="黑体" w:hint="eastAsia"/>
          <w:noProof/>
          <w:color w:val="auto"/>
          <w:u w:val="none"/>
        </w:rPr>
        <w:t>本标准使用的符号与缩写</w:t>
      </w:r>
      <w:hyperlink w:anchor="_Toc488071484" w:history="1">
        <w:r w:rsidRPr="00B47276">
          <w:rPr>
            <w:noProof/>
            <w:webHidden/>
          </w:rPr>
          <w:tab/>
        </w:r>
        <w:r w:rsidR="0047530B">
          <w:rPr>
            <w:rFonts w:hint="eastAsia"/>
            <w:noProof/>
            <w:webHidden/>
          </w:rPr>
          <w:t>5</w:t>
        </w:r>
      </w:hyperlink>
    </w:p>
    <w:p w:rsidR="00B47276" w:rsidRDefault="00B47276" w:rsidP="00B47276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</w:p>
    <w:p w:rsidR="0095229B" w:rsidRDefault="00823E6B">
      <w:pPr>
        <w:pStyle w:val="11"/>
        <w:spacing w:beforeLines="0" w:afterLines="0"/>
        <w:rPr>
          <w:rFonts w:ascii="Calibri" w:hAnsi="Calibri"/>
          <w:szCs w:val="22"/>
        </w:rPr>
      </w:pPr>
      <w:r>
        <w:fldChar w:fldCharType="end"/>
      </w:r>
    </w:p>
    <w:p w:rsidR="0095229B" w:rsidRDefault="0095229B">
      <w:pPr>
        <w:pStyle w:val="aff9"/>
        <w:ind w:firstLineChars="0" w:firstLine="0"/>
      </w:pPr>
    </w:p>
    <w:p w:rsidR="00B47276" w:rsidRDefault="00B47276">
      <w:pPr>
        <w:pStyle w:val="aff9"/>
        <w:ind w:firstLineChars="0" w:firstLine="0"/>
      </w:pPr>
    </w:p>
    <w:p w:rsidR="0095229B" w:rsidRDefault="0095229B">
      <w:pPr>
        <w:pStyle w:val="affff9"/>
      </w:pPr>
      <w:bookmarkStart w:id="9" w:name="_Toc488071447"/>
      <w:r>
        <w:rPr>
          <w:rFonts w:hint="eastAsia"/>
        </w:rPr>
        <w:lastRenderedPageBreak/>
        <w:t>前</w:t>
      </w:r>
      <w:bookmarkStart w:id="10" w:name="BKQY"/>
      <w:r w:rsidR="00C23DE7">
        <w:rPr>
          <w:rFonts w:ascii="MS Mincho" w:eastAsiaTheme="minorEastAsia" w:hAnsi="MS Mincho" w:cs="MS Mincho" w:hint="eastAsia"/>
        </w:rPr>
        <w:t xml:space="preserve"> </w:t>
      </w:r>
      <w:r w:rsidR="00C23DE7">
        <w:rPr>
          <w:rFonts w:ascii="MS Mincho" w:eastAsiaTheme="minorEastAsia" w:hAnsi="MS Mincho" w:cs="MS Mincho"/>
        </w:rPr>
        <w:t xml:space="preserve"> </w:t>
      </w:r>
      <w:r>
        <w:rPr>
          <w:rFonts w:hint="eastAsia"/>
        </w:rPr>
        <w:t>言</w:t>
      </w:r>
      <w:bookmarkEnd w:id="5"/>
      <w:bookmarkEnd w:id="6"/>
      <w:bookmarkEnd w:id="7"/>
      <w:bookmarkEnd w:id="9"/>
      <w:bookmarkEnd w:id="10"/>
    </w:p>
    <w:p w:rsidR="00B47276" w:rsidRPr="00E67945" w:rsidRDefault="00B47276" w:rsidP="00B47276">
      <w:pPr>
        <w:spacing w:line="360" w:lineRule="auto"/>
        <w:ind w:firstLineChars="200" w:firstLine="420"/>
        <w:jc w:val="left"/>
        <w:rPr>
          <w:szCs w:val="21"/>
        </w:rPr>
      </w:pPr>
      <w:r w:rsidRPr="00E67945">
        <w:rPr>
          <w:szCs w:val="21"/>
        </w:rPr>
        <w:t>本标准依据</w:t>
      </w:r>
      <w:r w:rsidRPr="00E67945">
        <w:rPr>
          <w:szCs w:val="21"/>
        </w:rPr>
        <w:t>GB/T 1.1-2009</w:t>
      </w:r>
      <w:r w:rsidRPr="00E67945">
        <w:rPr>
          <w:szCs w:val="21"/>
        </w:rPr>
        <w:t>给出的规则起草。</w:t>
      </w:r>
    </w:p>
    <w:p w:rsidR="00B47276" w:rsidRPr="00E67945" w:rsidRDefault="00B47276" w:rsidP="00B47276">
      <w:pPr>
        <w:spacing w:line="360" w:lineRule="auto"/>
        <w:ind w:firstLineChars="200" w:firstLine="420"/>
        <w:jc w:val="left"/>
        <w:rPr>
          <w:szCs w:val="21"/>
        </w:rPr>
      </w:pPr>
      <w:r w:rsidRPr="00E67945">
        <w:rPr>
          <w:szCs w:val="21"/>
        </w:rPr>
        <w:t>本标准由</w:t>
      </w:r>
      <w:r w:rsidR="00D32CD5">
        <w:rPr>
          <w:rFonts w:hAnsi="宋体" w:hint="eastAsia"/>
          <w:szCs w:val="21"/>
        </w:rPr>
        <w:t>中国品牌建设促进会</w:t>
      </w:r>
      <w:bookmarkStart w:id="11" w:name="_GoBack"/>
      <w:bookmarkEnd w:id="11"/>
      <w:r w:rsidRPr="00E67945">
        <w:rPr>
          <w:szCs w:val="21"/>
        </w:rPr>
        <w:t>提出并归口。</w:t>
      </w:r>
    </w:p>
    <w:p w:rsidR="00B47276" w:rsidRPr="000861A7" w:rsidRDefault="00B47276" w:rsidP="00B47276">
      <w:pPr>
        <w:spacing w:line="360" w:lineRule="auto"/>
        <w:ind w:firstLineChars="200" w:firstLine="420"/>
        <w:jc w:val="left"/>
        <w:rPr>
          <w:szCs w:val="21"/>
        </w:rPr>
      </w:pPr>
      <w:r w:rsidRPr="00E67945">
        <w:rPr>
          <w:szCs w:val="21"/>
        </w:rPr>
        <w:t>本标准起草单位：</w:t>
      </w:r>
      <w:r w:rsidRPr="000861A7">
        <w:rPr>
          <w:szCs w:val="21"/>
        </w:rPr>
        <w:t>……………………</w:t>
      </w:r>
      <w:r w:rsidRPr="000861A7">
        <w:rPr>
          <w:bCs/>
          <w:szCs w:val="21"/>
        </w:rPr>
        <w:t>。</w:t>
      </w:r>
    </w:p>
    <w:p w:rsidR="00B47276" w:rsidRPr="00E67945" w:rsidRDefault="00B47276" w:rsidP="00B47276">
      <w:pPr>
        <w:spacing w:line="360" w:lineRule="auto"/>
        <w:ind w:firstLineChars="200" w:firstLine="420"/>
        <w:jc w:val="left"/>
        <w:rPr>
          <w:szCs w:val="21"/>
        </w:rPr>
      </w:pPr>
      <w:r w:rsidRPr="000861A7">
        <w:rPr>
          <w:szCs w:val="21"/>
        </w:rPr>
        <w:t>本标准主要起草人：</w:t>
      </w:r>
      <w:r w:rsidRPr="000861A7">
        <w:rPr>
          <w:szCs w:val="21"/>
        </w:rPr>
        <w:t>………………</w:t>
      </w:r>
      <w:r w:rsidRPr="000861A7">
        <w:rPr>
          <w:szCs w:val="21"/>
        </w:rPr>
        <w:t>。</w:t>
      </w:r>
    </w:p>
    <w:p w:rsidR="007206AA" w:rsidRDefault="007206AA">
      <w:pPr>
        <w:widowControl/>
        <w:jc w:val="left"/>
        <w:rPr>
          <w:rFonts w:ascii="宋体"/>
          <w:kern w:val="0"/>
          <w:szCs w:val="20"/>
        </w:rPr>
      </w:pPr>
      <w:r>
        <w:br w:type="page"/>
      </w:r>
    </w:p>
    <w:p w:rsidR="0095229B" w:rsidRDefault="0095229B">
      <w:pPr>
        <w:pStyle w:val="aff9"/>
        <w:sectPr w:rsidR="0095229B">
          <w:headerReference w:type="default" r:id="rId8"/>
          <w:footerReference w:type="default" r:id="rId9"/>
          <w:pgSz w:w="11906" w:h="16838"/>
          <w:pgMar w:top="567" w:right="1134" w:bottom="1134" w:left="1418" w:header="1418" w:footer="1134" w:gutter="0"/>
          <w:pgNumType w:fmt="upperRoman" w:start="1"/>
          <w:cols w:space="720"/>
          <w:formProt w:val="0"/>
          <w:docGrid w:type="lines" w:linePitch="312"/>
        </w:sectPr>
      </w:pPr>
    </w:p>
    <w:p w:rsidR="00C23DE7" w:rsidRPr="00E67945" w:rsidRDefault="00C23DE7" w:rsidP="00C23DE7">
      <w:pPr>
        <w:spacing w:line="360" w:lineRule="auto"/>
        <w:jc w:val="center"/>
        <w:rPr>
          <w:rFonts w:eastAsia="黑体"/>
          <w:sz w:val="32"/>
          <w:szCs w:val="32"/>
        </w:rPr>
      </w:pPr>
      <w:r w:rsidRPr="00E67945">
        <w:rPr>
          <w:rFonts w:eastAsia="黑体"/>
          <w:sz w:val="32"/>
          <w:szCs w:val="32"/>
        </w:rPr>
        <w:lastRenderedPageBreak/>
        <w:t>品牌价值评价</w:t>
      </w:r>
      <w:r w:rsidRPr="00E67945">
        <w:rPr>
          <w:rFonts w:eastAsia="黑体"/>
          <w:sz w:val="32"/>
          <w:szCs w:val="32"/>
        </w:rPr>
        <w:t xml:space="preserve"> </w:t>
      </w:r>
      <w:r w:rsidR="005D4E20">
        <w:rPr>
          <w:rFonts w:eastAsia="黑体"/>
          <w:sz w:val="32"/>
          <w:szCs w:val="32"/>
        </w:rPr>
        <w:t>收益分成法</w:t>
      </w:r>
    </w:p>
    <w:p w:rsidR="00C23DE7" w:rsidRPr="00E67945" w:rsidRDefault="00C23DE7" w:rsidP="00C23DE7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12" w:name="_Toc488071448"/>
      <w:r w:rsidRPr="00E67945">
        <w:rPr>
          <w:rFonts w:ascii="Times New Roman" w:eastAsia="黑体" w:hAnsi="Times New Roman"/>
          <w:b w:val="0"/>
          <w:sz w:val="21"/>
          <w:szCs w:val="21"/>
        </w:rPr>
        <w:t xml:space="preserve">1 </w:t>
      </w:r>
      <w:r w:rsidRPr="00E67945">
        <w:rPr>
          <w:rFonts w:ascii="Times New Roman" w:eastAsia="黑体" w:hAnsi="Times New Roman"/>
          <w:b w:val="0"/>
          <w:sz w:val="21"/>
          <w:szCs w:val="21"/>
        </w:rPr>
        <w:t>范围</w:t>
      </w:r>
      <w:bookmarkEnd w:id="12"/>
    </w:p>
    <w:p w:rsidR="005D4E20" w:rsidRDefault="005D4E20" w:rsidP="005D4E20">
      <w:pPr>
        <w:pStyle w:val="aff9"/>
        <w:spacing w:line="440" w:lineRule="exact"/>
      </w:pPr>
      <w:bookmarkStart w:id="13" w:name="_Toc488071449"/>
      <w:r>
        <w:rPr>
          <w:rFonts w:hint="eastAsia"/>
        </w:rPr>
        <w:t>本标准规定了品牌价值评价中收益途径下收益分成法的评价模型、评价指标和评价过程等。</w:t>
      </w:r>
    </w:p>
    <w:p w:rsidR="005D4E20" w:rsidRDefault="005D4E20" w:rsidP="005D4E20">
      <w:pPr>
        <w:pStyle w:val="aff9"/>
        <w:spacing w:line="440" w:lineRule="exact"/>
      </w:pPr>
      <w:r>
        <w:rPr>
          <w:rFonts w:hint="eastAsia"/>
        </w:rPr>
        <w:t>本标准适用于采用收益分成法开展品牌价值评价的各类组织。</w:t>
      </w:r>
    </w:p>
    <w:p w:rsidR="00C23DE7" w:rsidRPr="00E67945" w:rsidRDefault="00C23DE7" w:rsidP="00C23DE7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r w:rsidRPr="00E67945">
        <w:rPr>
          <w:rFonts w:ascii="Times New Roman" w:eastAsia="黑体" w:hAnsi="Times New Roman"/>
          <w:b w:val="0"/>
          <w:sz w:val="21"/>
          <w:szCs w:val="21"/>
        </w:rPr>
        <w:t>2</w:t>
      </w:r>
      <w:r w:rsidRPr="00E67945">
        <w:rPr>
          <w:rFonts w:ascii="Times New Roman" w:eastAsia="黑体" w:hAnsi="Times New Roman"/>
          <w:b w:val="0"/>
          <w:sz w:val="21"/>
          <w:szCs w:val="21"/>
        </w:rPr>
        <w:t>规范性引用文件</w:t>
      </w:r>
      <w:bookmarkEnd w:id="13"/>
    </w:p>
    <w:p w:rsidR="005D4E20" w:rsidRDefault="005D4E20" w:rsidP="005D4E20">
      <w:pPr>
        <w:pStyle w:val="aff9"/>
        <w:spacing w:line="440" w:lineRule="exact"/>
      </w:pPr>
      <w:bookmarkStart w:id="14" w:name="_Toc488071450"/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5D4E20" w:rsidRPr="00185BDC" w:rsidRDefault="005D4E20" w:rsidP="005D4E20">
      <w:pPr>
        <w:pStyle w:val="aff9"/>
        <w:spacing w:line="440" w:lineRule="exact"/>
        <w:rPr>
          <w:rFonts w:ascii="Times New Roman"/>
          <w:szCs w:val="21"/>
        </w:rPr>
      </w:pPr>
      <w:r w:rsidRPr="00185BDC">
        <w:rPr>
          <w:rFonts w:ascii="Times New Roman" w:hint="eastAsia"/>
          <w:szCs w:val="21"/>
        </w:rPr>
        <w:t xml:space="preserve">GB/T 29185 </w:t>
      </w:r>
      <w:r w:rsidRPr="00185BDC">
        <w:rPr>
          <w:rFonts w:ascii="Times New Roman" w:hint="eastAsia"/>
          <w:szCs w:val="21"/>
        </w:rPr>
        <w:t>品牌价值</w:t>
      </w:r>
      <w:r w:rsidRPr="00185BDC">
        <w:rPr>
          <w:rFonts w:ascii="Times New Roman" w:hint="eastAsia"/>
          <w:szCs w:val="21"/>
        </w:rPr>
        <w:t xml:space="preserve"> </w:t>
      </w:r>
      <w:r w:rsidRPr="00185BDC">
        <w:rPr>
          <w:rFonts w:ascii="Times New Roman" w:hint="eastAsia"/>
          <w:szCs w:val="21"/>
        </w:rPr>
        <w:t>术语</w:t>
      </w:r>
    </w:p>
    <w:p w:rsidR="005D4E20" w:rsidRPr="00185BDC" w:rsidRDefault="005D4E20" w:rsidP="005D4E20">
      <w:pPr>
        <w:pStyle w:val="aff9"/>
        <w:spacing w:line="440" w:lineRule="exact"/>
        <w:rPr>
          <w:rFonts w:ascii="Times New Roman"/>
          <w:szCs w:val="21"/>
        </w:rPr>
      </w:pPr>
      <w:r w:rsidRPr="00185BDC">
        <w:rPr>
          <w:rFonts w:ascii="Times New Roman" w:hint="eastAsia"/>
          <w:szCs w:val="21"/>
        </w:rPr>
        <w:t xml:space="preserve">GB/T 29186 </w:t>
      </w:r>
      <w:r w:rsidRPr="00185BDC">
        <w:rPr>
          <w:rFonts w:ascii="Times New Roman" w:hint="eastAsia"/>
          <w:szCs w:val="21"/>
        </w:rPr>
        <w:t>品牌价值</w:t>
      </w:r>
      <w:r w:rsidRPr="00185BDC">
        <w:rPr>
          <w:rFonts w:ascii="Times New Roman" w:hint="eastAsia"/>
          <w:szCs w:val="21"/>
        </w:rPr>
        <w:t xml:space="preserve"> </w:t>
      </w:r>
      <w:r w:rsidRPr="00185BDC">
        <w:rPr>
          <w:rFonts w:ascii="Times New Roman" w:hint="eastAsia"/>
          <w:szCs w:val="21"/>
        </w:rPr>
        <w:t>要素</w:t>
      </w:r>
    </w:p>
    <w:p w:rsidR="005D4E20" w:rsidRDefault="005D4E20" w:rsidP="005D4E20">
      <w:pPr>
        <w:pStyle w:val="aff9"/>
        <w:spacing w:line="440" w:lineRule="exact"/>
        <w:rPr>
          <w:rFonts w:ascii="Times New Roman"/>
          <w:szCs w:val="21"/>
        </w:rPr>
      </w:pPr>
      <w:r w:rsidRPr="00185BDC">
        <w:rPr>
          <w:rFonts w:ascii="Times New Roman" w:hint="eastAsia"/>
          <w:szCs w:val="21"/>
        </w:rPr>
        <w:t xml:space="preserve">GB/T 29187 </w:t>
      </w:r>
      <w:r w:rsidRPr="00185BDC">
        <w:rPr>
          <w:rFonts w:ascii="Times New Roman" w:hint="eastAsia"/>
          <w:szCs w:val="21"/>
        </w:rPr>
        <w:t>品牌评价</w:t>
      </w:r>
      <w:r w:rsidRPr="00185BDC">
        <w:rPr>
          <w:rFonts w:ascii="Times New Roman" w:hint="eastAsia"/>
          <w:szCs w:val="21"/>
        </w:rPr>
        <w:t xml:space="preserve"> </w:t>
      </w:r>
      <w:r w:rsidRPr="00185BDC">
        <w:rPr>
          <w:rFonts w:ascii="Times New Roman" w:hint="eastAsia"/>
          <w:szCs w:val="21"/>
        </w:rPr>
        <w:t>品牌价值评价要求</w:t>
      </w:r>
    </w:p>
    <w:p w:rsidR="005D4E20" w:rsidRDefault="005D4E20" w:rsidP="005D4E20">
      <w:pPr>
        <w:pStyle w:val="aff9"/>
        <w:spacing w:line="440" w:lineRule="exact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 xml:space="preserve">GB/T XXX </w:t>
      </w:r>
      <w:r>
        <w:rPr>
          <w:rFonts w:ascii="Times New Roman" w:hint="eastAsia"/>
          <w:szCs w:val="21"/>
        </w:rPr>
        <w:t>品牌价值要素评价</w:t>
      </w:r>
      <w:r>
        <w:rPr>
          <w:rFonts w:ascii="Times New Roman" w:hint="eastAsia"/>
          <w:szCs w:val="21"/>
        </w:rPr>
        <w:t xml:space="preserve"> </w:t>
      </w:r>
      <w:r>
        <w:rPr>
          <w:rFonts w:ascii="Times New Roman" w:hint="eastAsia"/>
          <w:szCs w:val="21"/>
        </w:rPr>
        <w:t>第</w:t>
      </w:r>
      <w:r>
        <w:rPr>
          <w:rFonts w:ascii="Times New Roman" w:hint="eastAsia"/>
          <w:szCs w:val="21"/>
        </w:rPr>
        <w:t>1</w:t>
      </w:r>
      <w:r>
        <w:rPr>
          <w:rFonts w:ascii="Times New Roman" w:hint="eastAsia"/>
          <w:szCs w:val="21"/>
        </w:rPr>
        <w:t>部分：质量要素</w:t>
      </w:r>
    </w:p>
    <w:p w:rsidR="005D4E20" w:rsidRDefault="005D4E20" w:rsidP="005D4E20">
      <w:pPr>
        <w:pStyle w:val="aff9"/>
        <w:spacing w:line="440" w:lineRule="exact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 xml:space="preserve">GB/T XXX </w:t>
      </w:r>
      <w:r>
        <w:rPr>
          <w:rFonts w:ascii="Times New Roman" w:hint="eastAsia"/>
          <w:szCs w:val="21"/>
        </w:rPr>
        <w:t>品牌价值要素评价</w:t>
      </w:r>
      <w:r>
        <w:rPr>
          <w:rFonts w:ascii="Times New Roman" w:hint="eastAsia"/>
          <w:szCs w:val="21"/>
        </w:rPr>
        <w:t xml:space="preserve"> </w:t>
      </w:r>
      <w:r>
        <w:rPr>
          <w:rFonts w:ascii="Times New Roman" w:hint="eastAsia"/>
          <w:szCs w:val="21"/>
        </w:rPr>
        <w:t>第</w:t>
      </w:r>
      <w:r>
        <w:rPr>
          <w:rFonts w:ascii="Times New Roman" w:hint="eastAsia"/>
          <w:szCs w:val="21"/>
        </w:rPr>
        <w:t>2</w:t>
      </w:r>
      <w:r>
        <w:rPr>
          <w:rFonts w:ascii="Times New Roman" w:hint="eastAsia"/>
          <w:szCs w:val="21"/>
        </w:rPr>
        <w:t>部分：服务要素</w:t>
      </w:r>
    </w:p>
    <w:p w:rsidR="005D4E20" w:rsidRDefault="005D4E20" w:rsidP="005D4E20">
      <w:pPr>
        <w:pStyle w:val="aff9"/>
        <w:spacing w:line="440" w:lineRule="exact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 xml:space="preserve">GB/T XXX </w:t>
      </w:r>
      <w:r>
        <w:rPr>
          <w:rFonts w:ascii="Times New Roman" w:hint="eastAsia"/>
          <w:szCs w:val="21"/>
        </w:rPr>
        <w:t>品牌价值要素评价</w:t>
      </w:r>
      <w:r>
        <w:rPr>
          <w:rFonts w:ascii="Times New Roman" w:hint="eastAsia"/>
          <w:szCs w:val="21"/>
        </w:rPr>
        <w:t xml:space="preserve"> </w:t>
      </w:r>
      <w:r>
        <w:rPr>
          <w:rFonts w:ascii="Times New Roman" w:hint="eastAsia"/>
          <w:szCs w:val="21"/>
        </w:rPr>
        <w:t>第</w:t>
      </w:r>
      <w:r>
        <w:rPr>
          <w:rFonts w:ascii="Times New Roman" w:hint="eastAsia"/>
          <w:szCs w:val="21"/>
        </w:rPr>
        <w:t>1</w:t>
      </w:r>
      <w:r>
        <w:rPr>
          <w:rFonts w:ascii="Times New Roman" w:hint="eastAsia"/>
          <w:szCs w:val="21"/>
        </w:rPr>
        <w:t>部分：技术创新要素</w:t>
      </w:r>
    </w:p>
    <w:p w:rsidR="005D4E20" w:rsidRDefault="005D4E20" w:rsidP="005D4E20">
      <w:pPr>
        <w:pStyle w:val="aff9"/>
        <w:spacing w:line="440" w:lineRule="exact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 xml:space="preserve">GB/T XXX </w:t>
      </w:r>
      <w:r>
        <w:rPr>
          <w:rFonts w:ascii="Times New Roman" w:hint="eastAsia"/>
          <w:szCs w:val="21"/>
        </w:rPr>
        <w:t>品牌价值要素评价</w:t>
      </w:r>
      <w:r>
        <w:rPr>
          <w:rFonts w:ascii="Times New Roman" w:hint="eastAsia"/>
          <w:szCs w:val="21"/>
        </w:rPr>
        <w:t xml:space="preserve"> </w:t>
      </w:r>
      <w:r>
        <w:rPr>
          <w:rFonts w:ascii="Times New Roman" w:hint="eastAsia"/>
          <w:szCs w:val="21"/>
        </w:rPr>
        <w:t>第</w:t>
      </w:r>
      <w:r>
        <w:rPr>
          <w:rFonts w:ascii="Times New Roman" w:hint="eastAsia"/>
          <w:szCs w:val="21"/>
        </w:rPr>
        <w:t>1</w:t>
      </w:r>
      <w:r>
        <w:rPr>
          <w:rFonts w:ascii="Times New Roman" w:hint="eastAsia"/>
          <w:szCs w:val="21"/>
        </w:rPr>
        <w:t>部分：有形要素</w:t>
      </w:r>
    </w:p>
    <w:p w:rsidR="005D4E20" w:rsidRPr="00631EC7" w:rsidRDefault="005D4E20" w:rsidP="005D4E20">
      <w:pPr>
        <w:pStyle w:val="aff9"/>
        <w:spacing w:line="440" w:lineRule="exact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 xml:space="preserve">GB/T XXX </w:t>
      </w:r>
      <w:r>
        <w:rPr>
          <w:rFonts w:ascii="Times New Roman" w:hint="eastAsia"/>
          <w:szCs w:val="21"/>
        </w:rPr>
        <w:t>品牌价值要素评价</w:t>
      </w:r>
      <w:r>
        <w:rPr>
          <w:rFonts w:ascii="Times New Roman" w:hint="eastAsia"/>
          <w:szCs w:val="21"/>
        </w:rPr>
        <w:t xml:space="preserve"> </w:t>
      </w:r>
      <w:r>
        <w:rPr>
          <w:rFonts w:ascii="Times New Roman" w:hint="eastAsia"/>
          <w:szCs w:val="21"/>
        </w:rPr>
        <w:t>第</w:t>
      </w:r>
      <w:r>
        <w:rPr>
          <w:rFonts w:ascii="Times New Roman" w:hint="eastAsia"/>
          <w:szCs w:val="21"/>
        </w:rPr>
        <w:t>1</w:t>
      </w:r>
      <w:r>
        <w:rPr>
          <w:rFonts w:ascii="Times New Roman" w:hint="eastAsia"/>
          <w:szCs w:val="21"/>
        </w:rPr>
        <w:t>部分：无形要素</w:t>
      </w:r>
    </w:p>
    <w:p w:rsidR="00C23DE7" w:rsidRPr="00E67945" w:rsidRDefault="00C23DE7" w:rsidP="00C23DE7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r w:rsidRPr="00E67945">
        <w:rPr>
          <w:rFonts w:ascii="Times New Roman" w:eastAsia="黑体" w:hAnsi="Times New Roman"/>
          <w:b w:val="0"/>
          <w:sz w:val="21"/>
          <w:szCs w:val="21"/>
        </w:rPr>
        <w:t xml:space="preserve">3 </w:t>
      </w:r>
      <w:r w:rsidRPr="00E67945">
        <w:rPr>
          <w:rFonts w:ascii="Times New Roman" w:eastAsia="黑体" w:hAnsi="Times New Roman"/>
          <w:b w:val="0"/>
          <w:sz w:val="21"/>
          <w:szCs w:val="21"/>
        </w:rPr>
        <w:t>术语和定义</w:t>
      </w:r>
      <w:bookmarkEnd w:id="14"/>
    </w:p>
    <w:p w:rsidR="005D4E20" w:rsidRDefault="005D4E20" w:rsidP="005D4E20">
      <w:pPr>
        <w:pStyle w:val="aff9"/>
        <w:spacing w:line="440" w:lineRule="exact"/>
        <w:rPr>
          <w:color w:val="000000"/>
          <w:szCs w:val="21"/>
        </w:rPr>
      </w:pPr>
      <w:r>
        <w:rPr>
          <w:szCs w:val="21"/>
        </w:rPr>
        <w:t xml:space="preserve">GB/T </w:t>
      </w:r>
      <w:r>
        <w:rPr>
          <w:rFonts w:hint="eastAsia"/>
          <w:szCs w:val="21"/>
        </w:rPr>
        <w:t>29185、</w:t>
      </w:r>
      <w:r>
        <w:rPr>
          <w:szCs w:val="21"/>
        </w:rPr>
        <w:t>GB/T 2918</w:t>
      </w:r>
      <w:r>
        <w:rPr>
          <w:rFonts w:hint="eastAsia"/>
          <w:szCs w:val="21"/>
        </w:rPr>
        <w:t>6、</w:t>
      </w:r>
      <w:r>
        <w:rPr>
          <w:szCs w:val="21"/>
        </w:rPr>
        <w:t xml:space="preserve">GB/T </w:t>
      </w:r>
      <w:r>
        <w:rPr>
          <w:rFonts w:hint="eastAsia"/>
          <w:szCs w:val="21"/>
        </w:rPr>
        <w:t>29187、GB/T XXX</w:t>
      </w:r>
      <w:r>
        <w:rPr>
          <w:rFonts w:ascii="Times New Roman" w:hint="eastAsia"/>
          <w:szCs w:val="21"/>
        </w:rPr>
        <w:t>（品牌价值要素评价</w:t>
      </w:r>
      <w:r>
        <w:rPr>
          <w:rFonts w:ascii="Times New Roman" w:hint="eastAsia"/>
          <w:szCs w:val="21"/>
        </w:rPr>
        <w:t xml:space="preserve"> </w:t>
      </w:r>
      <w:r>
        <w:rPr>
          <w:rFonts w:ascii="Times New Roman" w:hint="eastAsia"/>
          <w:szCs w:val="21"/>
        </w:rPr>
        <w:t>第</w:t>
      </w:r>
      <w:r>
        <w:rPr>
          <w:rFonts w:ascii="Times New Roman" w:hint="eastAsia"/>
          <w:szCs w:val="21"/>
        </w:rPr>
        <w:t>1</w:t>
      </w:r>
      <w:r>
        <w:rPr>
          <w:rFonts w:ascii="Times New Roman" w:hint="eastAsia"/>
          <w:szCs w:val="21"/>
        </w:rPr>
        <w:t>部分：通则）</w:t>
      </w:r>
      <w:r>
        <w:rPr>
          <w:szCs w:val="21"/>
        </w:rPr>
        <w:t>界定的以及下列术语和</w:t>
      </w:r>
      <w:r>
        <w:rPr>
          <w:color w:val="000000"/>
          <w:szCs w:val="21"/>
        </w:rPr>
        <w:t>定义适用于本文件。</w:t>
      </w:r>
    </w:p>
    <w:p w:rsidR="005D4E20" w:rsidRPr="005D4E20" w:rsidRDefault="005D4E20" w:rsidP="005D4E20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15" w:name="_Toc452362711"/>
      <w:bookmarkStart w:id="16" w:name="_Toc452363279"/>
      <w:bookmarkStart w:id="17" w:name="_Toc452367032"/>
      <w:bookmarkStart w:id="18" w:name="_Toc458501655"/>
      <w:bookmarkStart w:id="19" w:name="_Toc458591872"/>
      <w:r w:rsidRPr="005D4E20">
        <w:rPr>
          <w:rFonts w:ascii="Times New Roman" w:eastAsia="黑体" w:hAnsi="Times New Roman" w:hint="eastAsia"/>
          <w:b w:val="0"/>
          <w:sz w:val="21"/>
          <w:szCs w:val="21"/>
        </w:rPr>
        <w:t xml:space="preserve"> 3.1</w:t>
      </w:r>
    </w:p>
    <w:p w:rsidR="005D4E20" w:rsidRDefault="005D4E20" w:rsidP="005D4E20">
      <w:pPr>
        <w:pStyle w:val="a5"/>
        <w:numPr>
          <w:ilvl w:val="0"/>
          <w:numId w:val="0"/>
        </w:numPr>
        <w:spacing w:before="156" w:after="156"/>
        <w:ind w:firstLineChars="202" w:firstLine="424"/>
      </w:pPr>
      <w:r w:rsidRPr="00B11CA0">
        <w:rPr>
          <w:rFonts w:hint="eastAsia"/>
        </w:rPr>
        <w:t>品牌分成率 allocation rate of brand</w:t>
      </w:r>
      <w:bookmarkEnd w:id="15"/>
      <w:bookmarkEnd w:id="16"/>
      <w:bookmarkEnd w:id="17"/>
      <w:bookmarkEnd w:id="18"/>
      <w:bookmarkEnd w:id="19"/>
    </w:p>
    <w:p w:rsidR="005D4E20" w:rsidRPr="00C14FC7" w:rsidRDefault="005D4E20" w:rsidP="005D4E20">
      <w:pPr>
        <w:pStyle w:val="aff9"/>
        <w:spacing w:line="440" w:lineRule="exact"/>
      </w:pPr>
      <w:r>
        <w:t>品牌在企业总收</w:t>
      </w:r>
      <w:r>
        <w:rPr>
          <w:rFonts w:hint="eastAsia"/>
        </w:rPr>
        <w:t>益</w:t>
      </w:r>
      <w:r>
        <w:t>中的贡献率。</w:t>
      </w:r>
    </w:p>
    <w:p w:rsidR="005D4E20" w:rsidRPr="005D4E20" w:rsidRDefault="005D4E20" w:rsidP="005D4E20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20" w:name="_Toc452362712"/>
      <w:bookmarkStart w:id="21" w:name="_Toc452363280"/>
      <w:bookmarkStart w:id="22" w:name="_Toc452367033"/>
      <w:bookmarkStart w:id="23" w:name="_Toc458501656"/>
      <w:bookmarkStart w:id="24" w:name="_Toc458591873"/>
      <w:r w:rsidRPr="005D4E20">
        <w:rPr>
          <w:rFonts w:ascii="Times New Roman" w:eastAsia="黑体" w:hAnsi="Times New Roman" w:hint="eastAsia"/>
          <w:b w:val="0"/>
          <w:sz w:val="21"/>
          <w:szCs w:val="21"/>
        </w:rPr>
        <w:t xml:space="preserve"> 3.2</w:t>
      </w:r>
    </w:p>
    <w:p w:rsidR="005D4E20" w:rsidRDefault="005D4E20" w:rsidP="005D4E20">
      <w:pPr>
        <w:pStyle w:val="a5"/>
        <w:numPr>
          <w:ilvl w:val="0"/>
          <w:numId w:val="0"/>
        </w:numPr>
        <w:spacing w:before="156" w:after="156"/>
        <w:ind w:firstLineChars="250" w:firstLine="525"/>
      </w:pPr>
      <w:bookmarkStart w:id="25" w:name="_Toc452362713"/>
      <w:bookmarkStart w:id="26" w:name="_Toc452363281"/>
      <w:bookmarkStart w:id="27" w:name="_Toc452367034"/>
      <w:bookmarkStart w:id="28" w:name="_Toc458501657"/>
      <w:bookmarkStart w:id="29" w:name="_Toc458591874"/>
      <w:bookmarkEnd w:id="20"/>
      <w:bookmarkEnd w:id="21"/>
      <w:bookmarkEnd w:id="22"/>
      <w:bookmarkEnd w:id="23"/>
      <w:bookmarkEnd w:id="24"/>
      <w:r>
        <w:rPr>
          <w:rFonts w:hint="eastAsia"/>
        </w:rPr>
        <w:t xml:space="preserve">品牌资产报酬率 return on brand </w:t>
      </w:r>
      <w:bookmarkEnd w:id="25"/>
      <w:bookmarkEnd w:id="26"/>
      <w:bookmarkEnd w:id="27"/>
      <w:bookmarkEnd w:id="28"/>
      <w:bookmarkEnd w:id="29"/>
      <w:r>
        <w:rPr>
          <w:rFonts w:hint="eastAsia"/>
        </w:rPr>
        <w:t>assets</w:t>
      </w:r>
    </w:p>
    <w:p w:rsidR="005D4E20" w:rsidRPr="00C14FC7" w:rsidRDefault="005D4E20" w:rsidP="005D4E20">
      <w:pPr>
        <w:pStyle w:val="aff9"/>
        <w:spacing w:line="440" w:lineRule="exact"/>
      </w:pPr>
      <w:r>
        <w:t>企业在评估周期内获得的报酬总额与资产平均总额的比率。</w:t>
      </w:r>
    </w:p>
    <w:p w:rsidR="00C23DE7" w:rsidRPr="005D4E20" w:rsidRDefault="00C23DE7" w:rsidP="00C23DE7">
      <w:pPr>
        <w:spacing w:line="360" w:lineRule="auto"/>
        <w:ind w:firstLineChars="200" w:firstLine="420"/>
        <w:jc w:val="left"/>
        <w:rPr>
          <w:szCs w:val="21"/>
        </w:rPr>
      </w:pPr>
    </w:p>
    <w:p w:rsidR="00C23DE7" w:rsidRPr="00E67945" w:rsidRDefault="00C23DE7" w:rsidP="00C23DE7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30" w:name="_Toc488071455"/>
      <w:r w:rsidRPr="00E67945">
        <w:rPr>
          <w:rFonts w:ascii="Times New Roman" w:eastAsia="黑体" w:hAnsi="Times New Roman"/>
          <w:b w:val="0"/>
          <w:sz w:val="21"/>
          <w:szCs w:val="21"/>
        </w:rPr>
        <w:lastRenderedPageBreak/>
        <w:t>4</w:t>
      </w:r>
      <w:r w:rsidR="005D4E20">
        <w:rPr>
          <w:rFonts w:ascii="Times New Roman" w:eastAsia="黑体" w:hAnsi="Times New Roman" w:hint="eastAsia"/>
          <w:b w:val="0"/>
          <w:sz w:val="21"/>
          <w:szCs w:val="21"/>
        </w:rPr>
        <w:t xml:space="preserve"> </w:t>
      </w:r>
      <w:r w:rsidRPr="00E67945">
        <w:rPr>
          <w:rFonts w:ascii="Times New Roman" w:eastAsia="黑体" w:hAnsi="Times New Roman"/>
          <w:b w:val="0"/>
          <w:sz w:val="21"/>
          <w:szCs w:val="21"/>
        </w:rPr>
        <w:t>测算模型</w:t>
      </w:r>
      <w:bookmarkEnd w:id="30"/>
    </w:p>
    <w:p w:rsidR="00C23DE7" w:rsidRPr="00E67945" w:rsidRDefault="00C23DE7" w:rsidP="00C23DE7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31" w:name="_Toc488071456"/>
      <w:r w:rsidRPr="00E67945">
        <w:rPr>
          <w:rFonts w:ascii="Times New Roman" w:eastAsia="黑体" w:hAnsi="Times New Roman"/>
          <w:b w:val="0"/>
          <w:sz w:val="21"/>
          <w:szCs w:val="21"/>
        </w:rPr>
        <w:t xml:space="preserve">4.1 </w:t>
      </w:r>
      <w:bookmarkEnd w:id="31"/>
      <w:r w:rsidR="005D4E20">
        <w:rPr>
          <w:rFonts w:ascii="Times New Roman" w:eastAsia="黑体" w:hAnsi="Times New Roman"/>
          <w:b w:val="0"/>
          <w:sz w:val="21"/>
          <w:szCs w:val="21"/>
        </w:rPr>
        <w:t>概述</w:t>
      </w:r>
    </w:p>
    <w:p w:rsidR="005D4E20" w:rsidRDefault="005D4E20" w:rsidP="005D4E20">
      <w:pPr>
        <w:pStyle w:val="aff9"/>
        <w:spacing w:line="440" w:lineRule="exact"/>
      </w:pPr>
      <w:r w:rsidRPr="00B11CA0">
        <w:rPr>
          <w:rFonts w:hint="eastAsia"/>
        </w:rPr>
        <w:t>收</w:t>
      </w:r>
      <w:r>
        <w:rPr>
          <w:rFonts w:hint="eastAsia"/>
        </w:rPr>
        <w:t>益</w:t>
      </w:r>
      <w:r w:rsidRPr="00B11CA0">
        <w:rPr>
          <w:rFonts w:hint="eastAsia"/>
        </w:rPr>
        <w:t>分成法，作为收益途径下的一种方法，是通过计算品牌对于企业总收入的贡献率，来评估品牌的经济价值。</w:t>
      </w:r>
      <w:r>
        <w:rPr>
          <w:rFonts w:hint="eastAsia"/>
        </w:rPr>
        <w:t>采用该方法时，</w:t>
      </w:r>
      <w:r w:rsidRPr="00CF1804">
        <w:rPr>
          <w:rFonts w:hint="eastAsia"/>
        </w:rPr>
        <w:t>被评价品牌需满足或不限于如下条件：</w:t>
      </w:r>
    </w:p>
    <w:p w:rsidR="005D4E20" w:rsidRDefault="005D4E20" w:rsidP="005D4E20">
      <w:pPr>
        <w:pStyle w:val="aff9"/>
        <w:spacing w:line="440" w:lineRule="exact"/>
      </w:pPr>
      <w:r>
        <w:rPr>
          <w:rFonts w:hint="eastAsia"/>
        </w:rPr>
        <w:t>品牌分成率可获取，包括采用间接的方式推算出或与行业内相似品牌的数据比较得出；</w:t>
      </w:r>
    </w:p>
    <w:p w:rsidR="005D4E20" w:rsidRDefault="005D4E20" w:rsidP="005D4E20">
      <w:pPr>
        <w:pStyle w:val="aff9"/>
        <w:spacing w:line="440" w:lineRule="exact"/>
      </w:pPr>
      <w:r>
        <w:rPr>
          <w:rFonts w:hint="eastAsia"/>
        </w:rPr>
        <w:t>被评价品牌的全部收益，必须是由被评价品牌所独立产生的；</w:t>
      </w:r>
    </w:p>
    <w:p w:rsidR="00C23DE7" w:rsidRPr="000861A7" w:rsidRDefault="005D4E20" w:rsidP="005D4E20">
      <w:pPr>
        <w:spacing w:line="360" w:lineRule="auto"/>
        <w:ind w:firstLineChars="196" w:firstLine="412"/>
        <w:jc w:val="left"/>
        <w:rPr>
          <w:sz w:val="24"/>
        </w:rPr>
      </w:pPr>
      <w:r>
        <w:t>被评估品牌在评估周期内盈利。</w:t>
      </w:r>
    </w:p>
    <w:p w:rsidR="00C23DE7" w:rsidRDefault="00C23DE7" w:rsidP="00C23DE7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32" w:name="_Toc488071458"/>
      <w:r w:rsidRPr="000861A7">
        <w:rPr>
          <w:rFonts w:ascii="Times New Roman" w:eastAsia="黑体" w:hAnsi="Times New Roman"/>
          <w:b w:val="0"/>
          <w:sz w:val="21"/>
          <w:szCs w:val="21"/>
        </w:rPr>
        <w:t xml:space="preserve">4.2 </w:t>
      </w:r>
      <w:bookmarkEnd w:id="32"/>
      <w:r w:rsidR="005D4E20">
        <w:rPr>
          <w:rFonts w:ascii="Times New Roman" w:eastAsia="黑体" w:hAnsi="Times New Roman"/>
          <w:b w:val="0"/>
          <w:sz w:val="21"/>
          <w:szCs w:val="21"/>
        </w:rPr>
        <w:t>收益分成法模型</w:t>
      </w:r>
    </w:p>
    <w:p w:rsidR="005D4E20" w:rsidRDefault="005D4E20" w:rsidP="005D4E20">
      <w:pPr>
        <w:spacing w:line="440" w:lineRule="exact"/>
        <w:ind w:firstLineChars="202" w:firstLine="424"/>
      </w:pPr>
      <w:r w:rsidRPr="00B11CA0">
        <w:rPr>
          <w:rFonts w:hint="eastAsia"/>
        </w:rPr>
        <w:t>采用收</w:t>
      </w:r>
      <w:r>
        <w:rPr>
          <w:rFonts w:hint="eastAsia"/>
        </w:rPr>
        <w:t>益</w:t>
      </w:r>
      <w:r w:rsidRPr="00B11CA0">
        <w:rPr>
          <w:rFonts w:hint="eastAsia"/>
        </w:rPr>
        <w:t>分成法评估品牌价值，不仅可以准确的预测品牌的内在价值，还能够将企业未来预期收益准确的按照一定比例归结于品牌的价值，这其中的一个关键就是对分成比例的合理选取。其评估思路为先计算出品牌及其所依附的无形资产的全部收益，将其折现为现值，再根据品牌在实现收益过程中所做出的贡献来确定分成率，然后根据分成计算归属于品牌的那部分收益，即为品牌的价值。</w:t>
      </w:r>
    </w:p>
    <w:p w:rsidR="005D4E20" w:rsidRDefault="005D4E20" w:rsidP="005D4E20">
      <w:pPr>
        <w:spacing w:line="360" w:lineRule="auto"/>
        <w:ind w:firstLineChars="202" w:firstLine="424"/>
      </w:pPr>
      <w:r>
        <w:rPr>
          <w:rFonts w:hint="eastAsia"/>
        </w:rPr>
        <w:t>基于收益分成法的品牌价值按式（</w:t>
      </w:r>
      <w:r>
        <w:rPr>
          <w:rFonts w:hint="eastAsia"/>
        </w:rPr>
        <w:t>1</w:t>
      </w:r>
      <w:r>
        <w:rPr>
          <w:rFonts w:hint="eastAsia"/>
        </w:rPr>
        <w:t>）计算：</w:t>
      </w:r>
    </w:p>
    <w:p w:rsidR="005D4E20" w:rsidRDefault="005D4E20" w:rsidP="005D4E20">
      <w:pPr>
        <w:spacing w:line="360" w:lineRule="auto"/>
        <w:ind w:firstLineChars="202" w:firstLine="424"/>
        <w:jc w:val="right"/>
      </w:pPr>
      <w:r w:rsidRPr="006275CA">
        <w:rPr>
          <w:position w:val="-36"/>
        </w:rPr>
        <w:object w:dxaOrig="1579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9pt" o:ole="">
            <v:imagedata r:id="rId10" o:title=""/>
          </v:shape>
          <o:OLEObject Type="Embed" ProgID="Equation.DSMT4" ShapeID="_x0000_i1025" DrawAspect="Content" ObjectID="_1599049948" r:id="rId11"/>
        </w:object>
      </w:r>
      <w:r>
        <w:rPr>
          <w:rFonts w:hint="eastAsia"/>
        </w:rPr>
        <w:t>…………</w:t>
      </w:r>
      <w:r>
        <w:rPr>
          <w:rFonts w:hint="eastAsia"/>
        </w:rPr>
        <w:t xml:space="preserve"> </w:t>
      </w:r>
      <w:r>
        <w:rPr>
          <w:rFonts w:hint="eastAsia"/>
        </w:rPr>
        <w:t>……………………………（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5D4E20" w:rsidRDefault="005D4E20" w:rsidP="005D4E20">
      <w:pPr>
        <w:spacing w:line="360" w:lineRule="auto"/>
        <w:ind w:firstLineChars="202" w:firstLine="424"/>
      </w:pPr>
      <w:r>
        <w:rPr>
          <w:rFonts w:hint="eastAsia"/>
        </w:rPr>
        <w:t>式中：</w:t>
      </w:r>
    </w:p>
    <w:p w:rsidR="005D4E20" w:rsidRPr="00375600" w:rsidRDefault="005D4E20" w:rsidP="005D4E20">
      <w:pPr>
        <w:spacing w:line="440" w:lineRule="exact"/>
        <w:ind w:firstLineChars="200" w:firstLine="420"/>
        <w:rPr>
          <w:rFonts w:hAnsi="宋体"/>
          <w:szCs w:val="21"/>
        </w:rPr>
      </w:pPr>
      <w:r w:rsidRPr="00CF1804">
        <w:rPr>
          <w:rFonts w:hAnsi="宋体"/>
          <w:position w:val="-12"/>
          <w:szCs w:val="21"/>
        </w:rPr>
        <w:object w:dxaOrig="279" w:dyaOrig="360">
          <v:shape id="_x0000_i1026" type="#_x0000_t75" style="width:14.25pt;height:18.75pt" o:ole="">
            <v:imagedata r:id="rId12" o:title=""/>
          </v:shape>
          <o:OLEObject Type="Embed" ProgID="Equation.DSMT4" ShapeID="_x0000_i1026" DrawAspect="Content" ObjectID="_1599049949" r:id="rId13"/>
        </w:object>
      </w:r>
      <w:r w:rsidRPr="002D4CF6">
        <w:rPr>
          <w:rFonts w:hint="eastAsia"/>
          <w:sz w:val="15"/>
          <w:szCs w:val="21"/>
        </w:rPr>
        <w:t xml:space="preserve"> </w:t>
      </w:r>
      <w:r w:rsidRPr="00920EF0">
        <w:rPr>
          <w:szCs w:val="21"/>
        </w:rPr>
        <w:t>——</w:t>
      </w:r>
      <w:r w:rsidRPr="00375600">
        <w:rPr>
          <w:rFonts w:hAnsi="宋体" w:hint="eastAsia"/>
          <w:szCs w:val="21"/>
        </w:rPr>
        <w:t>品牌价值；</w:t>
      </w:r>
    </w:p>
    <w:p w:rsidR="005D4E20" w:rsidRPr="00375600" w:rsidRDefault="005D4E20" w:rsidP="005D4E20">
      <w:pPr>
        <w:spacing w:line="440" w:lineRule="exact"/>
        <w:ind w:firstLineChars="200" w:firstLine="420"/>
        <w:rPr>
          <w:rFonts w:hAnsi="宋体"/>
          <w:szCs w:val="21"/>
        </w:rPr>
      </w:pPr>
      <w:r w:rsidRPr="008566B0">
        <w:rPr>
          <w:rFonts w:hAnsi="宋体"/>
          <w:position w:val="-12"/>
          <w:szCs w:val="21"/>
        </w:rPr>
        <w:object w:dxaOrig="360" w:dyaOrig="360">
          <v:shape id="_x0000_i1027" type="#_x0000_t75" style="width:18pt;height:18pt" o:ole="">
            <v:imagedata r:id="rId14" o:title=""/>
          </v:shape>
          <o:OLEObject Type="Embed" ProgID="Equation.DSMT4" ShapeID="_x0000_i1027" DrawAspect="Content" ObjectID="_1599049950" r:id="rId15"/>
        </w:object>
      </w:r>
      <w:r w:rsidRPr="002D4CF6">
        <w:rPr>
          <w:rFonts w:hint="eastAsia"/>
          <w:sz w:val="15"/>
          <w:szCs w:val="21"/>
        </w:rPr>
        <w:t xml:space="preserve"> </w:t>
      </w:r>
      <w:r w:rsidRPr="00920EF0">
        <w:rPr>
          <w:szCs w:val="21"/>
        </w:rPr>
        <w:t>——</w:t>
      </w:r>
      <w:r>
        <w:rPr>
          <w:rFonts w:hint="eastAsia"/>
          <w:szCs w:val="21"/>
        </w:rPr>
        <w:t>企业全部</w:t>
      </w:r>
      <w:r w:rsidRPr="002676CC">
        <w:rPr>
          <w:rFonts w:hint="eastAsia"/>
          <w:szCs w:val="21"/>
        </w:rPr>
        <w:t>收</w:t>
      </w:r>
      <w:r>
        <w:rPr>
          <w:rFonts w:hint="eastAsia"/>
        </w:rPr>
        <w:t>益</w:t>
      </w:r>
      <w:r>
        <w:rPr>
          <w:rFonts w:hint="eastAsia"/>
          <w:szCs w:val="21"/>
        </w:rPr>
        <w:t>中</w:t>
      </w:r>
      <w:r w:rsidRPr="00C36531">
        <w:rPr>
          <w:rFonts w:hAnsi="宋体" w:hint="eastAsia"/>
          <w:szCs w:val="21"/>
        </w:rPr>
        <w:t>归属于品牌的</w:t>
      </w:r>
      <w:r>
        <w:rPr>
          <w:rFonts w:hAnsi="宋体" w:hint="eastAsia"/>
          <w:szCs w:val="21"/>
        </w:rPr>
        <w:t>分成率；</w:t>
      </w:r>
      <w:r w:rsidRPr="00375600">
        <w:rPr>
          <w:rFonts w:hAnsi="宋体"/>
          <w:szCs w:val="21"/>
        </w:rPr>
        <w:t xml:space="preserve"> </w:t>
      </w:r>
    </w:p>
    <w:p w:rsidR="005D4E20" w:rsidRPr="00B96770" w:rsidRDefault="005D4E20" w:rsidP="005D4E20">
      <w:pPr>
        <w:spacing w:line="440" w:lineRule="exact"/>
        <w:ind w:firstLineChars="200" w:firstLine="420"/>
        <w:rPr>
          <w:rFonts w:hAnsi="宋体"/>
          <w:color w:val="FF0000"/>
          <w:szCs w:val="21"/>
        </w:rPr>
      </w:pPr>
      <w:r w:rsidRPr="00B96770">
        <w:rPr>
          <w:rFonts w:hAnsi="宋体"/>
          <w:position w:val="-12"/>
          <w:szCs w:val="21"/>
        </w:rPr>
        <w:object w:dxaOrig="279" w:dyaOrig="360">
          <v:shape id="_x0000_i1028" type="#_x0000_t75" style="width:15pt;height:18pt" o:ole="">
            <v:imagedata r:id="rId16" o:title=""/>
          </v:shape>
          <o:OLEObject Type="Embed" ProgID="Equation.DSMT4" ShapeID="_x0000_i1028" DrawAspect="Content" ObjectID="_1599049951" r:id="rId17"/>
        </w:object>
      </w:r>
      <w:r w:rsidRPr="00B96770">
        <w:rPr>
          <w:rFonts w:hint="eastAsia"/>
          <w:sz w:val="15"/>
          <w:szCs w:val="21"/>
        </w:rPr>
        <w:t xml:space="preserve"> </w:t>
      </w:r>
      <w:r w:rsidRPr="00B96770">
        <w:rPr>
          <w:szCs w:val="21"/>
        </w:rPr>
        <w:t>——</w:t>
      </w:r>
      <w:r w:rsidRPr="00B96770">
        <w:rPr>
          <w:position w:val="-6"/>
          <w:szCs w:val="21"/>
        </w:rPr>
        <w:object w:dxaOrig="139" w:dyaOrig="240">
          <v:shape id="_x0000_i1029" type="#_x0000_t75" style="width:7.5pt;height:12pt" o:ole="">
            <v:imagedata r:id="rId18" o:title=""/>
          </v:shape>
          <o:OLEObject Type="Embed" ProgID="Equation.DSMT4" ShapeID="_x0000_i1029" DrawAspect="Content" ObjectID="_1599049952" r:id="rId19"/>
        </w:object>
      </w:r>
      <w:r w:rsidRPr="00B96770">
        <w:rPr>
          <w:rFonts w:hAnsi="宋体" w:hint="eastAsia"/>
          <w:szCs w:val="21"/>
        </w:rPr>
        <w:t>年度该品牌的全部收</w:t>
      </w:r>
      <w:r>
        <w:rPr>
          <w:rFonts w:hint="eastAsia"/>
        </w:rPr>
        <w:t>益</w:t>
      </w:r>
      <w:r>
        <w:rPr>
          <w:rFonts w:hAnsi="宋体" w:hint="eastAsia"/>
          <w:szCs w:val="21"/>
        </w:rPr>
        <w:t>，可采用该年度净利润</w:t>
      </w:r>
      <w:r w:rsidRPr="00B96770">
        <w:rPr>
          <w:rFonts w:hAnsi="宋体" w:hint="eastAsia"/>
          <w:szCs w:val="21"/>
        </w:rPr>
        <w:t>；</w:t>
      </w:r>
    </w:p>
    <w:p w:rsidR="005D4E20" w:rsidRPr="00B96770" w:rsidRDefault="005D4E20" w:rsidP="005D4E20">
      <w:pPr>
        <w:spacing w:line="440" w:lineRule="exact"/>
        <w:ind w:firstLineChars="200" w:firstLine="420"/>
        <w:rPr>
          <w:rFonts w:hAnsi="宋体"/>
          <w:szCs w:val="21"/>
        </w:rPr>
      </w:pPr>
      <w:r w:rsidRPr="00B96770">
        <w:rPr>
          <w:position w:val="-6"/>
          <w:szCs w:val="21"/>
        </w:rPr>
        <w:object w:dxaOrig="139" w:dyaOrig="240">
          <v:shape id="_x0000_i1030" type="#_x0000_t75" style="width:7.5pt;height:12pt" o:ole="">
            <v:imagedata r:id="rId18" o:title=""/>
          </v:shape>
          <o:OLEObject Type="Embed" ProgID="Equation.DSMT4" ShapeID="_x0000_i1030" DrawAspect="Content" ObjectID="_1599049953" r:id="rId20"/>
        </w:object>
      </w:r>
      <w:r w:rsidRPr="00B96770">
        <w:rPr>
          <w:rFonts w:hint="eastAsia"/>
          <w:sz w:val="15"/>
          <w:szCs w:val="21"/>
        </w:rPr>
        <w:t xml:space="preserve">  </w:t>
      </w:r>
      <w:r w:rsidRPr="00B96770">
        <w:rPr>
          <w:szCs w:val="21"/>
        </w:rPr>
        <w:t>——</w:t>
      </w:r>
      <w:r w:rsidRPr="00B96770">
        <w:rPr>
          <w:rFonts w:hAnsi="宋体" w:hint="eastAsia"/>
          <w:szCs w:val="21"/>
        </w:rPr>
        <w:t>该品牌的收益期；</w:t>
      </w:r>
    </w:p>
    <w:p w:rsidR="005D4E20" w:rsidRDefault="005D4E20" w:rsidP="005D4E20">
      <w:pPr>
        <w:spacing w:line="440" w:lineRule="exact"/>
        <w:ind w:firstLineChars="200" w:firstLine="420"/>
        <w:rPr>
          <w:rFonts w:hAnsi="宋体"/>
          <w:szCs w:val="21"/>
        </w:rPr>
      </w:pPr>
      <w:r w:rsidRPr="00B96770">
        <w:rPr>
          <w:position w:val="-4"/>
        </w:rPr>
        <w:object w:dxaOrig="180" w:dyaOrig="200">
          <v:shape id="_x0000_i1031" type="#_x0000_t75" style="width:9pt;height:9.75pt" o:ole="">
            <v:imagedata r:id="rId21" o:title=""/>
          </v:shape>
          <o:OLEObject Type="Embed" ProgID="Equation.DSMT4" ShapeID="_x0000_i1031" DrawAspect="Content" ObjectID="_1599049954" r:id="rId22"/>
        </w:object>
      </w:r>
      <w:r w:rsidRPr="00B96770">
        <w:rPr>
          <w:rFonts w:hint="eastAsia"/>
        </w:rPr>
        <w:t xml:space="preserve"> </w:t>
      </w:r>
      <w:r w:rsidRPr="00B96770">
        <w:t>——</w:t>
      </w:r>
      <w:r w:rsidRPr="00B96770">
        <w:t>品牌资产</w:t>
      </w:r>
      <w:r>
        <w:t>折现</w:t>
      </w:r>
      <w:r w:rsidRPr="00B96770">
        <w:t>率；</w:t>
      </w:r>
    </w:p>
    <w:p w:rsidR="00C23DE7" w:rsidRDefault="00C23DE7" w:rsidP="00C23DE7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33" w:name="_Toc488071464"/>
      <w:r w:rsidRPr="00E67945">
        <w:rPr>
          <w:rFonts w:ascii="Times New Roman" w:eastAsia="黑体" w:hAnsi="Times New Roman"/>
          <w:b w:val="0"/>
          <w:sz w:val="21"/>
          <w:szCs w:val="21"/>
        </w:rPr>
        <w:t xml:space="preserve">4.3 </w:t>
      </w:r>
      <w:r w:rsidRPr="00E67945">
        <w:rPr>
          <w:rFonts w:ascii="Times New Roman" w:eastAsia="黑体" w:hAnsi="Times New Roman"/>
          <w:b w:val="0"/>
          <w:sz w:val="21"/>
          <w:szCs w:val="21"/>
        </w:rPr>
        <w:t>品牌</w:t>
      </w:r>
      <w:bookmarkEnd w:id="33"/>
      <w:r w:rsidR="005D4E20">
        <w:rPr>
          <w:rFonts w:ascii="Times New Roman" w:eastAsia="黑体" w:hAnsi="Times New Roman"/>
          <w:b w:val="0"/>
          <w:sz w:val="21"/>
          <w:szCs w:val="21"/>
        </w:rPr>
        <w:t>的分成率</w:t>
      </w:r>
    </w:p>
    <w:p w:rsidR="005D4E20" w:rsidRDefault="005D4E20" w:rsidP="005D4E20">
      <w:pPr>
        <w:spacing w:line="360" w:lineRule="auto"/>
        <w:ind w:firstLineChars="202" w:firstLine="424"/>
      </w:pPr>
      <w:r>
        <w:rPr>
          <w:rFonts w:hint="eastAsia"/>
        </w:rPr>
        <w:t>品牌分成率按（</w:t>
      </w:r>
      <w:r>
        <w:rPr>
          <w:rFonts w:hint="eastAsia"/>
        </w:rPr>
        <w:t>2</w:t>
      </w:r>
      <w:r>
        <w:rPr>
          <w:rFonts w:hint="eastAsia"/>
        </w:rPr>
        <w:t>）式计算</w:t>
      </w:r>
    </w:p>
    <w:p w:rsidR="005D4E20" w:rsidRDefault="005D4E20" w:rsidP="005D4E20">
      <w:pPr>
        <w:spacing w:line="360" w:lineRule="auto"/>
        <w:ind w:firstLineChars="202" w:firstLine="424"/>
        <w:jc w:val="right"/>
      </w:pPr>
      <w:r w:rsidRPr="006275CA">
        <w:rPr>
          <w:position w:val="-14"/>
        </w:rPr>
        <w:object w:dxaOrig="2340" w:dyaOrig="400">
          <v:shape id="_x0000_i1032" type="#_x0000_t75" style="width:117pt;height:19.5pt" o:ole="">
            <v:imagedata r:id="rId23" o:title=""/>
          </v:shape>
          <o:OLEObject Type="Embed" ProgID="Equation.DSMT4" ShapeID="_x0000_i1032" DrawAspect="Content" ObjectID="_1599049955" r:id="rId24"/>
        </w:object>
      </w:r>
      <w:r>
        <w:rPr>
          <w:rFonts w:hint="eastAsia"/>
        </w:rPr>
        <w:t xml:space="preserve"> </w:t>
      </w:r>
      <w:r>
        <w:rPr>
          <w:rFonts w:hint="eastAsia"/>
        </w:rPr>
        <w:t>…………</w:t>
      </w:r>
      <w:r>
        <w:rPr>
          <w:rFonts w:hint="eastAsia"/>
        </w:rPr>
        <w:t xml:space="preserve"> </w:t>
      </w:r>
      <w:r>
        <w:rPr>
          <w:rFonts w:hint="eastAsia"/>
        </w:rPr>
        <w:t>……………………………（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5D4E20" w:rsidRDefault="005D4E20" w:rsidP="005D4E20">
      <w:pPr>
        <w:spacing w:line="360" w:lineRule="auto"/>
        <w:ind w:firstLineChars="202" w:firstLine="424"/>
      </w:pPr>
      <w:r>
        <w:rPr>
          <w:rFonts w:hint="eastAsia"/>
        </w:rPr>
        <w:t>式中：</w:t>
      </w:r>
    </w:p>
    <w:p w:rsidR="005D4E20" w:rsidRPr="008512B4" w:rsidRDefault="005D4E20" w:rsidP="005D4E20">
      <w:pPr>
        <w:spacing w:line="440" w:lineRule="exact"/>
        <w:ind w:firstLineChars="200" w:firstLine="420"/>
        <w:rPr>
          <w:rFonts w:hAnsi="宋体"/>
          <w:color w:val="FF0000"/>
          <w:szCs w:val="21"/>
        </w:rPr>
      </w:pPr>
      <w:r w:rsidRPr="00375600">
        <w:rPr>
          <w:rFonts w:hAnsi="宋体"/>
          <w:position w:val="-12"/>
          <w:szCs w:val="21"/>
        </w:rPr>
        <w:object w:dxaOrig="360" w:dyaOrig="360">
          <v:shape id="_x0000_i1033" type="#_x0000_t75" style="width:18pt;height:18pt" o:ole="">
            <v:imagedata r:id="rId25" o:title=""/>
          </v:shape>
          <o:OLEObject Type="Embed" ProgID="Equation.DSMT4" ShapeID="_x0000_i1033" DrawAspect="Content" ObjectID="_1599049956" r:id="rId26"/>
        </w:object>
      </w:r>
      <w:r w:rsidRPr="002D4CF6">
        <w:rPr>
          <w:rFonts w:hint="eastAsia"/>
          <w:sz w:val="15"/>
          <w:szCs w:val="21"/>
        </w:rPr>
        <w:t xml:space="preserve"> </w:t>
      </w:r>
      <w:r>
        <w:rPr>
          <w:rFonts w:hint="eastAsia"/>
          <w:sz w:val="15"/>
          <w:szCs w:val="21"/>
        </w:rPr>
        <w:t xml:space="preserve">  </w:t>
      </w:r>
      <w:r w:rsidRPr="00920EF0">
        <w:rPr>
          <w:szCs w:val="21"/>
        </w:rPr>
        <w:t>——</w:t>
      </w:r>
      <w:r>
        <w:rPr>
          <w:rFonts w:hint="eastAsia"/>
          <w:szCs w:val="21"/>
        </w:rPr>
        <w:t>企业全部收</w:t>
      </w:r>
      <w:r>
        <w:rPr>
          <w:rFonts w:hint="eastAsia"/>
        </w:rPr>
        <w:t>益</w:t>
      </w:r>
      <w:r>
        <w:rPr>
          <w:rFonts w:hint="eastAsia"/>
          <w:szCs w:val="21"/>
        </w:rPr>
        <w:t>中</w:t>
      </w:r>
      <w:r w:rsidRPr="00C36531">
        <w:rPr>
          <w:rFonts w:hAnsi="宋体" w:hint="eastAsia"/>
          <w:szCs w:val="21"/>
        </w:rPr>
        <w:t>归属于品牌的</w:t>
      </w:r>
      <w:r w:rsidRPr="00B11CA0">
        <w:rPr>
          <w:rFonts w:hAnsi="宋体" w:hint="eastAsia"/>
          <w:szCs w:val="21"/>
        </w:rPr>
        <w:t>分成率</w:t>
      </w:r>
      <w:r w:rsidRPr="00375600">
        <w:rPr>
          <w:rFonts w:hAnsi="宋体" w:hint="eastAsia"/>
          <w:szCs w:val="21"/>
        </w:rPr>
        <w:t>；</w:t>
      </w:r>
      <w:r w:rsidRPr="008512B4">
        <w:rPr>
          <w:rFonts w:hAnsi="宋体"/>
          <w:color w:val="FF0000"/>
          <w:szCs w:val="21"/>
        </w:rPr>
        <w:t xml:space="preserve"> </w:t>
      </w:r>
    </w:p>
    <w:p w:rsidR="005D4E20" w:rsidRDefault="005D4E20" w:rsidP="005D4E20">
      <w:pPr>
        <w:spacing w:line="440" w:lineRule="exact"/>
        <w:ind w:firstLineChars="200" w:firstLine="420"/>
        <w:rPr>
          <w:rFonts w:hAnsi="宋体"/>
          <w:szCs w:val="21"/>
        </w:rPr>
      </w:pPr>
      <w:r w:rsidRPr="00375600">
        <w:rPr>
          <w:rFonts w:hAnsi="宋体"/>
          <w:position w:val="-12"/>
          <w:szCs w:val="21"/>
        </w:rPr>
        <w:object w:dxaOrig="340" w:dyaOrig="360">
          <v:shape id="_x0000_i1034" type="#_x0000_t75" style="width:16.5pt;height:18pt" o:ole="">
            <v:imagedata r:id="rId27" o:title=""/>
          </v:shape>
          <o:OLEObject Type="Embed" ProgID="Equation.DSMT4" ShapeID="_x0000_i1034" DrawAspect="Content" ObjectID="_1599049957" r:id="rId28"/>
        </w:object>
      </w:r>
      <w:r w:rsidRPr="002D4CF6">
        <w:rPr>
          <w:rFonts w:hint="eastAsia"/>
          <w:sz w:val="15"/>
          <w:szCs w:val="21"/>
        </w:rPr>
        <w:t xml:space="preserve"> </w:t>
      </w:r>
      <w:r>
        <w:rPr>
          <w:rFonts w:hint="eastAsia"/>
          <w:sz w:val="15"/>
          <w:szCs w:val="21"/>
        </w:rPr>
        <w:t xml:space="preserve">   </w:t>
      </w:r>
      <w:r w:rsidRPr="00920EF0">
        <w:rPr>
          <w:szCs w:val="21"/>
        </w:rPr>
        <w:t>——</w:t>
      </w:r>
      <w:r>
        <w:rPr>
          <w:szCs w:val="21"/>
        </w:rPr>
        <w:t>企业所在行业品牌</w:t>
      </w:r>
      <w:r w:rsidRPr="00B11CA0">
        <w:rPr>
          <w:szCs w:val="21"/>
        </w:rPr>
        <w:t>分成区间</w:t>
      </w:r>
      <w:r>
        <w:rPr>
          <w:szCs w:val="21"/>
        </w:rPr>
        <w:t>最低值</w:t>
      </w:r>
      <w:r w:rsidRPr="00375600">
        <w:rPr>
          <w:rFonts w:hAnsi="宋体" w:hint="eastAsia"/>
          <w:szCs w:val="21"/>
        </w:rPr>
        <w:t>；</w:t>
      </w:r>
      <w:r>
        <w:rPr>
          <w:rFonts w:hAnsi="宋体"/>
          <w:szCs w:val="21"/>
        </w:rPr>
        <w:t xml:space="preserve"> </w:t>
      </w:r>
    </w:p>
    <w:p w:rsidR="005D4E20" w:rsidRDefault="005D4E20" w:rsidP="005D4E20">
      <w:pPr>
        <w:spacing w:line="440" w:lineRule="exact"/>
        <w:ind w:firstLineChars="200" w:firstLine="420"/>
        <w:rPr>
          <w:rFonts w:hAnsi="宋体"/>
          <w:szCs w:val="21"/>
        </w:rPr>
      </w:pPr>
      <w:r w:rsidRPr="00375600">
        <w:rPr>
          <w:rFonts w:hAnsi="宋体"/>
          <w:position w:val="-12"/>
          <w:szCs w:val="21"/>
        </w:rPr>
        <w:object w:dxaOrig="320" w:dyaOrig="360">
          <v:shape id="_x0000_i1035" type="#_x0000_t75" style="width:15.75pt;height:18pt" o:ole="">
            <v:imagedata r:id="rId29" o:title=""/>
          </v:shape>
          <o:OLEObject Type="Embed" ProgID="Equation.DSMT4" ShapeID="_x0000_i1035" DrawAspect="Content" ObjectID="_1599049958" r:id="rId30"/>
        </w:object>
      </w:r>
      <w:r w:rsidRPr="002D4CF6">
        <w:rPr>
          <w:rFonts w:hint="eastAsia"/>
          <w:sz w:val="15"/>
          <w:szCs w:val="21"/>
        </w:rPr>
        <w:t xml:space="preserve"> </w:t>
      </w:r>
      <w:r>
        <w:rPr>
          <w:rFonts w:hint="eastAsia"/>
          <w:sz w:val="15"/>
          <w:szCs w:val="21"/>
        </w:rPr>
        <w:t xml:space="preserve">   </w:t>
      </w:r>
      <w:r w:rsidRPr="00920EF0">
        <w:rPr>
          <w:szCs w:val="21"/>
        </w:rPr>
        <w:t>——</w:t>
      </w:r>
      <w:r>
        <w:rPr>
          <w:szCs w:val="21"/>
        </w:rPr>
        <w:t>企业所在行业品牌</w:t>
      </w:r>
      <w:r w:rsidRPr="00B11CA0">
        <w:rPr>
          <w:szCs w:val="21"/>
        </w:rPr>
        <w:t>分成区间</w:t>
      </w:r>
      <w:r>
        <w:rPr>
          <w:szCs w:val="21"/>
        </w:rPr>
        <w:t>最高值</w:t>
      </w:r>
      <w:r w:rsidRPr="00375600">
        <w:rPr>
          <w:rFonts w:hAnsi="宋体" w:hint="eastAsia"/>
          <w:szCs w:val="21"/>
        </w:rPr>
        <w:t>；</w:t>
      </w:r>
      <w:r>
        <w:rPr>
          <w:rFonts w:hAnsi="宋体"/>
          <w:szCs w:val="21"/>
        </w:rPr>
        <w:t xml:space="preserve"> </w:t>
      </w:r>
    </w:p>
    <w:p w:rsidR="005D4E20" w:rsidRPr="005D4E20" w:rsidRDefault="005D4E20" w:rsidP="005D4E20">
      <w:pPr>
        <w:spacing w:line="440" w:lineRule="exact"/>
        <w:ind w:firstLineChars="200" w:firstLine="420"/>
        <w:rPr>
          <w:rFonts w:hAnsi="宋体"/>
          <w:szCs w:val="21"/>
        </w:rPr>
      </w:pPr>
      <w:r w:rsidRPr="008F0625">
        <w:rPr>
          <w:rFonts w:hAnsi="宋体"/>
          <w:position w:val="-4"/>
          <w:szCs w:val="21"/>
        </w:rPr>
        <w:object w:dxaOrig="220" w:dyaOrig="240">
          <v:shape id="_x0000_i1036" type="#_x0000_t75" style="width:11.25pt;height:12pt" o:ole="">
            <v:imagedata r:id="rId31" o:title=""/>
          </v:shape>
          <o:OLEObject Type="Embed" ProgID="Equation.DSMT4" ShapeID="_x0000_i1036" DrawAspect="Content" ObjectID="_1599049959" r:id="rId32"/>
        </w:object>
      </w:r>
      <w:r>
        <w:rPr>
          <w:rFonts w:hAnsi="宋体" w:hint="eastAsia"/>
          <w:szCs w:val="21"/>
        </w:rPr>
        <w:t xml:space="preserve"> </w:t>
      </w:r>
      <w:r w:rsidRPr="002D4CF6">
        <w:rPr>
          <w:rFonts w:hint="eastAsia"/>
          <w:sz w:val="15"/>
          <w:szCs w:val="21"/>
        </w:rPr>
        <w:t xml:space="preserve"> </w:t>
      </w:r>
      <w:r>
        <w:rPr>
          <w:rFonts w:hint="eastAsia"/>
          <w:sz w:val="15"/>
          <w:szCs w:val="21"/>
        </w:rPr>
        <w:t xml:space="preserve">  </w:t>
      </w:r>
      <w:r w:rsidRPr="00920EF0">
        <w:rPr>
          <w:szCs w:val="21"/>
        </w:rPr>
        <w:t>——</w:t>
      </w:r>
      <w:r>
        <w:rPr>
          <w:szCs w:val="21"/>
        </w:rPr>
        <w:t>评估</w:t>
      </w:r>
      <w:r w:rsidRPr="00B11CA0">
        <w:rPr>
          <w:rFonts w:hAnsi="宋体" w:hint="eastAsia"/>
          <w:szCs w:val="21"/>
        </w:rPr>
        <w:t>年度该品牌的强度系数</w:t>
      </w:r>
      <w:r>
        <w:rPr>
          <w:rFonts w:hAnsi="宋体" w:hint="eastAsia"/>
          <w:szCs w:val="21"/>
        </w:rPr>
        <w:t>；</w:t>
      </w:r>
    </w:p>
    <w:p w:rsidR="00C23DE7" w:rsidRPr="00E67945" w:rsidRDefault="005D4E20" w:rsidP="00C23DE7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34" w:name="_Toc488071466"/>
      <w:r>
        <w:rPr>
          <w:rFonts w:ascii="Times New Roman" w:eastAsia="黑体" w:hAnsi="Times New Roman"/>
          <w:b w:val="0"/>
          <w:sz w:val="21"/>
          <w:szCs w:val="21"/>
        </w:rPr>
        <w:lastRenderedPageBreak/>
        <w:t>4.</w:t>
      </w:r>
      <w:r>
        <w:rPr>
          <w:rFonts w:ascii="Times New Roman" w:eastAsia="黑体" w:hAnsi="Times New Roman" w:hint="eastAsia"/>
          <w:b w:val="0"/>
          <w:sz w:val="21"/>
          <w:szCs w:val="21"/>
        </w:rPr>
        <w:t>4</w:t>
      </w:r>
      <w:r w:rsidR="00C23DE7" w:rsidRPr="00E67945">
        <w:rPr>
          <w:rFonts w:ascii="Times New Roman" w:eastAsia="黑体" w:hAnsi="Times New Roman"/>
          <w:b w:val="0"/>
          <w:sz w:val="21"/>
          <w:szCs w:val="21"/>
        </w:rPr>
        <w:t xml:space="preserve"> </w:t>
      </w:r>
      <w:r>
        <w:rPr>
          <w:rFonts w:ascii="Times New Roman" w:eastAsia="黑体" w:hAnsi="Times New Roman"/>
          <w:b w:val="0"/>
          <w:sz w:val="21"/>
          <w:szCs w:val="21"/>
        </w:rPr>
        <w:t>品牌</w:t>
      </w:r>
      <w:r w:rsidR="00C23DE7" w:rsidRPr="00E67945">
        <w:rPr>
          <w:rFonts w:ascii="Times New Roman" w:eastAsia="黑体" w:hAnsi="Times New Roman"/>
          <w:b w:val="0"/>
          <w:sz w:val="21"/>
          <w:szCs w:val="21"/>
        </w:rPr>
        <w:t>资产</w:t>
      </w:r>
      <w:r>
        <w:rPr>
          <w:rFonts w:ascii="Times New Roman" w:eastAsia="黑体" w:hAnsi="Times New Roman"/>
          <w:b w:val="0"/>
          <w:sz w:val="21"/>
          <w:szCs w:val="21"/>
        </w:rPr>
        <w:t>折现</w:t>
      </w:r>
      <w:r w:rsidR="00C23DE7" w:rsidRPr="00E67945">
        <w:rPr>
          <w:rFonts w:ascii="Times New Roman" w:eastAsia="黑体" w:hAnsi="Times New Roman"/>
          <w:b w:val="0"/>
          <w:sz w:val="21"/>
          <w:szCs w:val="21"/>
        </w:rPr>
        <w:t>率</w:t>
      </w:r>
      <w:bookmarkEnd w:id="34"/>
    </w:p>
    <w:p w:rsidR="005D4E20" w:rsidRPr="009633EB" w:rsidRDefault="005D4E20" w:rsidP="005D4E20">
      <w:pPr>
        <w:pStyle w:val="aff9"/>
        <w:spacing w:line="440" w:lineRule="exact"/>
      </w:pPr>
      <w:r w:rsidRPr="009633EB">
        <w:rPr>
          <w:rFonts w:hint="eastAsia"/>
        </w:rPr>
        <w:t>品牌</w:t>
      </w:r>
      <w:r>
        <w:rPr>
          <w:rFonts w:hint="eastAsia"/>
        </w:rPr>
        <w:t>资产折现率</w:t>
      </w:r>
      <w:r w:rsidRPr="009633EB">
        <w:rPr>
          <w:rFonts w:hint="eastAsia"/>
        </w:rPr>
        <w:t>，可以采用行业平均资产报酬率与品牌强度系数来予以确定，按式（3）计算：</w:t>
      </w:r>
    </w:p>
    <w:p w:rsidR="005D4E20" w:rsidRDefault="005D4E20" w:rsidP="005D4E20">
      <w:pPr>
        <w:pStyle w:val="aff9"/>
        <w:spacing w:line="440" w:lineRule="exact"/>
        <w:jc w:val="right"/>
      </w:pPr>
      <w:r w:rsidRPr="009633EB">
        <w:rPr>
          <w:position w:val="-4"/>
        </w:rPr>
        <w:object w:dxaOrig="940" w:dyaOrig="260">
          <v:shape id="_x0000_i1037" type="#_x0000_t75" style="width:46.5pt;height:13.5pt" o:ole="">
            <v:imagedata r:id="rId33" o:title=""/>
          </v:shape>
          <o:OLEObject Type="Embed" ProgID="Equation.DSMT4" ShapeID="_x0000_i1037" DrawAspect="Content" ObjectID="_1599049960" r:id="rId34"/>
        </w:object>
      </w:r>
      <w:r w:rsidRPr="009633EB">
        <w:rPr>
          <w:rFonts w:hint="eastAsia"/>
        </w:rPr>
        <w:t>………………………………………………………(3)</w:t>
      </w:r>
    </w:p>
    <w:p w:rsidR="005D4E20" w:rsidRPr="009633EB" w:rsidRDefault="005D4E20" w:rsidP="005D4E20">
      <w:pPr>
        <w:pStyle w:val="aff9"/>
        <w:spacing w:line="440" w:lineRule="exact"/>
        <w:jc w:val="left"/>
      </w:pPr>
      <w:r w:rsidRPr="009633EB">
        <w:rPr>
          <w:position w:val="-4"/>
        </w:rPr>
        <w:object w:dxaOrig="180" w:dyaOrig="200">
          <v:shape id="_x0000_i1038" type="#_x0000_t75" style="width:9pt;height:9.75pt" o:ole="">
            <v:imagedata r:id="rId35" o:title=""/>
          </v:shape>
          <o:OLEObject Type="Embed" ProgID="Equation.DSMT4" ShapeID="_x0000_i1038" DrawAspect="Content" ObjectID="_1599049961" r:id="rId36"/>
        </w:object>
      </w:r>
      <w:r w:rsidRPr="009633EB">
        <w:rPr>
          <w:rFonts w:hint="eastAsia"/>
        </w:rPr>
        <w:t xml:space="preserve">   ——品牌</w:t>
      </w:r>
      <w:r>
        <w:rPr>
          <w:rFonts w:hint="eastAsia"/>
        </w:rPr>
        <w:t>资产折现率</w:t>
      </w:r>
    </w:p>
    <w:p w:rsidR="005D4E20" w:rsidRPr="009633EB" w:rsidRDefault="005D4E20" w:rsidP="005D4E20">
      <w:pPr>
        <w:pStyle w:val="aff9"/>
        <w:spacing w:line="440" w:lineRule="exact"/>
      </w:pPr>
      <w:r w:rsidRPr="009633EB">
        <w:rPr>
          <w:position w:val="-4"/>
        </w:rPr>
        <w:object w:dxaOrig="240" w:dyaOrig="260">
          <v:shape id="_x0000_i1039" type="#_x0000_t75" style="width:12pt;height:13.5pt" o:ole="">
            <v:imagedata r:id="rId37" o:title=""/>
          </v:shape>
          <o:OLEObject Type="Embed" ProgID="Equation.DSMT4" ShapeID="_x0000_i1039" DrawAspect="Content" ObjectID="_1599049962" r:id="rId38"/>
        </w:object>
      </w:r>
      <w:r w:rsidRPr="009633EB">
        <w:rPr>
          <w:rFonts w:hint="eastAsia"/>
        </w:rPr>
        <w:t xml:space="preserve">   ——</w:t>
      </w:r>
      <w:r>
        <w:rPr>
          <w:rFonts w:hint="eastAsia"/>
        </w:rPr>
        <w:t>品牌所在</w:t>
      </w:r>
      <w:r w:rsidRPr="009633EB">
        <w:rPr>
          <w:rFonts w:hint="eastAsia"/>
        </w:rPr>
        <w:t>行业平均资产报酬率</w:t>
      </w:r>
    </w:p>
    <w:p w:rsidR="005D4E20" w:rsidRPr="009633EB" w:rsidRDefault="005D4E20" w:rsidP="005D4E20">
      <w:pPr>
        <w:pStyle w:val="aff9"/>
        <w:spacing w:line="440" w:lineRule="exact"/>
      </w:pPr>
      <w:r w:rsidRPr="009633EB">
        <w:rPr>
          <w:rFonts w:hAnsi="宋体"/>
          <w:position w:val="-4"/>
          <w:szCs w:val="21"/>
        </w:rPr>
        <w:object w:dxaOrig="240" w:dyaOrig="260">
          <v:shape id="_x0000_i1040" type="#_x0000_t75" style="width:12pt;height:13.5pt" o:ole="">
            <v:imagedata r:id="rId39" o:title=""/>
          </v:shape>
          <o:OLEObject Type="Embed" ProgID="Equation.DSMT4" ShapeID="_x0000_i1040" DrawAspect="Content" ObjectID="_1599049963" r:id="rId40"/>
        </w:object>
      </w:r>
      <w:r w:rsidRPr="009633EB">
        <w:rPr>
          <w:rFonts w:hAnsi="宋体" w:hint="eastAsia"/>
          <w:szCs w:val="21"/>
        </w:rPr>
        <w:t xml:space="preserve"> </w:t>
      </w:r>
      <w:r w:rsidRPr="009633EB">
        <w:rPr>
          <w:rFonts w:hint="eastAsia"/>
          <w:sz w:val="15"/>
          <w:szCs w:val="21"/>
        </w:rPr>
        <w:t xml:space="preserve">   </w:t>
      </w:r>
      <w:r>
        <w:rPr>
          <w:rFonts w:hint="eastAsia"/>
          <w:szCs w:val="21"/>
        </w:rPr>
        <w:t>——</w:t>
      </w:r>
      <w:r w:rsidRPr="009633EB">
        <w:rPr>
          <w:szCs w:val="21"/>
        </w:rPr>
        <w:t>评估</w:t>
      </w:r>
      <w:r w:rsidRPr="009633EB">
        <w:rPr>
          <w:rFonts w:hAnsi="宋体" w:hint="eastAsia"/>
          <w:szCs w:val="21"/>
        </w:rPr>
        <w:t>年度该品牌的强度系数；</w:t>
      </w:r>
    </w:p>
    <w:p w:rsidR="00C23DE7" w:rsidRPr="000861A7" w:rsidRDefault="00C23DE7" w:rsidP="00C23DE7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35" w:name="_Toc488071467"/>
      <w:r w:rsidRPr="00E67945">
        <w:rPr>
          <w:rFonts w:ascii="Times New Roman" w:eastAsia="黑体" w:hAnsi="Times New Roman"/>
          <w:b w:val="0"/>
          <w:sz w:val="21"/>
          <w:szCs w:val="21"/>
        </w:rPr>
        <w:t>4.</w:t>
      </w:r>
      <w:r w:rsidR="005D4E20">
        <w:rPr>
          <w:rFonts w:ascii="Times New Roman" w:eastAsia="黑体" w:hAnsi="Times New Roman" w:hint="eastAsia"/>
          <w:b w:val="0"/>
          <w:sz w:val="21"/>
          <w:szCs w:val="21"/>
        </w:rPr>
        <w:t>5</w:t>
      </w:r>
      <w:r w:rsidRPr="000861A7">
        <w:rPr>
          <w:rFonts w:ascii="Times New Roman" w:eastAsia="黑体" w:hAnsi="Times New Roman"/>
          <w:b w:val="0"/>
          <w:sz w:val="21"/>
          <w:szCs w:val="21"/>
        </w:rPr>
        <w:t xml:space="preserve"> </w:t>
      </w:r>
      <w:r w:rsidRPr="000861A7">
        <w:rPr>
          <w:rFonts w:ascii="Times New Roman" w:eastAsia="黑体" w:hAnsi="Times New Roman"/>
          <w:b w:val="0"/>
          <w:sz w:val="21"/>
          <w:szCs w:val="21"/>
        </w:rPr>
        <w:t>品牌强度系数</w:t>
      </w:r>
      <w:bookmarkEnd w:id="35"/>
    </w:p>
    <w:p w:rsidR="0047530B" w:rsidRDefault="0047530B" w:rsidP="0047530B">
      <w:pPr>
        <w:pStyle w:val="aff9"/>
        <w:spacing w:line="440" w:lineRule="exact"/>
      </w:pPr>
      <w:r>
        <w:rPr>
          <w:rFonts w:hint="eastAsia"/>
        </w:rPr>
        <w:t>品牌强度系数，通常为取值范围在[0.4,1.7]的数值，按式（4）计算：</w:t>
      </w:r>
    </w:p>
    <w:p w:rsidR="0047530B" w:rsidRPr="00E5554F" w:rsidRDefault="0047530B" w:rsidP="0047530B">
      <w:pPr>
        <w:jc w:val="right"/>
      </w:pPr>
      <w:r w:rsidRPr="007D54C3">
        <w:rPr>
          <w:position w:val="-28"/>
        </w:rPr>
        <w:object w:dxaOrig="1040" w:dyaOrig="660">
          <v:shape id="_x0000_i1041" type="#_x0000_t75" style="width:52.5pt;height:33pt" o:ole="">
            <v:imagedata r:id="rId41" o:title=""/>
          </v:shape>
          <o:OLEObject Type="Embed" ProgID="Equation.DSMT4" ShapeID="_x0000_i1041" DrawAspect="Content" ObjectID="_1599049964" r:id="rId42"/>
        </w:object>
      </w:r>
      <w:r>
        <w:rPr>
          <w:rFonts w:hint="eastAsia"/>
        </w:rPr>
        <w:t xml:space="preserve">        </w:t>
      </w:r>
      <w:r w:rsidRPr="00C62101">
        <w:rPr>
          <w:rFonts w:ascii="宋体" w:hAnsi="宋体"/>
          <w:szCs w:val="21"/>
        </w:rPr>
        <w:t>………………</w:t>
      </w:r>
      <w:r>
        <w:rPr>
          <w:rFonts w:ascii="宋体" w:hAnsi="宋体"/>
          <w:szCs w:val="21"/>
        </w:rPr>
        <w:t>………</w:t>
      </w:r>
      <w:r w:rsidRPr="00C62101">
        <w:rPr>
          <w:rFonts w:ascii="宋体" w:hAnsi="宋体"/>
          <w:szCs w:val="21"/>
        </w:rPr>
        <w:t>…………………</w:t>
      </w:r>
      <w:r w:rsidRPr="00C62101"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</w:rPr>
        <w:t>4</w:t>
      </w:r>
      <w:r w:rsidRPr="00C62101">
        <w:rPr>
          <w:rFonts w:ascii="宋体" w:hAnsi="宋体" w:hint="eastAsia"/>
          <w:szCs w:val="21"/>
        </w:rPr>
        <w:t>)</w:t>
      </w:r>
    </w:p>
    <w:p w:rsidR="0047530B" w:rsidRDefault="0047530B" w:rsidP="0047530B">
      <w:pPr>
        <w:spacing w:line="500" w:lineRule="exact"/>
        <w:ind w:firstLineChars="196" w:firstLine="412"/>
        <w:jc w:val="left"/>
      </w:pPr>
    </w:p>
    <w:p w:rsidR="0047530B" w:rsidRDefault="0047530B" w:rsidP="0047530B">
      <w:pPr>
        <w:spacing w:line="500" w:lineRule="exact"/>
        <w:ind w:firstLineChars="152" w:firstLine="319"/>
        <w:jc w:val="left"/>
      </w:pPr>
      <w:r>
        <w:rPr>
          <w:rFonts w:hint="eastAsia"/>
        </w:rPr>
        <w:t>式中：</w:t>
      </w:r>
    </w:p>
    <w:p w:rsidR="0047530B" w:rsidRDefault="0047530B" w:rsidP="0047530B">
      <w:pPr>
        <w:spacing w:line="500" w:lineRule="exact"/>
        <w:ind w:firstLineChars="152" w:firstLine="319"/>
        <w:jc w:val="left"/>
      </w:pPr>
      <w:r>
        <w:rPr>
          <w:rFonts w:hint="eastAsia"/>
        </w:rPr>
        <w:t>K</w:t>
      </w:r>
      <w:r>
        <w:rPr>
          <w:rFonts w:hint="eastAsia"/>
        </w:rPr>
        <w:t>——品牌强度得分，</w:t>
      </w:r>
      <w:r>
        <w:rPr>
          <w:rFonts w:hint="eastAsia"/>
        </w:rPr>
        <w:t>K</w:t>
      </w:r>
      <w:r>
        <w:rPr>
          <w:rFonts w:hint="eastAsia"/>
        </w:rPr>
        <w:t>值越大，对应的</w:t>
      </w:r>
      <w:r>
        <w:rPr>
          <w:rFonts w:hint="eastAsia"/>
        </w:rPr>
        <w:t>R</w:t>
      </w:r>
      <w:r>
        <w:rPr>
          <w:rFonts w:hint="eastAsia"/>
        </w:rPr>
        <w:t>取值越小；</w:t>
      </w:r>
    </w:p>
    <w:p w:rsidR="0047530B" w:rsidRDefault="0047530B" w:rsidP="0047530B">
      <w:pPr>
        <w:spacing w:line="500" w:lineRule="exact"/>
        <w:ind w:firstLineChars="152" w:firstLine="319"/>
        <w:jc w:val="left"/>
      </w:pPr>
      <w:r w:rsidRPr="007D54C3">
        <w:rPr>
          <w:position w:val="-10"/>
        </w:rPr>
        <w:object w:dxaOrig="600" w:dyaOrig="320">
          <v:shape id="_x0000_i1042" type="#_x0000_t75" style="width:30pt;height:15.75pt" o:ole="">
            <v:imagedata r:id="rId43" o:title=""/>
          </v:shape>
          <o:OLEObject Type="Embed" ProgID="Equation.DSMT4" ShapeID="_x0000_i1042" DrawAspect="Content" ObjectID="_1599049965" r:id="rId44"/>
        </w:object>
      </w:r>
      <w:r>
        <w:t>——</w:t>
      </w:r>
      <w:r>
        <w:rPr>
          <w:rFonts w:hint="eastAsia"/>
        </w:rPr>
        <w:t>以</w:t>
      </w:r>
      <w:r>
        <w:t>K</w:t>
      </w:r>
      <w:r>
        <w:t>为变量的</w:t>
      </w:r>
      <w:r>
        <w:rPr>
          <w:rFonts w:hint="eastAsia"/>
        </w:rPr>
        <w:t>函数关系公式，可根据我国品牌发展情况、所在</w:t>
      </w:r>
      <w:r>
        <w:t>行业</w:t>
      </w:r>
      <w:r>
        <w:rPr>
          <w:rFonts w:hint="eastAsia"/>
        </w:rPr>
        <w:t>市场实际情况而设定。</w:t>
      </w:r>
    </w:p>
    <w:p w:rsidR="0047530B" w:rsidRPr="000861A7" w:rsidRDefault="0047530B" w:rsidP="0047530B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r w:rsidRPr="00E67945">
        <w:rPr>
          <w:rFonts w:ascii="Times New Roman" w:eastAsia="黑体" w:hAnsi="Times New Roman"/>
          <w:b w:val="0"/>
          <w:sz w:val="21"/>
          <w:szCs w:val="21"/>
        </w:rPr>
        <w:t>4.</w:t>
      </w:r>
      <w:r>
        <w:rPr>
          <w:rFonts w:ascii="Times New Roman" w:eastAsia="黑体" w:hAnsi="Times New Roman" w:hint="eastAsia"/>
          <w:b w:val="0"/>
          <w:sz w:val="21"/>
          <w:szCs w:val="21"/>
        </w:rPr>
        <w:t>6</w:t>
      </w:r>
      <w:r w:rsidRPr="000861A7">
        <w:rPr>
          <w:rFonts w:ascii="Times New Roman" w:eastAsia="黑体" w:hAnsi="Times New Roman"/>
          <w:b w:val="0"/>
          <w:sz w:val="21"/>
          <w:szCs w:val="21"/>
        </w:rPr>
        <w:t xml:space="preserve"> </w:t>
      </w:r>
      <w:r w:rsidRPr="000861A7">
        <w:rPr>
          <w:rFonts w:ascii="Times New Roman" w:eastAsia="黑体" w:hAnsi="Times New Roman"/>
          <w:b w:val="0"/>
          <w:sz w:val="21"/>
          <w:szCs w:val="21"/>
        </w:rPr>
        <w:t>品牌强度</w:t>
      </w:r>
      <w:r>
        <w:rPr>
          <w:rFonts w:ascii="Times New Roman" w:eastAsia="黑体" w:hAnsi="Times New Roman"/>
          <w:b w:val="0"/>
          <w:sz w:val="21"/>
          <w:szCs w:val="21"/>
        </w:rPr>
        <w:t>得分</w:t>
      </w:r>
    </w:p>
    <w:p w:rsidR="0047530B" w:rsidRDefault="0047530B" w:rsidP="0047530B">
      <w:pPr>
        <w:spacing w:line="500" w:lineRule="exact"/>
        <w:ind w:firstLineChars="196" w:firstLine="412"/>
      </w:pPr>
      <w:r>
        <w:rPr>
          <w:rFonts w:hint="eastAsia"/>
        </w:rPr>
        <w:t>品牌强度得分，通过邀请</w:t>
      </w:r>
      <w:r>
        <w:t>行业、品牌、财务等领域的相关专家，针对该品牌强度评价指标体系中的各</w:t>
      </w:r>
      <w:r>
        <w:rPr>
          <w:rFonts w:hint="eastAsia"/>
        </w:rPr>
        <w:t>项</w:t>
      </w:r>
      <w:r>
        <w:t>指标情况进行打分，运用加权平均的方法计算得到品牌强度的得分。</w:t>
      </w:r>
    </w:p>
    <w:p w:rsidR="0047530B" w:rsidRDefault="0047530B" w:rsidP="0047530B">
      <w:pPr>
        <w:spacing w:line="500" w:lineRule="exact"/>
        <w:ind w:firstLineChars="196" w:firstLine="412"/>
        <w:jc w:val="left"/>
        <w:rPr>
          <w:rFonts w:ascii="宋体" w:hAnsi="宋体"/>
          <w:szCs w:val="21"/>
        </w:rPr>
      </w:pPr>
      <w:r>
        <w:rPr>
          <w:rFonts w:hint="eastAsia"/>
        </w:rPr>
        <w:t>品牌强度得分，按</w:t>
      </w:r>
      <w:r w:rsidRPr="006A7CE2">
        <w:rPr>
          <w:rFonts w:ascii="宋体" w:hAnsi="宋体" w:hint="eastAsia"/>
          <w:szCs w:val="21"/>
        </w:rPr>
        <w:t>式（</w:t>
      </w:r>
      <w:r>
        <w:rPr>
          <w:rFonts w:ascii="宋体" w:hAnsi="宋体" w:hint="eastAsia"/>
          <w:szCs w:val="21"/>
        </w:rPr>
        <w:t>5</w:t>
      </w:r>
      <w:r w:rsidRPr="006A7CE2">
        <w:rPr>
          <w:rFonts w:ascii="宋体" w:hAnsi="宋体" w:hint="eastAsia"/>
          <w:szCs w:val="21"/>
        </w:rPr>
        <w:t>）计算：</w:t>
      </w:r>
    </w:p>
    <w:p w:rsidR="0047530B" w:rsidRDefault="00D51339" w:rsidP="0047530B">
      <w:pPr>
        <w:spacing w:line="500" w:lineRule="exact"/>
        <w:ind w:firstLineChars="196" w:firstLine="412"/>
        <w:jc w:val="left"/>
        <w:rPr>
          <w:rFonts w:ascii="宋体" w:hAnsi="宋体"/>
          <w:szCs w:val="21"/>
        </w:rPr>
      </w:pPr>
      <w:r>
        <w:rPr>
          <w:noProof/>
        </w:rPr>
        <w:object w:dxaOrig="1440" w:dyaOrig="1440">
          <v:shape id="_x0000_s1031" type="#_x0000_t75" style="position:absolute;left:0;text-align:left;margin-left:112.4pt;margin-top:15.35pt;width:112.3pt;height:43.7pt;z-index:251661824">
            <v:imagedata r:id="rId45" o:title=""/>
          </v:shape>
          <o:OLEObject Type="Embed" ProgID="Equation.DSMT4" ShapeID="_x0000_s1031" DrawAspect="Content" ObjectID="_1599049967" r:id="rId46"/>
        </w:object>
      </w:r>
    </w:p>
    <w:p w:rsidR="0047530B" w:rsidRDefault="0047530B" w:rsidP="0047530B">
      <w:pPr>
        <w:spacing w:line="500" w:lineRule="exact"/>
        <w:ind w:firstLineChars="196" w:firstLine="412"/>
        <w:jc w:val="right"/>
      </w:pPr>
      <w:r>
        <w:rPr>
          <w:rFonts w:hint="eastAsia"/>
        </w:rPr>
        <w:t xml:space="preserve">                                         </w:t>
      </w:r>
      <w:r w:rsidRPr="00C62101">
        <w:rPr>
          <w:rFonts w:ascii="宋体" w:hAnsi="宋体"/>
          <w:szCs w:val="21"/>
        </w:rPr>
        <w:t>…………</w:t>
      </w:r>
      <w:r>
        <w:rPr>
          <w:rFonts w:ascii="宋体" w:hAnsi="宋体"/>
          <w:szCs w:val="21"/>
        </w:rPr>
        <w:t>………</w:t>
      </w:r>
      <w:r w:rsidRPr="00C62101">
        <w:rPr>
          <w:rFonts w:ascii="宋体" w:hAnsi="宋体"/>
          <w:szCs w:val="21"/>
        </w:rPr>
        <w:t>………………………</w:t>
      </w:r>
      <w:r w:rsidRPr="00C62101"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</w:rPr>
        <w:t>5</w:t>
      </w:r>
      <w:r w:rsidRPr="00C62101">
        <w:rPr>
          <w:rFonts w:ascii="宋体" w:hAnsi="宋体" w:hint="eastAsia"/>
          <w:szCs w:val="21"/>
        </w:rPr>
        <w:t>)</w:t>
      </w:r>
    </w:p>
    <w:p w:rsidR="0047530B" w:rsidRDefault="0047530B" w:rsidP="0047530B">
      <w:pPr>
        <w:spacing w:line="500" w:lineRule="exact"/>
        <w:ind w:firstLineChars="196" w:firstLine="412"/>
        <w:jc w:val="left"/>
      </w:pPr>
      <w:r>
        <w:rPr>
          <w:rFonts w:hint="eastAsia"/>
        </w:rPr>
        <w:t>式中：</w:t>
      </w:r>
    </w:p>
    <w:p w:rsidR="0047530B" w:rsidRDefault="0047530B" w:rsidP="0047530B">
      <w:pPr>
        <w:spacing w:line="500" w:lineRule="exact"/>
        <w:ind w:firstLineChars="196" w:firstLine="412"/>
        <w:jc w:val="left"/>
      </w:pPr>
      <w:r>
        <w:rPr>
          <w:rFonts w:hint="eastAsia"/>
        </w:rPr>
        <w:t>K</w:t>
      </w:r>
      <w:r>
        <w:rPr>
          <w:rFonts w:hint="eastAsia"/>
        </w:rPr>
        <w:t>——品牌强度得分；</w:t>
      </w:r>
    </w:p>
    <w:p w:rsidR="0047530B" w:rsidRDefault="0047530B" w:rsidP="0047530B">
      <w:pPr>
        <w:spacing w:line="500" w:lineRule="exact"/>
        <w:ind w:firstLineChars="196" w:firstLine="412"/>
        <w:jc w:val="left"/>
      </w:pPr>
      <w:r>
        <w:rPr>
          <w:rFonts w:hint="eastAsia"/>
        </w:rPr>
        <w:t>K</w:t>
      </w:r>
      <w:r w:rsidRPr="00956C91">
        <w:rPr>
          <w:rFonts w:hint="eastAsia"/>
          <w:vertAlign w:val="subscript"/>
        </w:rPr>
        <w:t>ij</w:t>
      </w:r>
      <w:r>
        <w:rPr>
          <w:rFonts w:hint="eastAsia"/>
        </w:rPr>
        <w:t>——第</w:t>
      </w:r>
      <w:r>
        <w:rPr>
          <w:rFonts w:hint="eastAsia"/>
        </w:rPr>
        <w:t>i</w:t>
      </w:r>
      <w:r>
        <w:rPr>
          <w:rFonts w:hint="eastAsia"/>
        </w:rPr>
        <w:t>个一级指标下第</w:t>
      </w:r>
      <w:r>
        <w:rPr>
          <w:rFonts w:hint="eastAsia"/>
        </w:rPr>
        <w:t>j</w:t>
      </w:r>
      <w:r>
        <w:rPr>
          <w:rFonts w:hint="eastAsia"/>
        </w:rPr>
        <w:t>个二级指标评估值；</w:t>
      </w:r>
    </w:p>
    <w:p w:rsidR="00C23DE7" w:rsidRDefault="0047530B" w:rsidP="0047530B">
      <w:pPr>
        <w:spacing w:line="500" w:lineRule="exact"/>
        <w:ind w:firstLineChars="196" w:firstLine="412"/>
        <w:jc w:val="left"/>
      </w:pPr>
      <w:r>
        <w:rPr>
          <w:rFonts w:hint="eastAsia"/>
        </w:rPr>
        <w:t>W</w:t>
      </w:r>
      <w:r w:rsidRPr="00956C91">
        <w:rPr>
          <w:rFonts w:hint="eastAsia"/>
          <w:vertAlign w:val="subscript"/>
        </w:rPr>
        <w:t>ij</w:t>
      </w:r>
      <w:r>
        <w:rPr>
          <w:rFonts w:hint="eastAsia"/>
        </w:rPr>
        <w:t>——第</w:t>
      </w:r>
      <w:r>
        <w:rPr>
          <w:rFonts w:hint="eastAsia"/>
        </w:rPr>
        <w:t>i</w:t>
      </w:r>
      <w:r>
        <w:rPr>
          <w:rFonts w:hint="eastAsia"/>
        </w:rPr>
        <w:t>个一级指标下第</w:t>
      </w:r>
      <w:r>
        <w:rPr>
          <w:rFonts w:hint="eastAsia"/>
        </w:rPr>
        <w:t>j</w:t>
      </w:r>
      <w:r>
        <w:rPr>
          <w:rFonts w:hint="eastAsia"/>
        </w:rPr>
        <w:t>个二级指标对品牌强度得分的影响权重。</w:t>
      </w:r>
    </w:p>
    <w:p w:rsidR="0047530B" w:rsidRPr="0047530B" w:rsidRDefault="0047530B" w:rsidP="0047530B">
      <w:pPr>
        <w:spacing w:line="500" w:lineRule="exact"/>
        <w:ind w:firstLineChars="196" w:firstLine="412"/>
        <w:jc w:val="left"/>
      </w:pPr>
    </w:p>
    <w:p w:rsidR="00C23DE7" w:rsidRPr="000861A7" w:rsidRDefault="00C23DE7" w:rsidP="00C23DE7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36" w:name="_Toc488071468"/>
      <w:r w:rsidRPr="000861A7">
        <w:rPr>
          <w:rFonts w:ascii="Times New Roman" w:eastAsia="黑体" w:hAnsi="Times New Roman"/>
          <w:b w:val="0"/>
          <w:sz w:val="21"/>
          <w:szCs w:val="21"/>
        </w:rPr>
        <w:t xml:space="preserve">5 </w:t>
      </w:r>
      <w:bookmarkEnd w:id="36"/>
      <w:r w:rsidR="0047530B">
        <w:rPr>
          <w:rFonts w:ascii="Times New Roman" w:eastAsia="黑体" w:hAnsi="Times New Roman"/>
          <w:b w:val="0"/>
          <w:sz w:val="21"/>
          <w:szCs w:val="21"/>
        </w:rPr>
        <w:t>评价过程</w:t>
      </w:r>
    </w:p>
    <w:p w:rsidR="0047530B" w:rsidRPr="0047530B" w:rsidRDefault="00C23DE7" w:rsidP="0047530B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37" w:name="_Toc488071469"/>
      <w:r w:rsidRPr="000861A7">
        <w:rPr>
          <w:rFonts w:ascii="Times New Roman" w:eastAsia="黑体" w:hAnsi="Times New Roman"/>
          <w:b w:val="0"/>
          <w:sz w:val="21"/>
          <w:szCs w:val="21"/>
        </w:rPr>
        <w:t>5.1</w:t>
      </w:r>
      <w:bookmarkEnd w:id="37"/>
      <w:r w:rsidR="0047530B">
        <w:rPr>
          <w:rFonts w:ascii="Times New Roman" w:eastAsia="黑体" w:hAnsi="Times New Roman" w:hint="eastAsia"/>
          <w:b w:val="0"/>
          <w:sz w:val="21"/>
          <w:szCs w:val="21"/>
        </w:rPr>
        <w:t xml:space="preserve"> </w:t>
      </w:r>
      <w:r w:rsidR="0047530B" w:rsidRPr="0047530B">
        <w:rPr>
          <w:rFonts w:ascii="Times New Roman" w:eastAsia="黑体" w:hAnsi="Times New Roman"/>
          <w:b w:val="0"/>
          <w:sz w:val="21"/>
          <w:szCs w:val="21"/>
        </w:rPr>
        <w:t>识别评价目的</w:t>
      </w:r>
    </w:p>
    <w:p w:rsidR="0047530B" w:rsidRDefault="0047530B" w:rsidP="0047530B">
      <w:pPr>
        <w:spacing w:line="440" w:lineRule="exact"/>
        <w:ind w:firstLineChars="202" w:firstLine="424"/>
        <w:rPr>
          <w:rFonts w:hAnsi="宋体"/>
          <w:szCs w:val="21"/>
        </w:rPr>
      </w:pPr>
      <w:r>
        <w:rPr>
          <w:rFonts w:hAnsi="宋体"/>
          <w:szCs w:val="21"/>
        </w:rPr>
        <w:t>根据测算意向用途、结果使用方、被测算品牌特性等因素确定评价目的。不同的评价目的，会影响</w:t>
      </w:r>
      <w:r>
        <w:rPr>
          <w:rFonts w:hAnsi="宋体"/>
          <w:szCs w:val="21"/>
        </w:rPr>
        <w:lastRenderedPageBreak/>
        <w:t>评价程序、测算精度和结果报告形式。</w:t>
      </w:r>
    </w:p>
    <w:p w:rsidR="0047530B" w:rsidRPr="0047530B" w:rsidRDefault="0047530B" w:rsidP="0047530B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38" w:name="_Toc338072188"/>
      <w:bookmarkStart w:id="39" w:name="_Toc310928275"/>
      <w:bookmarkStart w:id="40" w:name="_Toc377374787"/>
      <w:bookmarkStart w:id="41" w:name="_Toc377374903"/>
      <w:bookmarkStart w:id="42" w:name="_Toc377544069"/>
      <w:bookmarkStart w:id="43" w:name="_Toc381774090"/>
      <w:bookmarkStart w:id="44" w:name="_Toc389747598"/>
      <w:bookmarkStart w:id="45" w:name="_Toc389758229"/>
      <w:bookmarkStart w:id="46" w:name="_Toc390675746"/>
      <w:bookmarkStart w:id="47" w:name="_Toc390680766"/>
      <w:bookmarkStart w:id="48" w:name="_Toc390858695"/>
      <w:bookmarkStart w:id="49" w:name="_Toc396118512"/>
      <w:bookmarkStart w:id="50" w:name="_Toc396227343"/>
      <w:bookmarkStart w:id="51" w:name="_Toc396805744"/>
      <w:bookmarkStart w:id="52" w:name="_Toc396808676"/>
      <w:bookmarkStart w:id="53" w:name="_Toc396809973"/>
      <w:r>
        <w:rPr>
          <w:rFonts w:ascii="Times New Roman" w:eastAsia="黑体" w:hAnsi="Times New Roman" w:hint="eastAsia"/>
          <w:b w:val="0"/>
          <w:sz w:val="21"/>
          <w:szCs w:val="21"/>
        </w:rPr>
        <w:t xml:space="preserve">5.2 </w:t>
      </w:r>
      <w:r w:rsidRPr="0047530B">
        <w:rPr>
          <w:rFonts w:ascii="Times New Roman" w:eastAsia="黑体" w:hAnsi="Times New Roman"/>
          <w:b w:val="0"/>
          <w:sz w:val="21"/>
          <w:szCs w:val="21"/>
        </w:rPr>
        <w:t>描述测算品牌</w:t>
      </w:r>
      <w:bookmarkStart w:id="54" w:name="_Toc310928276"/>
      <w:bookmarkStart w:id="55" w:name="_Toc338072189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47530B" w:rsidRDefault="0047530B" w:rsidP="0047530B">
      <w:pPr>
        <w:spacing w:line="440" w:lineRule="exact"/>
        <w:ind w:firstLineChars="202" w:firstLine="424"/>
        <w:rPr>
          <w:rFonts w:hAnsi="宋体"/>
          <w:szCs w:val="21"/>
        </w:rPr>
      </w:pPr>
      <w:r>
        <w:rPr>
          <w:rFonts w:hAnsi="宋体"/>
          <w:szCs w:val="21"/>
        </w:rPr>
        <w:t>测算前应识别、界定和描述接受评价的品牌，包括其产品范围、价值范围等。</w:t>
      </w:r>
    </w:p>
    <w:p w:rsidR="0047530B" w:rsidRPr="0047530B" w:rsidRDefault="0047530B" w:rsidP="0047530B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r>
        <w:rPr>
          <w:rFonts w:ascii="Times New Roman" w:eastAsia="黑体" w:hAnsi="Times New Roman" w:hint="eastAsia"/>
          <w:b w:val="0"/>
          <w:sz w:val="21"/>
          <w:szCs w:val="21"/>
        </w:rPr>
        <w:t xml:space="preserve">5.3 </w:t>
      </w:r>
      <w:r w:rsidRPr="0047530B">
        <w:rPr>
          <w:rFonts w:ascii="Times New Roman" w:eastAsia="黑体" w:hAnsi="Times New Roman" w:hint="eastAsia"/>
          <w:b w:val="0"/>
          <w:sz w:val="21"/>
          <w:szCs w:val="21"/>
        </w:rPr>
        <w:t>判断测算方法的适用性</w:t>
      </w:r>
    </w:p>
    <w:p w:rsidR="0047530B" w:rsidRPr="00A226FE" w:rsidRDefault="0047530B" w:rsidP="0047530B">
      <w:pPr>
        <w:spacing w:line="360" w:lineRule="auto"/>
        <w:ind w:firstLineChars="202" w:firstLine="424"/>
        <w:rPr>
          <w:rFonts w:hAnsi="宋体"/>
          <w:szCs w:val="21"/>
        </w:rPr>
      </w:pPr>
      <w:r w:rsidRPr="00A226FE">
        <w:rPr>
          <w:rFonts w:hAnsi="宋体" w:hint="eastAsia"/>
          <w:szCs w:val="21"/>
        </w:rPr>
        <w:t>根据待评价品牌的特点，判断其是否适用该方法，可以</w:t>
      </w:r>
      <w:r w:rsidRPr="00A226FE">
        <w:rPr>
          <w:rFonts w:hAnsi="宋体"/>
          <w:szCs w:val="21"/>
        </w:rPr>
        <w:t>从以下方面考虑：</w:t>
      </w:r>
    </w:p>
    <w:p w:rsidR="0047530B" w:rsidRPr="00A226FE" w:rsidRDefault="0047530B" w:rsidP="0047530B">
      <w:pPr>
        <w:spacing w:line="360" w:lineRule="auto"/>
        <w:ind w:firstLineChars="202" w:firstLine="424"/>
        <w:rPr>
          <w:rFonts w:hAnsi="宋体"/>
          <w:szCs w:val="21"/>
        </w:rPr>
      </w:pPr>
      <w:r w:rsidRPr="00A226FE">
        <w:rPr>
          <w:rFonts w:hAnsi="宋体" w:hint="eastAsia"/>
          <w:szCs w:val="21"/>
        </w:rPr>
        <w:t>——品牌</w:t>
      </w:r>
      <w:r w:rsidRPr="00A226FE">
        <w:rPr>
          <w:rFonts w:hAnsi="宋体"/>
          <w:szCs w:val="21"/>
        </w:rPr>
        <w:t>经营状况，如盈利状况</w:t>
      </w:r>
      <w:r w:rsidRPr="00A226FE">
        <w:rPr>
          <w:rFonts w:hAnsi="宋体" w:hint="eastAsia"/>
          <w:szCs w:val="21"/>
        </w:rPr>
        <w:t>；</w:t>
      </w:r>
    </w:p>
    <w:p w:rsidR="0047530B" w:rsidRPr="00A226FE" w:rsidRDefault="0047530B" w:rsidP="0047530B">
      <w:pPr>
        <w:spacing w:line="360" w:lineRule="auto"/>
        <w:ind w:firstLineChars="202" w:firstLine="424"/>
        <w:rPr>
          <w:rFonts w:hAnsi="宋体"/>
          <w:szCs w:val="21"/>
        </w:rPr>
      </w:pPr>
      <w:r w:rsidRPr="00A226FE">
        <w:rPr>
          <w:rFonts w:hAnsi="宋体"/>
          <w:szCs w:val="21"/>
        </w:rPr>
        <w:t>——</w:t>
      </w:r>
      <w:r w:rsidRPr="00A226FE">
        <w:rPr>
          <w:rFonts w:hAnsi="宋体" w:hint="eastAsia"/>
          <w:szCs w:val="21"/>
        </w:rPr>
        <w:t>方法中</w:t>
      </w:r>
      <w:r w:rsidRPr="00A226FE">
        <w:rPr>
          <w:rFonts w:hAnsi="宋体"/>
          <w:szCs w:val="21"/>
        </w:rPr>
        <w:t>所涉及的各项评价指标数据</w:t>
      </w:r>
      <w:r w:rsidRPr="00A226FE">
        <w:rPr>
          <w:rFonts w:hAnsi="宋体" w:hint="eastAsia"/>
          <w:szCs w:val="21"/>
        </w:rPr>
        <w:t>的</w:t>
      </w:r>
      <w:r w:rsidRPr="00A226FE">
        <w:rPr>
          <w:rFonts w:hAnsi="宋体"/>
          <w:szCs w:val="21"/>
        </w:rPr>
        <w:t>可获性</w:t>
      </w:r>
      <w:r w:rsidRPr="00A226FE">
        <w:rPr>
          <w:rFonts w:hAnsi="宋体" w:hint="eastAsia"/>
          <w:szCs w:val="21"/>
        </w:rPr>
        <w:t>；</w:t>
      </w:r>
    </w:p>
    <w:p w:rsidR="0047530B" w:rsidRPr="00A226FE" w:rsidRDefault="0047530B" w:rsidP="0047530B">
      <w:pPr>
        <w:spacing w:line="360" w:lineRule="auto"/>
        <w:ind w:firstLineChars="202" w:firstLine="424"/>
        <w:rPr>
          <w:rFonts w:hAnsi="宋体"/>
          <w:szCs w:val="21"/>
        </w:rPr>
      </w:pPr>
      <w:r w:rsidRPr="00A226FE">
        <w:rPr>
          <w:rFonts w:hAnsi="宋体" w:hint="eastAsia"/>
          <w:szCs w:val="21"/>
        </w:rPr>
        <w:t>——</w:t>
      </w:r>
      <w:r w:rsidRPr="00A226FE">
        <w:rPr>
          <w:rFonts w:hAnsi="宋体"/>
          <w:szCs w:val="21"/>
        </w:rPr>
        <w:t>评价的目的；</w:t>
      </w:r>
    </w:p>
    <w:p w:rsidR="0047530B" w:rsidRPr="00A226FE" w:rsidRDefault="0047530B" w:rsidP="0047530B">
      <w:pPr>
        <w:spacing w:line="360" w:lineRule="auto"/>
        <w:ind w:firstLineChars="202" w:firstLine="424"/>
        <w:rPr>
          <w:rFonts w:hAnsi="宋体"/>
          <w:szCs w:val="21"/>
        </w:rPr>
      </w:pPr>
      <w:r w:rsidRPr="00A226FE">
        <w:rPr>
          <w:rFonts w:hAnsi="宋体"/>
          <w:szCs w:val="21"/>
        </w:rPr>
        <w:t>——评价结果的</w:t>
      </w:r>
      <w:r w:rsidRPr="00A226FE">
        <w:rPr>
          <w:rFonts w:hAnsi="宋体" w:hint="eastAsia"/>
          <w:szCs w:val="21"/>
        </w:rPr>
        <w:t>一致性</w:t>
      </w:r>
      <w:r w:rsidRPr="00A226FE">
        <w:rPr>
          <w:rFonts w:hAnsi="宋体"/>
          <w:szCs w:val="21"/>
        </w:rPr>
        <w:t>要求，等。</w:t>
      </w:r>
    </w:p>
    <w:p w:rsidR="0047530B" w:rsidRPr="0047530B" w:rsidRDefault="0047530B" w:rsidP="0047530B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r>
        <w:rPr>
          <w:rFonts w:ascii="Times New Roman" w:eastAsia="黑体" w:hAnsi="Times New Roman" w:hint="eastAsia"/>
          <w:b w:val="0"/>
          <w:sz w:val="21"/>
          <w:szCs w:val="21"/>
        </w:rPr>
        <w:t xml:space="preserve">5.4 </w:t>
      </w:r>
      <w:r w:rsidRPr="0047530B">
        <w:rPr>
          <w:rFonts w:ascii="Times New Roman" w:eastAsia="黑体" w:hAnsi="Times New Roman" w:hint="eastAsia"/>
          <w:b w:val="0"/>
          <w:sz w:val="21"/>
          <w:szCs w:val="21"/>
        </w:rPr>
        <w:t>确定品牌强度评价指标体系</w:t>
      </w:r>
    </w:p>
    <w:p w:rsidR="0047530B" w:rsidRPr="00A86F08" w:rsidRDefault="0047530B" w:rsidP="0047530B">
      <w:pPr>
        <w:spacing w:line="360" w:lineRule="auto"/>
        <w:ind w:firstLineChars="202" w:firstLine="424"/>
        <w:rPr>
          <w:rFonts w:hAnsi="宋体"/>
          <w:szCs w:val="21"/>
        </w:rPr>
      </w:pPr>
      <w:r w:rsidRPr="00A226FE">
        <w:rPr>
          <w:rFonts w:hAnsi="宋体" w:hint="eastAsia"/>
          <w:szCs w:val="21"/>
        </w:rPr>
        <w:t>品牌强度应综合考虑品牌在质量、技术、服务、有形</w:t>
      </w:r>
      <w:r w:rsidRPr="00A226FE">
        <w:rPr>
          <w:rFonts w:hAnsi="宋体"/>
          <w:szCs w:val="21"/>
        </w:rPr>
        <w:t>要素以及</w:t>
      </w:r>
      <w:r w:rsidRPr="00A226FE">
        <w:rPr>
          <w:rFonts w:hAnsi="宋体" w:hint="eastAsia"/>
          <w:szCs w:val="21"/>
        </w:rPr>
        <w:t>其他</w:t>
      </w:r>
      <w:r w:rsidRPr="00A226FE">
        <w:rPr>
          <w:rFonts w:hAnsi="宋体"/>
          <w:szCs w:val="21"/>
        </w:rPr>
        <w:t>无形要素</w:t>
      </w:r>
      <w:r w:rsidRPr="00A226FE">
        <w:rPr>
          <w:rFonts w:hAnsi="宋体" w:hint="eastAsia"/>
          <w:szCs w:val="21"/>
        </w:rPr>
        <w:t>等方面的表现，品牌</w:t>
      </w:r>
      <w:r w:rsidRPr="00A226FE">
        <w:rPr>
          <w:rFonts w:hAnsi="宋体"/>
          <w:szCs w:val="21"/>
        </w:rPr>
        <w:t>强度</w:t>
      </w:r>
      <w:r w:rsidRPr="00A226FE">
        <w:rPr>
          <w:rFonts w:hAnsi="宋体" w:hint="eastAsia"/>
          <w:szCs w:val="21"/>
        </w:rPr>
        <w:t>评价指标选择可以参考</w:t>
      </w:r>
      <w:r w:rsidRPr="00A226FE">
        <w:rPr>
          <w:rFonts w:hAnsi="宋体" w:hint="eastAsia"/>
          <w:szCs w:val="21"/>
        </w:rPr>
        <w:t>GB/TXXXX</w:t>
      </w:r>
      <w:r w:rsidRPr="00A226FE">
        <w:rPr>
          <w:rFonts w:hAnsi="宋体" w:hint="eastAsia"/>
          <w:szCs w:val="21"/>
        </w:rPr>
        <w:t>——</w:t>
      </w:r>
      <w:r w:rsidRPr="00A226FE">
        <w:rPr>
          <w:rFonts w:hAnsi="宋体" w:hint="eastAsia"/>
          <w:szCs w:val="21"/>
        </w:rPr>
        <w:t xml:space="preserve">GB/TXXXX </w:t>
      </w:r>
      <w:r w:rsidRPr="00A226FE">
        <w:rPr>
          <w:rFonts w:hAnsi="宋体" w:hint="eastAsia"/>
          <w:szCs w:val="21"/>
        </w:rPr>
        <w:t>品牌价值要素评价系列标准。根据品牌所属行业的特性及品牌所处的发展阶段，确定品牌强度评价指标及其权重。</w:t>
      </w:r>
    </w:p>
    <w:p w:rsidR="0047530B" w:rsidRDefault="0047530B" w:rsidP="0047530B">
      <w:pPr>
        <w:ind w:firstLineChars="202" w:firstLine="424"/>
      </w:pPr>
    </w:p>
    <w:p w:rsidR="0047530B" w:rsidRPr="0047530B" w:rsidRDefault="0047530B" w:rsidP="0047530B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56" w:name="_Toc377374788"/>
      <w:bookmarkStart w:id="57" w:name="_Toc377374904"/>
      <w:bookmarkStart w:id="58" w:name="_Toc377544070"/>
      <w:bookmarkStart w:id="59" w:name="_Toc381774091"/>
      <w:bookmarkStart w:id="60" w:name="_Toc389747599"/>
      <w:bookmarkStart w:id="61" w:name="_Toc389758230"/>
      <w:bookmarkStart w:id="62" w:name="_Toc390675747"/>
      <w:bookmarkStart w:id="63" w:name="_Toc390680767"/>
      <w:bookmarkStart w:id="64" w:name="_Toc390858696"/>
      <w:bookmarkStart w:id="65" w:name="_Toc396118513"/>
      <w:bookmarkStart w:id="66" w:name="_Toc396227344"/>
      <w:bookmarkStart w:id="67" w:name="_Toc396805745"/>
      <w:bookmarkStart w:id="68" w:name="_Toc396808677"/>
      <w:bookmarkStart w:id="69" w:name="_Toc396809974"/>
      <w:r>
        <w:rPr>
          <w:rFonts w:ascii="Times New Roman" w:eastAsia="黑体" w:hAnsi="Times New Roman" w:hint="eastAsia"/>
          <w:b w:val="0"/>
          <w:sz w:val="21"/>
          <w:szCs w:val="21"/>
        </w:rPr>
        <w:t xml:space="preserve">5.5 </w:t>
      </w:r>
      <w:r w:rsidRPr="0047530B">
        <w:rPr>
          <w:rFonts w:ascii="Times New Roman" w:eastAsia="黑体" w:hAnsi="Times New Roman"/>
          <w:b w:val="0"/>
          <w:sz w:val="21"/>
          <w:szCs w:val="21"/>
        </w:rPr>
        <w:t>确定模型</w:t>
      </w:r>
      <w:bookmarkEnd w:id="54"/>
      <w:r w:rsidRPr="0047530B">
        <w:rPr>
          <w:rFonts w:ascii="Times New Roman" w:eastAsia="黑体" w:hAnsi="Times New Roman"/>
          <w:b w:val="0"/>
          <w:sz w:val="21"/>
          <w:szCs w:val="21"/>
        </w:rPr>
        <w:t>参数</w:t>
      </w:r>
      <w:bookmarkStart w:id="70" w:name="_Toc310928277"/>
      <w:bookmarkStart w:id="71" w:name="_Toc338072190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47530B" w:rsidRDefault="0047530B" w:rsidP="0047530B">
      <w:pPr>
        <w:spacing w:line="440" w:lineRule="exact"/>
        <w:ind w:firstLineChars="202" w:firstLine="424"/>
        <w:rPr>
          <w:szCs w:val="21"/>
        </w:rPr>
      </w:pPr>
      <w:r>
        <w:rPr>
          <w:rFonts w:hAnsi="宋体"/>
          <w:szCs w:val="21"/>
        </w:rPr>
        <w:t>根据国家有关政策规定和当前市场经济情况，确定：</w:t>
      </w:r>
    </w:p>
    <w:p w:rsidR="0047530B" w:rsidRDefault="0047530B" w:rsidP="0047530B">
      <w:pPr>
        <w:spacing w:line="440" w:lineRule="exact"/>
        <w:ind w:firstLineChars="202" w:firstLine="424"/>
        <w:rPr>
          <w:szCs w:val="21"/>
        </w:rPr>
      </w:pPr>
      <w:r>
        <w:rPr>
          <w:szCs w:val="21"/>
        </w:rPr>
        <w:t>――</w:t>
      </w:r>
      <w:r>
        <w:rPr>
          <w:rFonts w:hAnsi="宋体"/>
          <w:szCs w:val="21"/>
        </w:rPr>
        <w:t>评价年和评价周期；</w:t>
      </w:r>
    </w:p>
    <w:p w:rsidR="0047530B" w:rsidRDefault="0047530B" w:rsidP="0047530B">
      <w:pPr>
        <w:spacing w:line="440" w:lineRule="exact"/>
        <w:ind w:firstLineChars="202" w:firstLine="424"/>
      </w:pPr>
      <w:r>
        <w:rPr>
          <w:szCs w:val="21"/>
        </w:rPr>
        <w:t>――</w:t>
      </w:r>
      <w:r>
        <w:rPr>
          <w:szCs w:val="21"/>
        </w:rPr>
        <w:t>品牌评价年度净利润、品牌分成率、品牌分成区间、品牌资产折现率、</w:t>
      </w:r>
      <w:r>
        <w:rPr>
          <w:rFonts w:hAnsi="宋体"/>
          <w:szCs w:val="21"/>
        </w:rPr>
        <w:t>行业平均</w:t>
      </w:r>
      <w:r>
        <w:rPr>
          <w:rFonts w:hAnsi="宋体" w:hint="eastAsia"/>
          <w:szCs w:val="21"/>
        </w:rPr>
        <w:t>资本报酬率、品牌强度得分、品牌强度系数</w:t>
      </w:r>
      <w:r>
        <w:rPr>
          <w:rFonts w:hAnsi="宋体"/>
          <w:szCs w:val="21"/>
        </w:rPr>
        <w:t>等模型参数。</w:t>
      </w:r>
    </w:p>
    <w:p w:rsidR="0047530B" w:rsidRPr="0047530B" w:rsidRDefault="0047530B" w:rsidP="0047530B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72" w:name="_Toc377374789"/>
      <w:bookmarkStart w:id="73" w:name="_Toc377374905"/>
      <w:bookmarkStart w:id="74" w:name="_Toc377544071"/>
      <w:bookmarkStart w:id="75" w:name="_Toc381774092"/>
      <w:bookmarkStart w:id="76" w:name="_Toc389747600"/>
      <w:bookmarkStart w:id="77" w:name="_Toc389758231"/>
      <w:bookmarkStart w:id="78" w:name="_Toc390675748"/>
      <w:bookmarkStart w:id="79" w:name="_Toc390680768"/>
      <w:bookmarkStart w:id="80" w:name="_Toc390858697"/>
      <w:bookmarkStart w:id="81" w:name="_Toc396118514"/>
      <w:bookmarkStart w:id="82" w:name="_Toc396227345"/>
      <w:bookmarkStart w:id="83" w:name="_Toc396805746"/>
      <w:bookmarkStart w:id="84" w:name="_Toc396808678"/>
      <w:bookmarkStart w:id="85" w:name="_Toc396809975"/>
      <w:r>
        <w:rPr>
          <w:rFonts w:ascii="Times New Roman" w:eastAsia="黑体" w:hAnsi="Times New Roman" w:hint="eastAsia"/>
          <w:b w:val="0"/>
          <w:sz w:val="21"/>
          <w:szCs w:val="21"/>
        </w:rPr>
        <w:t xml:space="preserve">5.6 </w:t>
      </w:r>
      <w:r w:rsidRPr="0047530B">
        <w:rPr>
          <w:rFonts w:ascii="Times New Roman" w:eastAsia="黑体" w:hAnsi="Times New Roman"/>
          <w:b w:val="0"/>
          <w:sz w:val="21"/>
          <w:szCs w:val="21"/>
        </w:rPr>
        <w:t>采集测算数据</w:t>
      </w:r>
      <w:bookmarkStart w:id="86" w:name="_Toc310928278"/>
      <w:bookmarkStart w:id="87" w:name="_Toc338072191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47530B" w:rsidRDefault="0047530B" w:rsidP="0047530B">
      <w:pPr>
        <w:spacing w:line="440" w:lineRule="exact"/>
        <w:ind w:firstLineChars="202" w:firstLine="424"/>
      </w:pPr>
      <w:r>
        <w:t>遵循真实、准确、客观的原则，采集企业财务与其他信息，作为企业或第三方评价的输入值。</w:t>
      </w:r>
    </w:p>
    <w:p w:rsidR="0047530B" w:rsidRPr="0047530B" w:rsidRDefault="0047530B" w:rsidP="0047530B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88" w:name="_Toc377374790"/>
      <w:bookmarkStart w:id="89" w:name="_Toc377374906"/>
      <w:bookmarkStart w:id="90" w:name="_Toc377544072"/>
      <w:bookmarkStart w:id="91" w:name="_Toc381774093"/>
      <w:bookmarkStart w:id="92" w:name="_Toc389747601"/>
      <w:bookmarkStart w:id="93" w:name="_Toc389758232"/>
      <w:bookmarkStart w:id="94" w:name="_Toc390675749"/>
      <w:bookmarkStart w:id="95" w:name="_Toc390680769"/>
      <w:bookmarkStart w:id="96" w:name="_Toc390858698"/>
      <w:bookmarkStart w:id="97" w:name="_Toc396118515"/>
      <w:bookmarkStart w:id="98" w:name="_Toc396227346"/>
      <w:bookmarkStart w:id="99" w:name="_Toc396805747"/>
      <w:bookmarkStart w:id="100" w:name="_Toc396808679"/>
      <w:bookmarkStart w:id="101" w:name="_Toc396809976"/>
      <w:r>
        <w:rPr>
          <w:rFonts w:ascii="Times New Roman" w:eastAsia="黑体" w:hAnsi="Times New Roman" w:hint="eastAsia"/>
          <w:b w:val="0"/>
          <w:sz w:val="21"/>
          <w:szCs w:val="21"/>
        </w:rPr>
        <w:t xml:space="preserve">5.7 </w:t>
      </w:r>
      <w:r w:rsidRPr="0047530B">
        <w:rPr>
          <w:rFonts w:ascii="Times New Roman" w:eastAsia="黑体" w:hAnsi="Times New Roman"/>
          <w:b w:val="0"/>
          <w:sz w:val="21"/>
          <w:szCs w:val="21"/>
        </w:rPr>
        <w:t>执行测算过程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47530B" w:rsidRDefault="0047530B" w:rsidP="0047530B">
      <w:pPr>
        <w:spacing w:line="440" w:lineRule="exact"/>
        <w:ind w:firstLineChars="202" w:firstLine="424"/>
      </w:pPr>
      <w:r>
        <w:t>测算过程包括：</w:t>
      </w:r>
    </w:p>
    <w:p w:rsidR="0047530B" w:rsidRDefault="0047530B" w:rsidP="0047530B">
      <w:pPr>
        <w:spacing w:line="440" w:lineRule="exact"/>
        <w:ind w:firstLineChars="202" w:firstLine="424"/>
      </w:pPr>
      <w:r>
        <w:rPr>
          <w:rFonts w:hint="eastAsia"/>
        </w:rPr>
        <w:t>——根据式（</w:t>
      </w:r>
      <w:r>
        <w:rPr>
          <w:rFonts w:hint="eastAsia"/>
        </w:rPr>
        <w:t>5</w:t>
      </w:r>
      <w:r>
        <w:rPr>
          <w:rFonts w:hint="eastAsia"/>
        </w:rPr>
        <w:t>），计算品牌强度得分，根据式（</w:t>
      </w:r>
      <w:r>
        <w:rPr>
          <w:rFonts w:hint="eastAsia"/>
        </w:rPr>
        <w:t>4</w:t>
      </w:r>
      <w:r>
        <w:rPr>
          <w:rFonts w:hint="eastAsia"/>
        </w:rPr>
        <w:t>），计算品牌强度系数；</w:t>
      </w:r>
    </w:p>
    <w:p w:rsidR="0047530B" w:rsidRDefault="0047530B" w:rsidP="0047530B">
      <w:pPr>
        <w:spacing w:line="440" w:lineRule="exact"/>
        <w:ind w:firstLineChars="202" w:firstLine="424"/>
      </w:pPr>
      <w:r>
        <w:t>――</w:t>
      </w:r>
      <w:r>
        <w:t>根据式（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，计算品牌分成率；</w:t>
      </w:r>
    </w:p>
    <w:p w:rsidR="0047530B" w:rsidRDefault="0047530B" w:rsidP="0047530B">
      <w:pPr>
        <w:spacing w:line="440" w:lineRule="exact"/>
        <w:ind w:firstLineChars="202" w:firstLine="424"/>
      </w:pPr>
      <w:r>
        <w:t>――</w:t>
      </w:r>
      <w:r>
        <w:t>根据式（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>，计算品牌资产折现率；</w:t>
      </w:r>
    </w:p>
    <w:p w:rsidR="0047530B" w:rsidRDefault="0047530B" w:rsidP="0047530B">
      <w:pPr>
        <w:spacing w:line="440" w:lineRule="exact"/>
        <w:ind w:firstLineChars="202" w:firstLine="424"/>
      </w:pPr>
      <w:r>
        <w:t>――</w:t>
      </w:r>
      <w:r>
        <w:t>将上述信息输入到式（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中，计算所测算品牌的价值。</w:t>
      </w:r>
    </w:p>
    <w:p w:rsidR="0047530B" w:rsidRPr="0047530B" w:rsidRDefault="0047530B" w:rsidP="0047530B">
      <w:pPr>
        <w:pStyle w:val="1"/>
        <w:spacing w:before="0" w:after="0" w:line="360" w:lineRule="auto"/>
        <w:jc w:val="left"/>
        <w:rPr>
          <w:rFonts w:ascii="Times New Roman" w:eastAsia="黑体" w:hAnsi="Times New Roman"/>
          <w:b w:val="0"/>
          <w:sz w:val="21"/>
          <w:szCs w:val="21"/>
        </w:rPr>
      </w:pPr>
      <w:bookmarkStart w:id="102" w:name="_Toc310928279"/>
      <w:bookmarkStart w:id="103" w:name="_Toc338072192"/>
      <w:bookmarkStart w:id="104" w:name="_Toc377374791"/>
      <w:bookmarkStart w:id="105" w:name="_Toc377374907"/>
      <w:bookmarkStart w:id="106" w:name="_Toc377544073"/>
      <w:bookmarkStart w:id="107" w:name="_Toc381774094"/>
      <w:bookmarkStart w:id="108" w:name="_Toc389747602"/>
      <w:bookmarkStart w:id="109" w:name="_Toc389758233"/>
      <w:bookmarkStart w:id="110" w:name="_Toc390675750"/>
      <w:bookmarkStart w:id="111" w:name="_Toc390680770"/>
      <w:bookmarkStart w:id="112" w:name="_Toc390858699"/>
      <w:bookmarkStart w:id="113" w:name="_Toc396118516"/>
      <w:bookmarkStart w:id="114" w:name="_Toc396227347"/>
      <w:bookmarkStart w:id="115" w:name="_Toc396805748"/>
      <w:bookmarkStart w:id="116" w:name="_Toc396808680"/>
      <w:bookmarkStart w:id="117" w:name="_Toc396809977"/>
      <w:r>
        <w:rPr>
          <w:rFonts w:ascii="Times New Roman" w:eastAsia="黑体" w:hAnsi="Times New Roman" w:hint="eastAsia"/>
          <w:b w:val="0"/>
          <w:sz w:val="21"/>
          <w:szCs w:val="21"/>
        </w:rPr>
        <w:t xml:space="preserve">5.8 </w:t>
      </w:r>
      <w:r w:rsidRPr="0047530B">
        <w:rPr>
          <w:rFonts w:ascii="Times New Roman" w:eastAsia="黑体" w:hAnsi="Times New Roman"/>
          <w:b w:val="0"/>
          <w:sz w:val="21"/>
          <w:szCs w:val="21"/>
        </w:rPr>
        <w:t>报告测算结果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47530B" w:rsidRDefault="0047530B" w:rsidP="0047530B">
      <w:pPr>
        <w:spacing w:line="440" w:lineRule="exact"/>
        <w:ind w:firstLineChars="202" w:firstLine="424"/>
      </w:pPr>
      <w:r>
        <w:t>根据评价目的，选择适当形式报告测算结果。</w:t>
      </w:r>
    </w:p>
    <w:p w:rsidR="00C23DE7" w:rsidRDefault="00C23DE7" w:rsidP="00C23DE7">
      <w:pPr>
        <w:spacing w:line="360" w:lineRule="auto"/>
        <w:jc w:val="left"/>
        <w:rPr>
          <w:rFonts w:eastAsia="黑体"/>
          <w:b/>
          <w:szCs w:val="21"/>
        </w:rPr>
      </w:pPr>
      <w:bookmarkStart w:id="118" w:name="_Toc327543166"/>
      <w:r w:rsidRPr="000861A7">
        <w:rPr>
          <w:szCs w:val="21"/>
        </w:rPr>
        <w:br w:type="page"/>
      </w:r>
      <w:bookmarkEnd w:id="118"/>
      <w:r w:rsidRPr="000861A7">
        <w:rPr>
          <w:rFonts w:eastAsia="黑体"/>
          <w:b/>
          <w:szCs w:val="21"/>
        </w:rPr>
        <w:lastRenderedPageBreak/>
        <w:t>附录</w:t>
      </w:r>
      <w:r w:rsidRPr="000861A7">
        <w:rPr>
          <w:rFonts w:eastAsia="黑体"/>
          <w:b/>
          <w:szCs w:val="21"/>
        </w:rPr>
        <w:t xml:space="preserve">A </w:t>
      </w:r>
    </w:p>
    <w:p w:rsidR="0047530B" w:rsidRPr="00A7058A" w:rsidRDefault="0047530B" w:rsidP="0047530B">
      <w:pPr>
        <w:pStyle w:val="1"/>
        <w:spacing w:before="0" w:after="0" w:line="240" w:lineRule="auto"/>
        <w:jc w:val="center"/>
        <w:rPr>
          <w:rFonts w:ascii="宋体" w:hAnsi="宋体"/>
          <w:sz w:val="21"/>
          <w:szCs w:val="21"/>
        </w:rPr>
      </w:pPr>
      <w:bookmarkStart w:id="119" w:name="_Toc520465324"/>
      <w:r>
        <w:rPr>
          <w:rFonts w:ascii="宋体" w:hAnsi="宋体" w:hint="eastAsia"/>
          <w:sz w:val="21"/>
          <w:szCs w:val="21"/>
        </w:rPr>
        <w:t>本标准使用的</w:t>
      </w:r>
      <w:r w:rsidRPr="00A7058A">
        <w:rPr>
          <w:rFonts w:ascii="宋体" w:hAnsi="宋体" w:hint="eastAsia"/>
          <w:sz w:val="21"/>
          <w:szCs w:val="21"/>
        </w:rPr>
        <w:t>符号</w:t>
      </w:r>
      <w:r>
        <w:rPr>
          <w:rFonts w:ascii="宋体" w:hAnsi="宋体" w:hint="eastAsia"/>
          <w:sz w:val="21"/>
          <w:szCs w:val="21"/>
        </w:rPr>
        <w:t>与缩写</w:t>
      </w:r>
      <w:bookmarkEnd w:id="119"/>
    </w:p>
    <w:p w:rsidR="0047530B" w:rsidRPr="00C068DA" w:rsidRDefault="0047530B" w:rsidP="0047530B">
      <w:pPr>
        <w:jc w:val="center"/>
      </w:pPr>
      <w:r w:rsidRPr="00C068DA">
        <w:rPr>
          <w:rFonts w:hint="eastAsia"/>
        </w:rPr>
        <w:t>（</w:t>
      </w:r>
      <w:r>
        <w:rPr>
          <w:rFonts w:hint="eastAsia"/>
        </w:rPr>
        <w:t>资料</w:t>
      </w:r>
      <w:r w:rsidRPr="00C068DA">
        <w:rPr>
          <w:rFonts w:hint="eastAsia"/>
        </w:rPr>
        <w:t>性附录）</w:t>
      </w:r>
    </w:p>
    <w:p w:rsidR="0047530B" w:rsidRDefault="0047530B" w:rsidP="0047530B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本标准使用的</w:t>
      </w:r>
      <w:r w:rsidRPr="00A7058A">
        <w:rPr>
          <w:rFonts w:ascii="宋体" w:hAnsi="宋体" w:hint="eastAsia"/>
          <w:szCs w:val="21"/>
        </w:rPr>
        <w:t>符号</w:t>
      </w:r>
      <w:r>
        <w:rPr>
          <w:rFonts w:ascii="宋体" w:hAnsi="宋体" w:hint="eastAsia"/>
          <w:szCs w:val="21"/>
        </w:rPr>
        <w:t>与缩写如下表A.1所示。</w:t>
      </w:r>
    </w:p>
    <w:p w:rsidR="0047530B" w:rsidRDefault="0047530B" w:rsidP="0047530B">
      <w:pPr>
        <w:jc w:val="center"/>
        <w:rPr>
          <w:b/>
        </w:rPr>
      </w:pPr>
      <w:r w:rsidRPr="00D52952">
        <w:rPr>
          <w:rFonts w:hint="eastAsia"/>
          <w:b/>
        </w:rPr>
        <w:t>表</w:t>
      </w:r>
      <w:r w:rsidRPr="00D52952">
        <w:rPr>
          <w:rFonts w:hint="eastAsia"/>
          <w:b/>
        </w:rPr>
        <w:t>A.1</w:t>
      </w:r>
      <w:r>
        <w:rPr>
          <w:rFonts w:hint="eastAsia"/>
          <w:b/>
        </w:rPr>
        <w:t xml:space="preserve"> </w:t>
      </w:r>
      <w:r w:rsidRPr="00137CA7">
        <w:rPr>
          <w:rFonts w:hint="eastAsia"/>
          <w:b/>
        </w:rPr>
        <w:t>本标准使用的符号与缩写</w:t>
      </w:r>
      <w:r w:rsidRPr="00D52952">
        <w:rPr>
          <w:rFonts w:hint="eastAsia"/>
          <w:b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118"/>
      </w:tblGrid>
      <w:tr w:rsidR="0047530B" w:rsidRPr="00413561" w:rsidTr="004C2F4F">
        <w:tc>
          <w:tcPr>
            <w:tcW w:w="6204" w:type="dxa"/>
          </w:tcPr>
          <w:p w:rsidR="0047530B" w:rsidRPr="00413561" w:rsidRDefault="0047530B" w:rsidP="004C2F4F">
            <w:pPr>
              <w:spacing w:line="360" w:lineRule="exact"/>
              <w:jc w:val="center"/>
              <w:rPr>
                <w:b/>
              </w:rPr>
            </w:pPr>
            <w:r w:rsidRPr="00413561">
              <w:rPr>
                <w:rFonts w:hint="eastAsia"/>
                <w:b/>
              </w:rPr>
              <w:t>指标名称</w:t>
            </w:r>
          </w:p>
        </w:tc>
        <w:tc>
          <w:tcPr>
            <w:tcW w:w="3118" w:type="dxa"/>
          </w:tcPr>
          <w:p w:rsidR="0047530B" w:rsidRPr="00413561" w:rsidRDefault="0047530B" w:rsidP="004C2F4F">
            <w:pPr>
              <w:spacing w:line="360" w:lineRule="exact"/>
              <w:jc w:val="center"/>
              <w:rPr>
                <w:b/>
              </w:rPr>
            </w:pPr>
            <w:r w:rsidRPr="00413561">
              <w:rPr>
                <w:rFonts w:hint="eastAsia"/>
                <w:b/>
              </w:rPr>
              <w:t>符号</w:t>
            </w:r>
          </w:p>
        </w:tc>
      </w:tr>
      <w:tr w:rsidR="0047530B" w:rsidRPr="00D52952" w:rsidTr="004C2F4F">
        <w:tc>
          <w:tcPr>
            <w:tcW w:w="6204" w:type="dxa"/>
            <w:vAlign w:val="center"/>
          </w:tcPr>
          <w:p w:rsidR="0047530B" w:rsidRPr="00D52952" w:rsidRDefault="0047530B" w:rsidP="004C2F4F">
            <w:pPr>
              <w:spacing w:line="360" w:lineRule="exact"/>
              <w:ind w:firstLineChars="83" w:firstLine="174"/>
            </w:pPr>
            <w:r w:rsidRPr="009A2AE4">
              <w:rPr>
                <w:rFonts w:hint="eastAsia"/>
              </w:rPr>
              <w:t>品牌货币价值</w:t>
            </w:r>
          </w:p>
        </w:tc>
        <w:tc>
          <w:tcPr>
            <w:tcW w:w="3118" w:type="dxa"/>
          </w:tcPr>
          <w:p w:rsidR="0047530B" w:rsidRPr="00D52952" w:rsidRDefault="0047530B" w:rsidP="004C2F4F">
            <w:pPr>
              <w:spacing w:line="360" w:lineRule="exact"/>
              <w:jc w:val="center"/>
            </w:pPr>
            <w:r w:rsidRPr="009A2AE4">
              <w:rPr>
                <w:rFonts w:hint="eastAsia"/>
              </w:rPr>
              <w:t>V</w:t>
            </w:r>
            <w:r w:rsidRPr="0025177C">
              <w:rPr>
                <w:rFonts w:hint="eastAsia"/>
                <w:vertAlign w:val="subscript"/>
              </w:rPr>
              <w:t>B</w:t>
            </w:r>
          </w:p>
        </w:tc>
      </w:tr>
      <w:tr w:rsidR="0047530B" w:rsidRPr="00D52952" w:rsidTr="004C2F4F">
        <w:tc>
          <w:tcPr>
            <w:tcW w:w="6204" w:type="dxa"/>
            <w:vAlign w:val="center"/>
          </w:tcPr>
          <w:p w:rsidR="0047530B" w:rsidRPr="00D52952" w:rsidRDefault="0047530B" w:rsidP="004C2F4F">
            <w:pPr>
              <w:spacing w:line="360" w:lineRule="exact"/>
              <w:ind w:firstLineChars="83" w:firstLine="174"/>
            </w:pPr>
            <w:r w:rsidRPr="009A2AE4">
              <w:rPr>
                <w:rFonts w:hint="eastAsia"/>
              </w:rPr>
              <w:fldChar w:fldCharType="begin"/>
            </w:r>
            <w:r w:rsidRPr="009A2AE4">
              <w:rPr>
                <w:rFonts w:hint="eastAsia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eastAsia="方正仿宋简体" w:hAnsi="Cambria Math"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方正仿宋简体" w:hAnsi="Cambria Math"/>
                      <w:sz w:val="32"/>
                      <w:szCs w:val="32"/>
                    </w:rPr>
                    <m:t>BCF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方正仿宋简体" w:hAnsi="Cambria Math"/>
                      <w:sz w:val="32"/>
                      <w:szCs w:val="32"/>
                    </w:rPr>
                    <m:t>t</m:t>
                  </m:r>
                </m:sub>
              </m:sSub>
            </m:oMath>
            <w:r w:rsidRPr="009A2AE4">
              <w:rPr>
                <w:rFonts w:hint="eastAsia"/>
              </w:rPr>
              <w:instrText xml:space="preserve"> </w:instrText>
            </w:r>
            <w:r w:rsidRPr="009A2AE4"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企业全部收入中归属于品牌的分成率</w:t>
            </w:r>
          </w:p>
        </w:tc>
        <w:tc>
          <w:tcPr>
            <w:tcW w:w="3118" w:type="dxa"/>
          </w:tcPr>
          <w:p w:rsidR="0047530B" w:rsidRPr="00D52952" w:rsidRDefault="0047530B" w:rsidP="004C2F4F">
            <w:pPr>
              <w:spacing w:line="360" w:lineRule="exact"/>
              <w:jc w:val="center"/>
            </w:pPr>
            <w:r>
              <w:rPr>
                <w:rFonts w:hint="eastAsia"/>
              </w:rPr>
              <w:t>K</w:t>
            </w:r>
            <w:r>
              <w:rPr>
                <w:rFonts w:hint="eastAsia"/>
                <w:vertAlign w:val="subscript"/>
              </w:rPr>
              <w:t>P</w:t>
            </w:r>
          </w:p>
        </w:tc>
      </w:tr>
      <w:tr w:rsidR="0047530B" w:rsidRPr="00D52952" w:rsidTr="004C2F4F">
        <w:tc>
          <w:tcPr>
            <w:tcW w:w="6204" w:type="dxa"/>
            <w:vAlign w:val="center"/>
          </w:tcPr>
          <w:p w:rsidR="0047530B" w:rsidRPr="009A2AE4" w:rsidRDefault="0047530B" w:rsidP="004C2F4F">
            <w:pPr>
              <w:spacing w:line="360" w:lineRule="exact"/>
              <w:ind w:firstLineChars="83" w:firstLine="174"/>
            </w:pPr>
            <w:r>
              <w:rPr>
                <w:rFonts w:hint="eastAsia"/>
              </w:rPr>
              <w:t>企业所在行业品牌分成区间最低值</w:t>
            </w:r>
          </w:p>
        </w:tc>
        <w:tc>
          <w:tcPr>
            <w:tcW w:w="3118" w:type="dxa"/>
          </w:tcPr>
          <w:p w:rsidR="0047530B" w:rsidRDefault="0047530B" w:rsidP="004C2F4F">
            <w:pPr>
              <w:jc w:val="center"/>
            </w:pPr>
            <w:r w:rsidRPr="00C1594D">
              <w:rPr>
                <w:rFonts w:hint="eastAsia"/>
              </w:rPr>
              <w:t>K</w:t>
            </w:r>
            <w:r>
              <w:rPr>
                <w:rFonts w:hint="eastAsia"/>
                <w:vertAlign w:val="subscript"/>
              </w:rPr>
              <w:t>a</w:t>
            </w:r>
          </w:p>
        </w:tc>
      </w:tr>
      <w:tr w:rsidR="0047530B" w:rsidRPr="00D52952" w:rsidTr="004C2F4F">
        <w:tc>
          <w:tcPr>
            <w:tcW w:w="6204" w:type="dxa"/>
            <w:vAlign w:val="center"/>
          </w:tcPr>
          <w:p w:rsidR="0047530B" w:rsidRPr="009A2AE4" w:rsidRDefault="0047530B" w:rsidP="004C2F4F">
            <w:pPr>
              <w:spacing w:line="360" w:lineRule="exact"/>
              <w:ind w:firstLineChars="83" w:firstLine="174"/>
            </w:pPr>
            <w:r>
              <w:rPr>
                <w:rFonts w:hint="eastAsia"/>
              </w:rPr>
              <w:t>企业所在行业品牌分成区间最高值</w:t>
            </w:r>
          </w:p>
        </w:tc>
        <w:tc>
          <w:tcPr>
            <w:tcW w:w="3118" w:type="dxa"/>
          </w:tcPr>
          <w:p w:rsidR="0047530B" w:rsidRDefault="0047530B" w:rsidP="004C2F4F">
            <w:pPr>
              <w:jc w:val="center"/>
            </w:pPr>
            <w:r w:rsidRPr="00C1594D">
              <w:rPr>
                <w:rFonts w:hint="eastAsia"/>
              </w:rPr>
              <w:t>K</w:t>
            </w:r>
            <w:r>
              <w:rPr>
                <w:rFonts w:hint="eastAsia"/>
                <w:vertAlign w:val="subscript"/>
              </w:rPr>
              <w:t>b</w:t>
            </w:r>
          </w:p>
        </w:tc>
      </w:tr>
      <w:tr w:rsidR="0047530B" w:rsidRPr="00D52952" w:rsidTr="004C2F4F">
        <w:tc>
          <w:tcPr>
            <w:tcW w:w="6204" w:type="dxa"/>
            <w:vAlign w:val="center"/>
          </w:tcPr>
          <w:p w:rsidR="0047530B" w:rsidRPr="00D52952" w:rsidRDefault="0047530B" w:rsidP="004C2F4F">
            <w:pPr>
              <w:spacing w:line="360" w:lineRule="exact"/>
              <w:ind w:firstLineChars="83" w:firstLine="174"/>
            </w:pPr>
            <w:r>
              <w:t>t</w:t>
            </w:r>
            <w:r>
              <w:rPr>
                <w:rFonts w:hint="eastAsia"/>
              </w:rPr>
              <w:t>年度品牌的全部收入</w:t>
            </w:r>
          </w:p>
        </w:tc>
        <w:tc>
          <w:tcPr>
            <w:tcW w:w="3118" w:type="dxa"/>
          </w:tcPr>
          <w:p w:rsidR="0047530B" w:rsidRPr="00D52952" w:rsidRDefault="0047530B" w:rsidP="004C2F4F">
            <w:pPr>
              <w:spacing w:line="360" w:lineRule="exact"/>
              <w:jc w:val="center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  <w:vertAlign w:val="subscript"/>
              </w:rPr>
              <w:t>t</w:t>
            </w:r>
          </w:p>
        </w:tc>
      </w:tr>
      <w:tr w:rsidR="0047530B" w:rsidRPr="00D52952" w:rsidTr="004C2F4F">
        <w:tc>
          <w:tcPr>
            <w:tcW w:w="6204" w:type="dxa"/>
            <w:vAlign w:val="center"/>
          </w:tcPr>
          <w:p w:rsidR="0047530B" w:rsidRDefault="0047530B" w:rsidP="004C2F4F">
            <w:pPr>
              <w:spacing w:line="360" w:lineRule="exact"/>
              <w:ind w:firstLineChars="83" w:firstLine="174"/>
            </w:pPr>
            <w:r>
              <w:t>品牌资产折现率</w:t>
            </w:r>
          </w:p>
        </w:tc>
        <w:tc>
          <w:tcPr>
            <w:tcW w:w="3118" w:type="dxa"/>
          </w:tcPr>
          <w:p w:rsidR="0047530B" w:rsidRDefault="0047530B" w:rsidP="004C2F4F">
            <w:pPr>
              <w:spacing w:line="360" w:lineRule="exact"/>
              <w:jc w:val="center"/>
            </w:pPr>
            <w:r>
              <w:rPr>
                <w:rFonts w:hint="eastAsia"/>
              </w:rPr>
              <w:t>r</w:t>
            </w:r>
          </w:p>
        </w:tc>
      </w:tr>
      <w:tr w:rsidR="0047530B" w:rsidRPr="00D52952" w:rsidTr="004C2F4F">
        <w:tc>
          <w:tcPr>
            <w:tcW w:w="6204" w:type="dxa"/>
            <w:vAlign w:val="center"/>
          </w:tcPr>
          <w:p w:rsidR="0047530B" w:rsidRPr="00D52952" w:rsidRDefault="0047530B" w:rsidP="004C2F4F">
            <w:pPr>
              <w:spacing w:line="360" w:lineRule="exact"/>
              <w:ind w:firstLineChars="83" w:firstLine="174"/>
            </w:pPr>
            <w:r>
              <w:rPr>
                <w:rFonts w:hint="eastAsia"/>
              </w:rPr>
              <w:t>品牌强度系数</w:t>
            </w:r>
          </w:p>
        </w:tc>
        <w:tc>
          <w:tcPr>
            <w:tcW w:w="3118" w:type="dxa"/>
          </w:tcPr>
          <w:p w:rsidR="0047530B" w:rsidRPr="00D52952" w:rsidRDefault="0047530B" w:rsidP="004C2F4F">
            <w:pPr>
              <w:spacing w:line="360" w:lineRule="exact"/>
              <w:jc w:val="center"/>
            </w:pPr>
            <w:r>
              <w:rPr>
                <w:rFonts w:hint="eastAsia"/>
              </w:rPr>
              <w:t>R</w:t>
            </w:r>
          </w:p>
        </w:tc>
      </w:tr>
      <w:tr w:rsidR="0047530B" w:rsidRPr="00D52952" w:rsidTr="004C2F4F">
        <w:tc>
          <w:tcPr>
            <w:tcW w:w="6204" w:type="dxa"/>
            <w:vAlign w:val="center"/>
          </w:tcPr>
          <w:p w:rsidR="0047530B" w:rsidRDefault="0047530B" w:rsidP="004C2F4F">
            <w:pPr>
              <w:spacing w:line="360" w:lineRule="exact"/>
              <w:ind w:firstLineChars="83" w:firstLine="174"/>
            </w:pPr>
            <w:r>
              <w:rPr>
                <w:rFonts w:hint="eastAsia"/>
              </w:rPr>
              <w:t>品牌所在行业平均资产报酬率</w:t>
            </w:r>
          </w:p>
        </w:tc>
        <w:tc>
          <w:tcPr>
            <w:tcW w:w="3118" w:type="dxa"/>
          </w:tcPr>
          <w:p w:rsidR="0047530B" w:rsidRDefault="0047530B" w:rsidP="004C2F4F">
            <w:pPr>
              <w:spacing w:line="360" w:lineRule="exact"/>
              <w:jc w:val="center"/>
            </w:pPr>
            <w:r>
              <w:rPr>
                <w:rFonts w:hint="eastAsia"/>
              </w:rPr>
              <w:t>Z</w:t>
            </w:r>
          </w:p>
        </w:tc>
      </w:tr>
      <w:tr w:rsidR="0047530B" w:rsidRPr="00D52952" w:rsidTr="004C2F4F">
        <w:tc>
          <w:tcPr>
            <w:tcW w:w="6204" w:type="dxa"/>
            <w:vAlign w:val="center"/>
          </w:tcPr>
          <w:p w:rsidR="0047530B" w:rsidRPr="00D52952" w:rsidRDefault="0047530B" w:rsidP="004C2F4F">
            <w:pPr>
              <w:spacing w:line="360" w:lineRule="exact"/>
              <w:ind w:firstLineChars="83" w:firstLine="174"/>
            </w:pPr>
            <w:r>
              <w:rPr>
                <w:rFonts w:hint="eastAsia"/>
              </w:rPr>
              <w:t>品牌强度得分</w:t>
            </w:r>
          </w:p>
        </w:tc>
        <w:tc>
          <w:tcPr>
            <w:tcW w:w="3118" w:type="dxa"/>
          </w:tcPr>
          <w:p w:rsidR="0047530B" w:rsidRPr="00D52952" w:rsidRDefault="0047530B" w:rsidP="004C2F4F">
            <w:pPr>
              <w:spacing w:line="360" w:lineRule="exact"/>
              <w:jc w:val="center"/>
            </w:pPr>
            <w:r>
              <w:rPr>
                <w:rFonts w:hint="eastAsia"/>
              </w:rPr>
              <w:t>K</w:t>
            </w:r>
          </w:p>
        </w:tc>
      </w:tr>
      <w:tr w:rsidR="0047530B" w:rsidRPr="00D52952" w:rsidTr="004C2F4F">
        <w:tc>
          <w:tcPr>
            <w:tcW w:w="6204" w:type="dxa"/>
            <w:vAlign w:val="center"/>
          </w:tcPr>
          <w:p w:rsidR="0047530B" w:rsidRPr="00D52952" w:rsidRDefault="0047530B" w:rsidP="004C2F4F">
            <w:pPr>
              <w:spacing w:line="360" w:lineRule="exact"/>
              <w:ind w:firstLineChars="83" w:firstLine="174"/>
            </w:pPr>
            <w:r>
              <w:rPr>
                <w:rFonts w:hint="eastAsia"/>
              </w:rPr>
              <w:t>品牌收益期</w:t>
            </w:r>
          </w:p>
        </w:tc>
        <w:tc>
          <w:tcPr>
            <w:tcW w:w="3118" w:type="dxa"/>
          </w:tcPr>
          <w:p w:rsidR="0047530B" w:rsidRPr="00D52952" w:rsidRDefault="0047530B" w:rsidP="004C2F4F">
            <w:pPr>
              <w:spacing w:line="360" w:lineRule="exact"/>
              <w:jc w:val="center"/>
            </w:pPr>
            <w:r>
              <w:rPr>
                <w:rFonts w:ascii="宋体" w:hAnsi="宋体" w:hint="eastAsia"/>
                <w:szCs w:val="21"/>
              </w:rPr>
              <w:t>t</w:t>
            </w:r>
          </w:p>
        </w:tc>
      </w:tr>
      <w:tr w:rsidR="0047530B" w:rsidRPr="00D52952" w:rsidTr="004C2F4F">
        <w:tc>
          <w:tcPr>
            <w:tcW w:w="6204" w:type="dxa"/>
            <w:vAlign w:val="center"/>
          </w:tcPr>
          <w:p w:rsidR="0047530B" w:rsidRPr="009A2AE4" w:rsidRDefault="0047530B" w:rsidP="004C2F4F">
            <w:pPr>
              <w:spacing w:line="360" w:lineRule="exact"/>
              <w:ind w:firstLineChars="83" w:firstLine="174"/>
            </w:pPr>
            <w:r w:rsidRPr="00E2297D">
              <w:rPr>
                <w:rFonts w:hint="eastAsia"/>
              </w:rPr>
              <w:t>第</w:t>
            </w:r>
            <w:r w:rsidRPr="00E2297D">
              <w:rPr>
                <w:rFonts w:hint="eastAsia"/>
              </w:rPr>
              <w:t>i</w:t>
            </w:r>
            <w:r w:rsidRPr="00E2297D">
              <w:rPr>
                <w:rFonts w:hint="eastAsia"/>
              </w:rPr>
              <w:t>个指标下的第</w:t>
            </w:r>
            <w:r w:rsidRPr="00E2297D">
              <w:rPr>
                <w:rFonts w:hint="eastAsia"/>
              </w:rPr>
              <w:t>j</w:t>
            </w:r>
            <w:r w:rsidRPr="00E2297D">
              <w:rPr>
                <w:rFonts w:hint="eastAsia"/>
              </w:rPr>
              <w:t>个指标</w:t>
            </w:r>
            <w:r>
              <w:rPr>
                <w:rFonts w:hint="eastAsia"/>
              </w:rPr>
              <w:t>评估值</w:t>
            </w:r>
          </w:p>
        </w:tc>
        <w:tc>
          <w:tcPr>
            <w:tcW w:w="3118" w:type="dxa"/>
          </w:tcPr>
          <w:p w:rsidR="0047530B" w:rsidRPr="009A2AE4" w:rsidRDefault="0047530B" w:rsidP="004C2F4F">
            <w:pPr>
              <w:spacing w:line="360" w:lineRule="exact"/>
              <w:jc w:val="center"/>
            </w:pPr>
            <w:r w:rsidRPr="00263B9F">
              <w:rPr>
                <w:rFonts w:ascii="宋体" w:hAnsi="宋体" w:hint="eastAsia"/>
                <w:szCs w:val="21"/>
              </w:rPr>
              <w:t>K</w:t>
            </w:r>
            <w:r w:rsidRPr="00263B9F">
              <w:rPr>
                <w:rFonts w:ascii="宋体" w:hAnsi="宋体" w:hint="eastAsia"/>
                <w:szCs w:val="21"/>
                <w:vertAlign w:val="subscript"/>
              </w:rPr>
              <w:t>ij</w:t>
            </w:r>
          </w:p>
        </w:tc>
      </w:tr>
      <w:tr w:rsidR="0047530B" w:rsidRPr="00D52952" w:rsidTr="004C2F4F">
        <w:tc>
          <w:tcPr>
            <w:tcW w:w="6204" w:type="dxa"/>
            <w:vAlign w:val="center"/>
          </w:tcPr>
          <w:p w:rsidR="0047530B" w:rsidRDefault="0047530B" w:rsidP="004C2F4F">
            <w:pPr>
              <w:spacing w:line="360" w:lineRule="exact"/>
              <w:ind w:firstLineChars="83" w:firstLine="174"/>
            </w:pPr>
            <w:r w:rsidRPr="00E2297D">
              <w:rPr>
                <w:rFonts w:hint="eastAsia"/>
              </w:rPr>
              <w:t>第</w:t>
            </w:r>
            <w:r w:rsidRPr="00E2297D">
              <w:rPr>
                <w:rFonts w:hint="eastAsia"/>
              </w:rPr>
              <w:t>i</w:t>
            </w:r>
            <w:r w:rsidRPr="00E2297D">
              <w:rPr>
                <w:rFonts w:hint="eastAsia"/>
              </w:rPr>
              <w:t>个指标下的第</w:t>
            </w:r>
            <w:r w:rsidRPr="00E2297D">
              <w:rPr>
                <w:rFonts w:hint="eastAsia"/>
              </w:rPr>
              <w:t>j</w:t>
            </w:r>
            <w:r w:rsidRPr="00E2297D">
              <w:rPr>
                <w:rFonts w:hint="eastAsia"/>
              </w:rPr>
              <w:t>个指标</w:t>
            </w:r>
            <w:r>
              <w:rPr>
                <w:rFonts w:hint="eastAsia"/>
              </w:rPr>
              <w:t>对品牌强度得分的影响权重</w:t>
            </w:r>
          </w:p>
        </w:tc>
        <w:tc>
          <w:tcPr>
            <w:tcW w:w="3118" w:type="dxa"/>
          </w:tcPr>
          <w:p w:rsidR="0047530B" w:rsidRDefault="0047530B" w:rsidP="004C2F4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263B9F">
              <w:rPr>
                <w:rFonts w:ascii="宋体" w:hAnsi="宋体" w:hint="eastAsia"/>
                <w:szCs w:val="21"/>
              </w:rPr>
              <w:t>W</w:t>
            </w:r>
            <w:r w:rsidRPr="00263B9F">
              <w:rPr>
                <w:rFonts w:ascii="宋体" w:hAnsi="宋体" w:hint="eastAsia"/>
                <w:szCs w:val="21"/>
                <w:vertAlign w:val="subscript"/>
              </w:rPr>
              <w:t>i</w:t>
            </w:r>
            <w:r>
              <w:rPr>
                <w:rFonts w:ascii="宋体" w:hAnsi="宋体" w:hint="eastAsia"/>
                <w:szCs w:val="21"/>
                <w:vertAlign w:val="subscript"/>
              </w:rPr>
              <w:t>j</w:t>
            </w:r>
          </w:p>
        </w:tc>
      </w:tr>
      <w:tr w:rsidR="0047530B" w:rsidRPr="00D52952" w:rsidTr="004C2F4F">
        <w:tc>
          <w:tcPr>
            <w:tcW w:w="6204" w:type="dxa"/>
            <w:vAlign w:val="center"/>
          </w:tcPr>
          <w:p w:rsidR="0047530B" w:rsidRDefault="0047530B" w:rsidP="004C2F4F">
            <w:pPr>
              <w:spacing w:line="360" w:lineRule="exact"/>
              <w:ind w:firstLineChars="83" w:firstLine="174"/>
            </w:pPr>
            <w:r>
              <w:rPr>
                <w:rFonts w:hint="eastAsia"/>
              </w:rPr>
              <w:t>以品牌强度得分为变量的函数关系式</w:t>
            </w:r>
          </w:p>
        </w:tc>
        <w:tc>
          <w:tcPr>
            <w:tcW w:w="3118" w:type="dxa"/>
          </w:tcPr>
          <w:p w:rsidR="0047530B" w:rsidRDefault="0047530B" w:rsidP="004C2F4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D54C3">
              <w:rPr>
                <w:position w:val="-10"/>
              </w:rPr>
              <w:object w:dxaOrig="600" w:dyaOrig="320">
                <v:shape id="_x0000_i1043" type="#_x0000_t75" style="width:30pt;height:15.75pt" o:ole="">
                  <v:imagedata r:id="rId43" o:title=""/>
                </v:shape>
                <o:OLEObject Type="Embed" ProgID="Equation.DSMT4" ShapeID="_x0000_i1043" DrawAspect="Content" ObjectID="_1599049966" r:id="rId47"/>
              </w:object>
            </w:r>
          </w:p>
        </w:tc>
      </w:tr>
      <w:bookmarkEnd w:id="0"/>
      <w:bookmarkEnd w:id="1"/>
    </w:tbl>
    <w:p w:rsidR="0095229B" w:rsidRDefault="0095229B" w:rsidP="00C23DE7">
      <w:pPr>
        <w:spacing w:line="360" w:lineRule="auto"/>
        <w:jc w:val="center"/>
      </w:pPr>
    </w:p>
    <w:sectPr w:rsidR="0095229B" w:rsidSect="0047530B">
      <w:footerReference w:type="default" r:id="rId48"/>
      <w:pgSz w:w="11906" w:h="16838"/>
      <w:pgMar w:top="567" w:right="1134" w:bottom="1134" w:left="1418" w:header="1418" w:footer="1134" w:gutter="0"/>
      <w:pgNumType w:start="1"/>
      <w:cols w:space="720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339" w:rsidRDefault="00D51339" w:rsidP="0095229B">
      <w:r>
        <w:separator/>
      </w:r>
    </w:p>
  </w:endnote>
  <w:endnote w:type="continuationSeparator" w:id="0">
    <w:p w:rsidR="00D51339" w:rsidRDefault="00D51339" w:rsidP="0095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3D5" w:rsidRDefault="00823E6B">
    <w:pPr>
      <w:pStyle w:val="affff5"/>
    </w:pPr>
    <w:r>
      <w:fldChar w:fldCharType="begin"/>
    </w:r>
    <w:r w:rsidR="007463D5">
      <w:instrText xml:space="preserve"> PAGE  \* MERGEFORMAT </w:instrText>
    </w:r>
    <w:r>
      <w:fldChar w:fldCharType="separate"/>
    </w:r>
    <w:r w:rsidR="00D32CD5">
      <w:rPr>
        <w:noProof/>
      </w:rPr>
      <w:t>I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30B" w:rsidRDefault="0047530B">
    <w:pPr>
      <w:pStyle w:val="affff5"/>
    </w:pPr>
    <w:r>
      <w:fldChar w:fldCharType="begin"/>
    </w:r>
    <w:r>
      <w:instrText xml:space="preserve"> PAGE  \* MERGEFORMAT </w:instrText>
    </w:r>
    <w:r>
      <w:fldChar w:fldCharType="separate"/>
    </w:r>
    <w:r w:rsidR="00D32CD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339" w:rsidRDefault="00D51339" w:rsidP="0095229B">
      <w:r>
        <w:separator/>
      </w:r>
    </w:p>
  </w:footnote>
  <w:footnote w:type="continuationSeparator" w:id="0">
    <w:p w:rsidR="00D51339" w:rsidRDefault="00D51339" w:rsidP="00952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3D5" w:rsidRDefault="007463D5">
    <w:pPr>
      <w:pStyle w:val="afff3"/>
    </w:pPr>
    <w:r>
      <w:rPr>
        <w:rFonts w:hint="eastAsia"/>
      </w:rPr>
      <w:t>T</w:t>
    </w:r>
    <w:r>
      <w:t>/</w:t>
    </w:r>
    <w:r>
      <w:rPr>
        <w:rFonts w:hint="eastAsia"/>
      </w:rPr>
      <w:t>CCBD</w:t>
    </w:r>
    <w:r>
      <w:t xml:space="preserve"> </w:t>
    </w:r>
    <w:r w:rsidR="0047530B">
      <w:rPr>
        <w:rFonts w:hint="eastAsia"/>
      </w:rPr>
      <w:t>XXX</w:t>
    </w:r>
    <w:r>
      <w:t>—</w:t>
    </w:r>
    <w:r>
      <w:t>20</w:t>
    </w:r>
    <w:r w:rsidR="0047530B">
      <w:rPr>
        <w:rFonts w:hint="eastAsia"/>
      </w:rPr>
      <w:t>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993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0">
    <w:nsid w:val="557C2AF5"/>
    <w:multiLevelType w:val="multilevel"/>
    <w:tmpl w:val="557C2AF5"/>
    <w:lvl w:ilvl="0">
      <w:start w:val="1"/>
      <w:numFmt w:val="decimal"/>
      <w:pStyle w:val="af3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1">
    <w:nsid w:val="60B55DC2"/>
    <w:multiLevelType w:val="multilevel"/>
    <w:tmpl w:val="60B55DC2"/>
    <w:lvl w:ilvl="0">
      <w:start w:val="1"/>
      <w:numFmt w:val="upperLetter"/>
      <w:pStyle w:val="af4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5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12">
    <w:nsid w:val="646260FA"/>
    <w:multiLevelType w:val="multilevel"/>
    <w:tmpl w:val="646260FA"/>
    <w:lvl w:ilvl="0">
      <w:start w:val="1"/>
      <w:numFmt w:val="decimal"/>
      <w:pStyle w:val="af6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>
    <w:nsid w:val="657D3FBC"/>
    <w:multiLevelType w:val="multilevel"/>
    <w:tmpl w:val="657D3FBC"/>
    <w:lvl w:ilvl="0">
      <w:start w:val="1"/>
      <w:numFmt w:val="upperLetter"/>
      <w:pStyle w:val="af7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8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9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a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>
    <w:nsid w:val="6D6C07CD"/>
    <w:multiLevelType w:val="multilevel"/>
    <w:tmpl w:val="6D6C07CD"/>
    <w:lvl w:ilvl="0">
      <w:start w:val="1"/>
      <w:numFmt w:val="lowerLetter"/>
      <w:pStyle w:val="afb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c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7"/>
  </w:num>
  <w:num w:numId="5">
    <w:abstractNumId w:val="13"/>
  </w:num>
  <w:num w:numId="6">
    <w:abstractNumId w:val="9"/>
  </w:num>
  <w:num w:numId="7">
    <w:abstractNumId w:val="6"/>
  </w:num>
  <w:num w:numId="8">
    <w:abstractNumId w:val="4"/>
  </w:num>
  <w:num w:numId="9">
    <w:abstractNumId w:val="0"/>
  </w:num>
  <w:num w:numId="10">
    <w:abstractNumId w:val="3"/>
  </w:num>
  <w:num w:numId="11">
    <w:abstractNumId w:val="2"/>
  </w:num>
  <w:num w:numId="12">
    <w:abstractNumId w:val="14"/>
  </w:num>
  <w:num w:numId="13">
    <w:abstractNumId w:val="10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drawingGridHorizontalSpacing w:val="105"/>
  <w:drawingGridVerticalSpacing w:val="161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09A2"/>
    <w:rsid w:val="000066E5"/>
    <w:rsid w:val="000111BD"/>
    <w:rsid w:val="00011ED4"/>
    <w:rsid w:val="00015FCB"/>
    <w:rsid w:val="0002361A"/>
    <w:rsid w:val="00026A99"/>
    <w:rsid w:val="00027854"/>
    <w:rsid w:val="000340CD"/>
    <w:rsid w:val="00037B5A"/>
    <w:rsid w:val="000446FB"/>
    <w:rsid w:val="00046E18"/>
    <w:rsid w:val="00047595"/>
    <w:rsid w:val="0005180D"/>
    <w:rsid w:val="0005775D"/>
    <w:rsid w:val="00063517"/>
    <w:rsid w:val="00067087"/>
    <w:rsid w:val="00075C92"/>
    <w:rsid w:val="000861A7"/>
    <w:rsid w:val="000A7195"/>
    <w:rsid w:val="000C59E4"/>
    <w:rsid w:val="000E2899"/>
    <w:rsid w:val="000E6EC3"/>
    <w:rsid w:val="000F41F7"/>
    <w:rsid w:val="00104C0B"/>
    <w:rsid w:val="001128D5"/>
    <w:rsid w:val="00121F26"/>
    <w:rsid w:val="00122789"/>
    <w:rsid w:val="00125B32"/>
    <w:rsid w:val="0013483E"/>
    <w:rsid w:val="00136F2C"/>
    <w:rsid w:val="00140171"/>
    <w:rsid w:val="0014169A"/>
    <w:rsid w:val="001566EC"/>
    <w:rsid w:val="001645CC"/>
    <w:rsid w:val="0018682D"/>
    <w:rsid w:val="00194025"/>
    <w:rsid w:val="001A66DB"/>
    <w:rsid w:val="001E1EBE"/>
    <w:rsid w:val="001E27B4"/>
    <w:rsid w:val="00205DC9"/>
    <w:rsid w:val="00212FFB"/>
    <w:rsid w:val="00213580"/>
    <w:rsid w:val="002177F3"/>
    <w:rsid w:val="0022335A"/>
    <w:rsid w:val="00225203"/>
    <w:rsid w:val="002515A8"/>
    <w:rsid w:val="00252CFD"/>
    <w:rsid w:val="00275DAC"/>
    <w:rsid w:val="002853DB"/>
    <w:rsid w:val="002857FD"/>
    <w:rsid w:val="002A75A2"/>
    <w:rsid w:val="002B7CAD"/>
    <w:rsid w:val="002C2AB2"/>
    <w:rsid w:val="002C7DAE"/>
    <w:rsid w:val="002E14DC"/>
    <w:rsid w:val="002E36B0"/>
    <w:rsid w:val="002F0475"/>
    <w:rsid w:val="00327B03"/>
    <w:rsid w:val="00361857"/>
    <w:rsid w:val="00373AB6"/>
    <w:rsid w:val="00377861"/>
    <w:rsid w:val="003958A1"/>
    <w:rsid w:val="003A43E7"/>
    <w:rsid w:val="003A569A"/>
    <w:rsid w:val="003B3E54"/>
    <w:rsid w:val="003C4D35"/>
    <w:rsid w:val="003E1909"/>
    <w:rsid w:val="003E6391"/>
    <w:rsid w:val="00420E86"/>
    <w:rsid w:val="004219A6"/>
    <w:rsid w:val="00423B0A"/>
    <w:rsid w:val="004415DE"/>
    <w:rsid w:val="004433C8"/>
    <w:rsid w:val="004445E0"/>
    <w:rsid w:val="00444624"/>
    <w:rsid w:val="004449BC"/>
    <w:rsid w:val="00451515"/>
    <w:rsid w:val="0046003B"/>
    <w:rsid w:val="00470ED0"/>
    <w:rsid w:val="0047171F"/>
    <w:rsid w:val="00472C6E"/>
    <w:rsid w:val="0047530B"/>
    <w:rsid w:val="00477897"/>
    <w:rsid w:val="00490DC6"/>
    <w:rsid w:val="004A0187"/>
    <w:rsid w:val="004B49AA"/>
    <w:rsid w:val="004C3E70"/>
    <w:rsid w:val="004E0FD4"/>
    <w:rsid w:val="004E4404"/>
    <w:rsid w:val="004E6A32"/>
    <w:rsid w:val="004F2730"/>
    <w:rsid w:val="004F3A23"/>
    <w:rsid w:val="005036BC"/>
    <w:rsid w:val="005115B2"/>
    <w:rsid w:val="005169AD"/>
    <w:rsid w:val="00533518"/>
    <w:rsid w:val="0053550E"/>
    <w:rsid w:val="00537B22"/>
    <w:rsid w:val="005451A5"/>
    <w:rsid w:val="0056219B"/>
    <w:rsid w:val="0058275A"/>
    <w:rsid w:val="005848C8"/>
    <w:rsid w:val="005862A3"/>
    <w:rsid w:val="00586E5C"/>
    <w:rsid w:val="00593069"/>
    <w:rsid w:val="005A15D8"/>
    <w:rsid w:val="005A367E"/>
    <w:rsid w:val="005A3F6B"/>
    <w:rsid w:val="005C122A"/>
    <w:rsid w:val="005C4A1D"/>
    <w:rsid w:val="005D04B7"/>
    <w:rsid w:val="005D4E20"/>
    <w:rsid w:val="005E4977"/>
    <w:rsid w:val="005E5B77"/>
    <w:rsid w:val="005F160A"/>
    <w:rsid w:val="00601BAA"/>
    <w:rsid w:val="00605CD6"/>
    <w:rsid w:val="006245B0"/>
    <w:rsid w:val="00627866"/>
    <w:rsid w:val="00627D8D"/>
    <w:rsid w:val="006331A2"/>
    <w:rsid w:val="0064751A"/>
    <w:rsid w:val="00654BEA"/>
    <w:rsid w:val="00665F69"/>
    <w:rsid w:val="0066689E"/>
    <w:rsid w:val="00681722"/>
    <w:rsid w:val="0068440D"/>
    <w:rsid w:val="00697AA3"/>
    <w:rsid w:val="00697C63"/>
    <w:rsid w:val="006A183C"/>
    <w:rsid w:val="006A3C7D"/>
    <w:rsid w:val="006A6DB5"/>
    <w:rsid w:val="006C0E96"/>
    <w:rsid w:val="006C2DAA"/>
    <w:rsid w:val="006D0728"/>
    <w:rsid w:val="006D07E3"/>
    <w:rsid w:val="006D6185"/>
    <w:rsid w:val="006E50FC"/>
    <w:rsid w:val="007022E1"/>
    <w:rsid w:val="00702A52"/>
    <w:rsid w:val="0070592F"/>
    <w:rsid w:val="00711442"/>
    <w:rsid w:val="007206AA"/>
    <w:rsid w:val="007210B2"/>
    <w:rsid w:val="00733FDD"/>
    <w:rsid w:val="007373CC"/>
    <w:rsid w:val="00742D90"/>
    <w:rsid w:val="007463D5"/>
    <w:rsid w:val="00752D7E"/>
    <w:rsid w:val="00754D4C"/>
    <w:rsid w:val="00761EAB"/>
    <w:rsid w:val="00764496"/>
    <w:rsid w:val="00773308"/>
    <w:rsid w:val="00774BBC"/>
    <w:rsid w:val="00781CB1"/>
    <w:rsid w:val="007835D8"/>
    <w:rsid w:val="007902D5"/>
    <w:rsid w:val="007A27BD"/>
    <w:rsid w:val="007A4604"/>
    <w:rsid w:val="007B135E"/>
    <w:rsid w:val="007B3600"/>
    <w:rsid w:val="007C04E7"/>
    <w:rsid w:val="007C169C"/>
    <w:rsid w:val="007D4DAC"/>
    <w:rsid w:val="007D5747"/>
    <w:rsid w:val="007E3BF2"/>
    <w:rsid w:val="00812606"/>
    <w:rsid w:val="00814F4C"/>
    <w:rsid w:val="00823E6B"/>
    <w:rsid w:val="00831F15"/>
    <w:rsid w:val="008529D9"/>
    <w:rsid w:val="00860DDB"/>
    <w:rsid w:val="008669BB"/>
    <w:rsid w:val="008739B8"/>
    <w:rsid w:val="00874248"/>
    <w:rsid w:val="00875F24"/>
    <w:rsid w:val="00891AE3"/>
    <w:rsid w:val="008945E6"/>
    <w:rsid w:val="00897931"/>
    <w:rsid w:val="008C321F"/>
    <w:rsid w:val="008D587A"/>
    <w:rsid w:val="008F2832"/>
    <w:rsid w:val="00903FD6"/>
    <w:rsid w:val="0090462F"/>
    <w:rsid w:val="00904C13"/>
    <w:rsid w:val="00921ACB"/>
    <w:rsid w:val="00924C3D"/>
    <w:rsid w:val="009346E0"/>
    <w:rsid w:val="00942598"/>
    <w:rsid w:val="0094516B"/>
    <w:rsid w:val="0095229B"/>
    <w:rsid w:val="00952432"/>
    <w:rsid w:val="00976F08"/>
    <w:rsid w:val="009974A0"/>
    <w:rsid w:val="009A79E0"/>
    <w:rsid w:val="009B5B2B"/>
    <w:rsid w:val="009C17B7"/>
    <w:rsid w:val="009D2C84"/>
    <w:rsid w:val="009E510B"/>
    <w:rsid w:val="009F46C3"/>
    <w:rsid w:val="00A008E3"/>
    <w:rsid w:val="00A01F06"/>
    <w:rsid w:val="00A170EF"/>
    <w:rsid w:val="00A24C81"/>
    <w:rsid w:val="00A309A2"/>
    <w:rsid w:val="00A52CFC"/>
    <w:rsid w:val="00A55FAB"/>
    <w:rsid w:val="00A61109"/>
    <w:rsid w:val="00A61B1B"/>
    <w:rsid w:val="00A67E57"/>
    <w:rsid w:val="00A754A7"/>
    <w:rsid w:val="00A7767F"/>
    <w:rsid w:val="00A80C56"/>
    <w:rsid w:val="00A80EB8"/>
    <w:rsid w:val="00A83B03"/>
    <w:rsid w:val="00A87C81"/>
    <w:rsid w:val="00A90A15"/>
    <w:rsid w:val="00A965FC"/>
    <w:rsid w:val="00AA1BC9"/>
    <w:rsid w:val="00AA207C"/>
    <w:rsid w:val="00AA3571"/>
    <w:rsid w:val="00AA6A2A"/>
    <w:rsid w:val="00AB3257"/>
    <w:rsid w:val="00AB7720"/>
    <w:rsid w:val="00AC10E7"/>
    <w:rsid w:val="00AE1546"/>
    <w:rsid w:val="00AE5132"/>
    <w:rsid w:val="00AE67E9"/>
    <w:rsid w:val="00AF0E52"/>
    <w:rsid w:val="00B13BCB"/>
    <w:rsid w:val="00B1435A"/>
    <w:rsid w:val="00B30FB7"/>
    <w:rsid w:val="00B42C5C"/>
    <w:rsid w:val="00B46147"/>
    <w:rsid w:val="00B46398"/>
    <w:rsid w:val="00B47276"/>
    <w:rsid w:val="00B570A5"/>
    <w:rsid w:val="00B6073C"/>
    <w:rsid w:val="00B635DF"/>
    <w:rsid w:val="00B65E73"/>
    <w:rsid w:val="00B6641B"/>
    <w:rsid w:val="00B72870"/>
    <w:rsid w:val="00B72FE3"/>
    <w:rsid w:val="00B73557"/>
    <w:rsid w:val="00B84208"/>
    <w:rsid w:val="00B870BE"/>
    <w:rsid w:val="00B94509"/>
    <w:rsid w:val="00B963A4"/>
    <w:rsid w:val="00BA0508"/>
    <w:rsid w:val="00BA1054"/>
    <w:rsid w:val="00BA46A6"/>
    <w:rsid w:val="00BA541B"/>
    <w:rsid w:val="00BB4C99"/>
    <w:rsid w:val="00BB5F99"/>
    <w:rsid w:val="00BD5AAE"/>
    <w:rsid w:val="00BD7EEC"/>
    <w:rsid w:val="00BE0199"/>
    <w:rsid w:val="00BE38D6"/>
    <w:rsid w:val="00C14F00"/>
    <w:rsid w:val="00C23DE7"/>
    <w:rsid w:val="00C447D9"/>
    <w:rsid w:val="00C51587"/>
    <w:rsid w:val="00C57A5C"/>
    <w:rsid w:val="00C57CCF"/>
    <w:rsid w:val="00C61F0C"/>
    <w:rsid w:val="00C64C9E"/>
    <w:rsid w:val="00C76F8E"/>
    <w:rsid w:val="00C83F9E"/>
    <w:rsid w:val="00C95E0E"/>
    <w:rsid w:val="00CA4137"/>
    <w:rsid w:val="00CB1C00"/>
    <w:rsid w:val="00CB402C"/>
    <w:rsid w:val="00CB4EB5"/>
    <w:rsid w:val="00CB5D9F"/>
    <w:rsid w:val="00CB6EF7"/>
    <w:rsid w:val="00CC31AB"/>
    <w:rsid w:val="00CC73C4"/>
    <w:rsid w:val="00CC77CE"/>
    <w:rsid w:val="00CD0C37"/>
    <w:rsid w:val="00CD174F"/>
    <w:rsid w:val="00CD4BCB"/>
    <w:rsid w:val="00CE3773"/>
    <w:rsid w:val="00CF458B"/>
    <w:rsid w:val="00D059FB"/>
    <w:rsid w:val="00D30E94"/>
    <w:rsid w:val="00D32CD5"/>
    <w:rsid w:val="00D51339"/>
    <w:rsid w:val="00D54160"/>
    <w:rsid w:val="00D578CE"/>
    <w:rsid w:val="00D642F1"/>
    <w:rsid w:val="00D663E3"/>
    <w:rsid w:val="00D71CA4"/>
    <w:rsid w:val="00D77854"/>
    <w:rsid w:val="00D77969"/>
    <w:rsid w:val="00D80712"/>
    <w:rsid w:val="00D90500"/>
    <w:rsid w:val="00D91941"/>
    <w:rsid w:val="00DA5B37"/>
    <w:rsid w:val="00DC196E"/>
    <w:rsid w:val="00DC23EE"/>
    <w:rsid w:val="00DC440F"/>
    <w:rsid w:val="00DC516F"/>
    <w:rsid w:val="00DC7158"/>
    <w:rsid w:val="00DD63B2"/>
    <w:rsid w:val="00DE1822"/>
    <w:rsid w:val="00DF4E5F"/>
    <w:rsid w:val="00E01949"/>
    <w:rsid w:val="00E028EF"/>
    <w:rsid w:val="00E152C7"/>
    <w:rsid w:val="00E173FF"/>
    <w:rsid w:val="00E22085"/>
    <w:rsid w:val="00E248AE"/>
    <w:rsid w:val="00E25A5B"/>
    <w:rsid w:val="00E55AB4"/>
    <w:rsid w:val="00E56201"/>
    <w:rsid w:val="00E740A8"/>
    <w:rsid w:val="00E755B4"/>
    <w:rsid w:val="00EB5C0E"/>
    <w:rsid w:val="00EC5B72"/>
    <w:rsid w:val="00ED12D1"/>
    <w:rsid w:val="00ED4B6B"/>
    <w:rsid w:val="00F22070"/>
    <w:rsid w:val="00F327C0"/>
    <w:rsid w:val="00F36D0A"/>
    <w:rsid w:val="00F40764"/>
    <w:rsid w:val="00F40B3D"/>
    <w:rsid w:val="00F4421B"/>
    <w:rsid w:val="00F709DD"/>
    <w:rsid w:val="00F71042"/>
    <w:rsid w:val="00F872A4"/>
    <w:rsid w:val="00F93AF9"/>
    <w:rsid w:val="00F971F7"/>
    <w:rsid w:val="00FA17B4"/>
    <w:rsid w:val="00FB3392"/>
    <w:rsid w:val="00FB445B"/>
    <w:rsid w:val="00FB7765"/>
    <w:rsid w:val="00FC61E6"/>
    <w:rsid w:val="00FF4559"/>
    <w:rsid w:val="03211937"/>
    <w:rsid w:val="038630C8"/>
    <w:rsid w:val="0842132E"/>
    <w:rsid w:val="08686E1E"/>
    <w:rsid w:val="0B2B6C01"/>
    <w:rsid w:val="0BF064B3"/>
    <w:rsid w:val="0C541CC6"/>
    <w:rsid w:val="0CC537FF"/>
    <w:rsid w:val="0F4956DD"/>
    <w:rsid w:val="0FE877D9"/>
    <w:rsid w:val="10D30982"/>
    <w:rsid w:val="111612F3"/>
    <w:rsid w:val="119F44FB"/>
    <w:rsid w:val="122F3034"/>
    <w:rsid w:val="15291DE2"/>
    <w:rsid w:val="160F3A91"/>
    <w:rsid w:val="180A405C"/>
    <w:rsid w:val="184F5B17"/>
    <w:rsid w:val="18895910"/>
    <w:rsid w:val="188A1606"/>
    <w:rsid w:val="1A8976F4"/>
    <w:rsid w:val="1AE92300"/>
    <w:rsid w:val="1BF01648"/>
    <w:rsid w:val="1C4F1688"/>
    <w:rsid w:val="1D63024A"/>
    <w:rsid w:val="1EEF4C7C"/>
    <w:rsid w:val="1F7A31F9"/>
    <w:rsid w:val="231067BA"/>
    <w:rsid w:val="24576650"/>
    <w:rsid w:val="248A1B4A"/>
    <w:rsid w:val="25A4279A"/>
    <w:rsid w:val="27244252"/>
    <w:rsid w:val="273A428D"/>
    <w:rsid w:val="28AD71AB"/>
    <w:rsid w:val="2953624E"/>
    <w:rsid w:val="2A0952F9"/>
    <w:rsid w:val="2A496DB4"/>
    <w:rsid w:val="2AF65B0E"/>
    <w:rsid w:val="2E7031C7"/>
    <w:rsid w:val="2FF92FEF"/>
    <w:rsid w:val="3308102B"/>
    <w:rsid w:val="340D54A6"/>
    <w:rsid w:val="34741325"/>
    <w:rsid w:val="356529B8"/>
    <w:rsid w:val="376A3B01"/>
    <w:rsid w:val="393918D9"/>
    <w:rsid w:val="399D47DF"/>
    <w:rsid w:val="3BB46251"/>
    <w:rsid w:val="3D0F73FE"/>
    <w:rsid w:val="4077196F"/>
    <w:rsid w:val="41B13B93"/>
    <w:rsid w:val="444733FA"/>
    <w:rsid w:val="46BC72B7"/>
    <w:rsid w:val="473254A2"/>
    <w:rsid w:val="478939D0"/>
    <w:rsid w:val="47E93270"/>
    <w:rsid w:val="4838789E"/>
    <w:rsid w:val="48622262"/>
    <w:rsid w:val="4890471D"/>
    <w:rsid w:val="4A8708A9"/>
    <w:rsid w:val="4D6F7D30"/>
    <w:rsid w:val="504E6C5B"/>
    <w:rsid w:val="50F37271"/>
    <w:rsid w:val="51565AF8"/>
    <w:rsid w:val="515E00C9"/>
    <w:rsid w:val="51AA1588"/>
    <w:rsid w:val="5206319C"/>
    <w:rsid w:val="52B705F6"/>
    <w:rsid w:val="54851EBC"/>
    <w:rsid w:val="554B2378"/>
    <w:rsid w:val="5B093B28"/>
    <w:rsid w:val="5D1F2C4B"/>
    <w:rsid w:val="5E191C7D"/>
    <w:rsid w:val="5E6933B7"/>
    <w:rsid w:val="5F080781"/>
    <w:rsid w:val="5F20566D"/>
    <w:rsid w:val="5FAC105D"/>
    <w:rsid w:val="5FD940D9"/>
    <w:rsid w:val="60EC513B"/>
    <w:rsid w:val="619E048D"/>
    <w:rsid w:val="64D22CBC"/>
    <w:rsid w:val="65E77A6E"/>
    <w:rsid w:val="66AF44B8"/>
    <w:rsid w:val="66BE5992"/>
    <w:rsid w:val="692A6FDB"/>
    <w:rsid w:val="6F2A01C5"/>
    <w:rsid w:val="6F4B3E4A"/>
    <w:rsid w:val="701353AE"/>
    <w:rsid w:val="70DD2296"/>
    <w:rsid w:val="719C2F8D"/>
    <w:rsid w:val="736A411A"/>
    <w:rsid w:val="743262D5"/>
    <w:rsid w:val="74C47B51"/>
    <w:rsid w:val="7824210E"/>
    <w:rsid w:val="78BD289F"/>
    <w:rsid w:val="7B3B2A3F"/>
    <w:rsid w:val="7CD2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5B5BB7D6-22A4-4757-98A3-AB630B8E1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d">
    <w:name w:val="Normal"/>
    <w:qFormat/>
    <w:rsid w:val="00E740A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d"/>
    <w:next w:val="afd"/>
    <w:link w:val="1Char"/>
    <w:qFormat/>
    <w:rsid w:val="00B47276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afe">
    <w:name w:val="Default Paragraph Font"/>
    <w:uiPriority w:val="1"/>
    <w:semiHidden/>
    <w:unhideWhenUsed/>
  </w:style>
  <w:style w:type="table" w:default="1" w:styleId="af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0">
    <w:name w:val="No List"/>
    <w:uiPriority w:val="99"/>
    <w:semiHidden/>
    <w:unhideWhenUsed/>
  </w:style>
  <w:style w:type="character" w:styleId="aff1">
    <w:name w:val="page number"/>
    <w:rsid w:val="00E740A8"/>
    <w:rPr>
      <w:rFonts w:ascii="Times New Roman" w:eastAsia="宋体" w:hAnsi="Times New Roman"/>
      <w:sz w:val="18"/>
    </w:rPr>
  </w:style>
  <w:style w:type="character" w:styleId="aff2">
    <w:name w:val="annotation reference"/>
    <w:semiHidden/>
    <w:rsid w:val="00E740A8"/>
    <w:rPr>
      <w:sz w:val="21"/>
      <w:szCs w:val="21"/>
    </w:rPr>
  </w:style>
  <w:style w:type="character" w:styleId="aff3">
    <w:name w:val="FollowedHyperlink"/>
    <w:rsid w:val="00E740A8"/>
    <w:rPr>
      <w:color w:val="800080"/>
      <w:u w:val="single"/>
    </w:rPr>
  </w:style>
  <w:style w:type="character" w:styleId="aff4">
    <w:name w:val="Hyperlink"/>
    <w:uiPriority w:val="99"/>
    <w:rsid w:val="00E740A8"/>
    <w:rPr>
      <w:color w:val="0000FF"/>
      <w:spacing w:val="0"/>
      <w:w w:val="100"/>
      <w:szCs w:val="21"/>
      <w:u w:val="single"/>
      <w:lang w:val="en-US" w:eastAsia="zh-CN"/>
    </w:rPr>
  </w:style>
  <w:style w:type="character" w:styleId="aff5">
    <w:name w:val="endnote reference"/>
    <w:semiHidden/>
    <w:rsid w:val="00E740A8"/>
    <w:rPr>
      <w:vertAlign w:val="superscript"/>
    </w:rPr>
  </w:style>
  <w:style w:type="character" w:styleId="aff6">
    <w:name w:val="footnote reference"/>
    <w:semiHidden/>
    <w:rsid w:val="00E740A8"/>
    <w:rPr>
      <w:vertAlign w:val="superscript"/>
    </w:rPr>
  </w:style>
  <w:style w:type="character" w:customStyle="1" w:styleId="Char">
    <w:name w:val="批注框文本 Char"/>
    <w:link w:val="aff7"/>
    <w:rsid w:val="00E740A8"/>
    <w:rPr>
      <w:kern w:val="2"/>
      <w:sz w:val="18"/>
      <w:szCs w:val="18"/>
    </w:rPr>
  </w:style>
  <w:style w:type="character" w:customStyle="1" w:styleId="Char0">
    <w:name w:val="附录公式 Char"/>
    <w:link w:val="aff8"/>
    <w:rsid w:val="00E740A8"/>
    <w:rPr>
      <w:rFonts w:ascii="宋体"/>
      <w:sz w:val="21"/>
      <w:lang w:val="en-US" w:eastAsia="zh-CN" w:bidi="ar-SA"/>
    </w:rPr>
  </w:style>
  <w:style w:type="character" w:customStyle="1" w:styleId="Char1">
    <w:name w:val="首示例 Char"/>
    <w:link w:val="a0"/>
    <w:rsid w:val="00E740A8"/>
    <w:rPr>
      <w:rFonts w:ascii="宋体" w:hAnsi="宋体"/>
      <w:kern w:val="2"/>
      <w:sz w:val="18"/>
      <w:szCs w:val="18"/>
      <w:lang w:val="en-US" w:eastAsia="zh-CN" w:bidi="ar-SA"/>
    </w:rPr>
  </w:style>
  <w:style w:type="character" w:customStyle="1" w:styleId="Char2">
    <w:name w:val="段 Char"/>
    <w:link w:val="aff9"/>
    <w:rsid w:val="00E740A8"/>
    <w:rPr>
      <w:rFonts w:ascii="宋体"/>
      <w:sz w:val="21"/>
      <w:lang w:val="en-US" w:eastAsia="zh-CN" w:bidi="ar-SA"/>
    </w:rPr>
  </w:style>
  <w:style w:type="character" w:customStyle="1" w:styleId="affa">
    <w:name w:val="发布"/>
    <w:rsid w:val="00E740A8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apple-converted-space">
    <w:name w:val="apple-converted-space"/>
    <w:rsid w:val="00E740A8"/>
  </w:style>
  <w:style w:type="paragraph" w:styleId="5">
    <w:name w:val="index 5"/>
    <w:basedOn w:val="afd"/>
    <w:next w:val="afd"/>
    <w:rsid w:val="00E740A8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index 6"/>
    <w:basedOn w:val="afd"/>
    <w:next w:val="afd"/>
    <w:rsid w:val="00E740A8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b">
    <w:name w:val="annotation text"/>
    <w:basedOn w:val="afd"/>
    <w:semiHidden/>
    <w:rsid w:val="00E740A8"/>
    <w:pPr>
      <w:jc w:val="left"/>
    </w:pPr>
  </w:style>
  <w:style w:type="paragraph" w:styleId="8">
    <w:name w:val="index 8"/>
    <w:basedOn w:val="afd"/>
    <w:next w:val="afd"/>
    <w:rsid w:val="00E740A8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c">
    <w:name w:val="caption"/>
    <w:basedOn w:val="afd"/>
    <w:next w:val="afd"/>
    <w:qFormat/>
    <w:rsid w:val="00E740A8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d">
    <w:name w:val="Document Map"/>
    <w:basedOn w:val="afd"/>
    <w:semiHidden/>
    <w:rsid w:val="00E740A8"/>
    <w:pPr>
      <w:shd w:val="clear" w:color="auto" w:fill="000080"/>
    </w:pPr>
  </w:style>
  <w:style w:type="paragraph" w:styleId="7">
    <w:name w:val="toc 7"/>
    <w:basedOn w:val="afd"/>
    <w:next w:val="afd"/>
    <w:semiHidden/>
    <w:rsid w:val="00E740A8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affe">
    <w:name w:val="annotation subject"/>
    <w:basedOn w:val="affb"/>
    <w:next w:val="affb"/>
    <w:semiHidden/>
    <w:rsid w:val="00E740A8"/>
    <w:rPr>
      <w:b/>
      <w:bCs/>
    </w:rPr>
  </w:style>
  <w:style w:type="paragraph" w:styleId="afff">
    <w:name w:val="footer"/>
    <w:basedOn w:val="afd"/>
    <w:link w:val="Char3"/>
    <w:uiPriority w:val="99"/>
    <w:rsid w:val="00E740A8"/>
    <w:pPr>
      <w:snapToGrid w:val="0"/>
      <w:ind w:rightChars="100" w:right="210"/>
      <w:jc w:val="right"/>
    </w:pPr>
    <w:rPr>
      <w:sz w:val="18"/>
      <w:szCs w:val="18"/>
    </w:rPr>
  </w:style>
  <w:style w:type="paragraph" w:styleId="3">
    <w:name w:val="toc 3"/>
    <w:basedOn w:val="afd"/>
    <w:next w:val="afd"/>
    <w:uiPriority w:val="39"/>
    <w:rsid w:val="00E740A8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2">
    <w:name w:val="toc 2"/>
    <w:basedOn w:val="afd"/>
    <w:next w:val="afd"/>
    <w:semiHidden/>
    <w:rsid w:val="00E740A8"/>
    <w:pPr>
      <w:tabs>
        <w:tab w:val="right" w:leader="dot" w:pos="9241"/>
      </w:tabs>
    </w:pPr>
    <w:rPr>
      <w:rFonts w:ascii="宋体"/>
      <w:szCs w:val="21"/>
    </w:rPr>
  </w:style>
  <w:style w:type="paragraph" w:styleId="4">
    <w:name w:val="index 4"/>
    <w:basedOn w:val="afd"/>
    <w:next w:val="afd"/>
    <w:rsid w:val="00E740A8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d"/>
    <w:next w:val="afd"/>
    <w:rsid w:val="00E740A8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0">
    <w:name w:val="endnote text"/>
    <w:basedOn w:val="afd"/>
    <w:semiHidden/>
    <w:rsid w:val="00E740A8"/>
    <w:pPr>
      <w:snapToGrid w:val="0"/>
      <w:jc w:val="left"/>
    </w:pPr>
  </w:style>
  <w:style w:type="paragraph" w:styleId="90">
    <w:name w:val="toc 9"/>
    <w:basedOn w:val="afd"/>
    <w:next w:val="afd"/>
    <w:semiHidden/>
    <w:rsid w:val="00E740A8"/>
    <w:pPr>
      <w:ind w:left="1470"/>
      <w:jc w:val="left"/>
    </w:pPr>
    <w:rPr>
      <w:sz w:val="20"/>
      <w:szCs w:val="20"/>
    </w:rPr>
  </w:style>
  <w:style w:type="paragraph" w:styleId="70">
    <w:name w:val="index 7"/>
    <w:basedOn w:val="afd"/>
    <w:next w:val="afd"/>
    <w:rsid w:val="00E740A8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7">
    <w:name w:val="Balloon Text"/>
    <w:basedOn w:val="afd"/>
    <w:link w:val="Char"/>
    <w:rsid w:val="00E740A8"/>
    <w:rPr>
      <w:sz w:val="18"/>
      <w:szCs w:val="18"/>
    </w:rPr>
  </w:style>
  <w:style w:type="paragraph" w:styleId="50">
    <w:name w:val="toc 5"/>
    <w:basedOn w:val="afd"/>
    <w:next w:val="afd"/>
    <w:uiPriority w:val="39"/>
    <w:rsid w:val="00E740A8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af">
    <w:name w:val="footnote text"/>
    <w:basedOn w:val="afd"/>
    <w:rsid w:val="00E740A8"/>
    <w:pPr>
      <w:numPr>
        <w:numId w:val="1"/>
      </w:numPr>
      <w:tabs>
        <w:tab w:val="left" w:pos="0"/>
      </w:tabs>
      <w:snapToGrid w:val="0"/>
      <w:jc w:val="left"/>
    </w:pPr>
    <w:rPr>
      <w:rFonts w:ascii="宋体"/>
      <w:sz w:val="18"/>
      <w:szCs w:val="18"/>
    </w:rPr>
  </w:style>
  <w:style w:type="paragraph" w:styleId="afff1">
    <w:name w:val="index heading"/>
    <w:basedOn w:val="afd"/>
    <w:next w:val="10"/>
    <w:rsid w:val="00E740A8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80">
    <w:name w:val="toc 8"/>
    <w:basedOn w:val="afd"/>
    <w:next w:val="afd"/>
    <w:semiHidden/>
    <w:rsid w:val="00E740A8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60">
    <w:name w:val="toc 6"/>
    <w:basedOn w:val="afd"/>
    <w:next w:val="afd"/>
    <w:semiHidden/>
    <w:rsid w:val="00E740A8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40">
    <w:name w:val="toc 4"/>
    <w:basedOn w:val="afd"/>
    <w:next w:val="afd"/>
    <w:uiPriority w:val="39"/>
    <w:rsid w:val="00E740A8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11">
    <w:name w:val="toc 1"/>
    <w:basedOn w:val="afd"/>
    <w:next w:val="afd"/>
    <w:uiPriority w:val="39"/>
    <w:rsid w:val="00E740A8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afff2">
    <w:name w:val="header"/>
    <w:basedOn w:val="afd"/>
    <w:link w:val="Char4"/>
    <w:uiPriority w:val="99"/>
    <w:rsid w:val="00E740A8"/>
    <w:pPr>
      <w:snapToGrid w:val="0"/>
      <w:jc w:val="left"/>
    </w:pPr>
    <w:rPr>
      <w:sz w:val="18"/>
      <w:szCs w:val="18"/>
    </w:rPr>
  </w:style>
  <w:style w:type="paragraph" w:styleId="30">
    <w:name w:val="index 3"/>
    <w:basedOn w:val="afd"/>
    <w:next w:val="afd"/>
    <w:rsid w:val="00E740A8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0">
    <w:name w:val="index 1"/>
    <w:basedOn w:val="afd"/>
    <w:next w:val="aff9"/>
    <w:rsid w:val="00E740A8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4">
    <w:name w:val="附录表标号"/>
    <w:basedOn w:val="afd"/>
    <w:next w:val="aff9"/>
    <w:rsid w:val="00E740A8"/>
    <w:pPr>
      <w:numPr>
        <w:numId w:val="2"/>
      </w:numPr>
      <w:tabs>
        <w:tab w:val="left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3">
    <w:name w:val="标准书眉_奇数页"/>
    <w:next w:val="afd"/>
    <w:rsid w:val="00E740A8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fff4">
    <w:name w:val="封面标准名称"/>
    <w:rsid w:val="00E740A8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5">
    <w:name w:val="封面一致性程度标识"/>
    <w:basedOn w:val="afff6"/>
    <w:rsid w:val="00E740A8"/>
    <w:pPr>
      <w:framePr w:wrap="around"/>
      <w:spacing w:before="440"/>
    </w:pPr>
    <w:rPr>
      <w:rFonts w:ascii="宋体" w:eastAsia="宋体"/>
    </w:rPr>
  </w:style>
  <w:style w:type="paragraph" w:customStyle="1" w:styleId="aff9">
    <w:name w:val="段"/>
    <w:link w:val="Char2"/>
    <w:rsid w:val="00E740A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20">
    <w:name w:val="index 2"/>
    <w:basedOn w:val="afd"/>
    <w:next w:val="afd"/>
    <w:rsid w:val="00E740A8"/>
    <w:pPr>
      <w:ind w:left="420" w:hanging="210"/>
      <w:jc w:val="left"/>
    </w:pPr>
    <w:rPr>
      <w:rFonts w:ascii="Calibri" w:hAnsi="Calibri"/>
      <w:sz w:val="20"/>
      <w:szCs w:val="20"/>
    </w:rPr>
  </w:style>
  <w:style w:type="paragraph" w:customStyle="1" w:styleId="a9">
    <w:name w:val="五级条标题"/>
    <w:basedOn w:val="a8"/>
    <w:next w:val="aff9"/>
    <w:rsid w:val="00E740A8"/>
    <w:pPr>
      <w:numPr>
        <w:ilvl w:val="5"/>
      </w:numPr>
      <w:outlineLvl w:val="6"/>
    </w:pPr>
  </w:style>
  <w:style w:type="paragraph" w:customStyle="1" w:styleId="afff7">
    <w:name w:val="附录五级无"/>
    <w:basedOn w:val="afff8"/>
    <w:rsid w:val="00E740A8"/>
    <w:pPr>
      <w:spacing w:beforeLines="0" w:afterLines="0"/>
    </w:pPr>
    <w:rPr>
      <w:rFonts w:ascii="宋体" w:eastAsia="宋体"/>
      <w:szCs w:val="21"/>
    </w:rPr>
  </w:style>
  <w:style w:type="paragraph" w:customStyle="1" w:styleId="afff9">
    <w:name w:val="其他发布部门"/>
    <w:basedOn w:val="afffa"/>
    <w:rsid w:val="00E740A8"/>
    <w:pPr>
      <w:framePr w:wrap="around" w:vAnchor="margin" w:hAnchor="text" w:y="15310"/>
      <w:spacing w:line="0" w:lineRule="atLeast"/>
    </w:pPr>
    <w:rPr>
      <w:rFonts w:ascii="黑体" w:eastAsia="黑体"/>
      <w:b w:val="0"/>
    </w:rPr>
  </w:style>
  <w:style w:type="paragraph" w:customStyle="1" w:styleId="afffb">
    <w:name w:val="实施日期"/>
    <w:basedOn w:val="afffc"/>
    <w:rsid w:val="00E740A8"/>
    <w:pPr>
      <w:framePr w:wrap="around" w:vAnchor="page" w:hAnchor="text"/>
      <w:jc w:val="right"/>
    </w:pPr>
  </w:style>
  <w:style w:type="paragraph" w:customStyle="1" w:styleId="a6">
    <w:name w:val="二级条标题"/>
    <w:basedOn w:val="a5"/>
    <w:next w:val="aff9"/>
    <w:rsid w:val="00E740A8"/>
    <w:pPr>
      <w:numPr>
        <w:ilvl w:val="2"/>
      </w:numPr>
      <w:outlineLvl w:val="3"/>
    </w:pPr>
  </w:style>
  <w:style w:type="paragraph" w:customStyle="1" w:styleId="afffd">
    <w:name w:val="封面标准文稿编辑信息"/>
    <w:basedOn w:val="afffe"/>
    <w:rsid w:val="00E740A8"/>
    <w:pPr>
      <w:framePr w:wrap="around"/>
      <w:spacing w:before="180" w:line="180" w:lineRule="exact"/>
    </w:pPr>
    <w:rPr>
      <w:sz w:val="21"/>
    </w:rPr>
  </w:style>
  <w:style w:type="paragraph" w:customStyle="1" w:styleId="a8">
    <w:name w:val="四级条标题"/>
    <w:basedOn w:val="a7"/>
    <w:next w:val="aff9"/>
    <w:rsid w:val="00E740A8"/>
    <w:pPr>
      <w:numPr>
        <w:ilvl w:val="4"/>
      </w:numPr>
      <w:outlineLvl w:val="5"/>
    </w:pPr>
  </w:style>
  <w:style w:type="paragraph" w:customStyle="1" w:styleId="afff8">
    <w:name w:val="附录五级条标题"/>
    <w:basedOn w:val="affff"/>
    <w:next w:val="aff9"/>
    <w:rsid w:val="00E740A8"/>
    <w:pPr>
      <w:outlineLvl w:val="6"/>
    </w:pPr>
  </w:style>
  <w:style w:type="paragraph" w:customStyle="1" w:styleId="affff0">
    <w:name w:val="标准书眉_偶数页"/>
    <w:basedOn w:val="afff3"/>
    <w:next w:val="afd"/>
    <w:rsid w:val="00E740A8"/>
    <w:pPr>
      <w:jc w:val="left"/>
    </w:pPr>
  </w:style>
  <w:style w:type="paragraph" w:customStyle="1" w:styleId="affff1">
    <w:name w:val="目次、标准名称标题"/>
    <w:basedOn w:val="afd"/>
    <w:next w:val="aff9"/>
    <w:rsid w:val="00E740A8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e">
    <w:name w:val="列项◆（三级）"/>
    <w:basedOn w:val="afd"/>
    <w:rsid w:val="00E740A8"/>
    <w:pPr>
      <w:numPr>
        <w:ilvl w:val="2"/>
        <w:numId w:val="4"/>
      </w:numPr>
      <w:tabs>
        <w:tab w:val="left" w:pos="1678"/>
      </w:tabs>
    </w:pPr>
    <w:rPr>
      <w:rFonts w:ascii="宋体"/>
      <w:szCs w:val="21"/>
    </w:rPr>
  </w:style>
  <w:style w:type="paragraph" w:customStyle="1" w:styleId="affff2">
    <w:name w:val="附录四级无"/>
    <w:basedOn w:val="affff"/>
    <w:rsid w:val="00E740A8"/>
    <w:pPr>
      <w:spacing w:beforeLines="0" w:afterLines="0"/>
    </w:pPr>
    <w:rPr>
      <w:rFonts w:ascii="宋体" w:eastAsia="宋体"/>
      <w:szCs w:val="21"/>
    </w:rPr>
  </w:style>
  <w:style w:type="paragraph" w:customStyle="1" w:styleId="affff">
    <w:name w:val="附录四级条标题"/>
    <w:basedOn w:val="afa"/>
    <w:next w:val="aff9"/>
    <w:rsid w:val="00E740A8"/>
    <w:pPr>
      <w:numPr>
        <w:ilvl w:val="0"/>
        <w:numId w:val="0"/>
      </w:numPr>
      <w:outlineLvl w:val="5"/>
    </w:pPr>
  </w:style>
  <w:style w:type="paragraph" w:customStyle="1" w:styleId="affff3">
    <w:name w:val="标准标志"/>
    <w:next w:val="afd"/>
    <w:rsid w:val="00E740A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5">
    <w:name w:val="附录表标题"/>
    <w:basedOn w:val="afd"/>
    <w:next w:val="aff9"/>
    <w:rsid w:val="00E740A8"/>
    <w:pPr>
      <w:numPr>
        <w:ilvl w:val="1"/>
        <w:numId w:val="2"/>
      </w:numPr>
      <w:tabs>
        <w:tab w:val="left" w:pos="180"/>
      </w:tabs>
      <w:spacing w:beforeLines="50" w:afterLines="50"/>
      <w:jc w:val="center"/>
    </w:pPr>
    <w:rPr>
      <w:rFonts w:ascii="黑体" w:eastAsia="黑体"/>
      <w:szCs w:val="21"/>
    </w:rPr>
  </w:style>
  <w:style w:type="paragraph" w:customStyle="1" w:styleId="afff6">
    <w:name w:val="封面标准英文名称"/>
    <w:basedOn w:val="afff4"/>
    <w:rsid w:val="00E740A8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4">
    <w:name w:val="目次、索引正文"/>
    <w:rsid w:val="00E740A8"/>
    <w:pPr>
      <w:spacing w:line="320" w:lineRule="exact"/>
      <w:jc w:val="both"/>
    </w:pPr>
    <w:rPr>
      <w:rFonts w:ascii="宋体"/>
      <w:sz w:val="21"/>
    </w:rPr>
  </w:style>
  <w:style w:type="paragraph" w:customStyle="1" w:styleId="21">
    <w:name w:val="封面一致性程度标识2"/>
    <w:basedOn w:val="afff5"/>
    <w:rsid w:val="00E740A8"/>
    <w:pPr>
      <w:framePr w:wrap="around" w:vAnchor="margin" w:hAnchor="text" w:y="4469"/>
    </w:pPr>
  </w:style>
  <w:style w:type="paragraph" w:customStyle="1" w:styleId="affff5">
    <w:name w:val="标准书脚_奇数页"/>
    <w:rsid w:val="00E740A8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5">
    <w:name w:val="一级条标题"/>
    <w:next w:val="aff9"/>
    <w:rsid w:val="00E740A8"/>
    <w:pPr>
      <w:numPr>
        <w:ilvl w:val="1"/>
        <w:numId w:val="3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a">
    <w:name w:val="附录三级条标题"/>
    <w:basedOn w:val="af9"/>
    <w:next w:val="aff9"/>
    <w:rsid w:val="00E740A8"/>
    <w:pPr>
      <w:numPr>
        <w:ilvl w:val="4"/>
      </w:numPr>
      <w:outlineLvl w:val="4"/>
    </w:pPr>
  </w:style>
  <w:style w:type="paragraph" w:customStyle="1" w:styleId="affff6">
    <w:name w:val="列项说明"/>
    <w:basedOn w:val="afd"/>
    <w:rsid w:val="00E740A8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9">
    <w:name w:val="附录二级条标题"/>
    <w:basedOn w:val="afd"/>
    <w:next w:val="aff9"/>
    <w:rsid w:val="00E740A8"/>
    <w:pPr>
      <w:widowControl/>
      <w:numPr>
        <w:ilvl w:val="3"/>
        <w:numId w:val="5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7">
    <w:name w:val="标准书脚_偶数页"/>
    <w:rsid w:val="00E740A8"/>
    <w:pPr>
      <w:spacing w:before="120"/>
      <w:ind w:left="221"/>
    </w:pPr>
    <w:rPr>
      <w:rFonts w:ascii="宋体"/>
      <w:sz w:val="18"/>
      <w:szCs w:val="18"/>
    </w:rPr>
  </w:style>
  <w:style w:type="paragraph" w:customStyle="1" w:styleId="affff8">
    <w:name w:val="附录三级无"/>
    <w:basedOn w:val="afa"/>
    <w:rsid w:val="00E740A8"/>
    <w:pPr>
      <w:spacing w:beforeLines="0" w:afterLines="0"/>
    </w:pPr>
    <w:rPr>
      <w:rFonts w:ascii="宋体" w:eastAsia="宋体"/>
      <w:szCs w:val="21"/>
    </w:rPr>
  </w:style>
  <w:style w:type="paragraph" w:customStyle="1" w:styleId="af1">
    <w:name w:val="数字编号列项（二级）"/>
    <w:rsid w:val="00E740A8"/>
    <w:pPr>
      <w:numPr>
        <w:ilvl w:val="1"/>
        <w:numId w:val="6"/>
      </w:numPr>
      <w:tabs>
        <w:tab w:val="left" w:pos="1260"/>
      </w:tabs>
      <w:jc w:val="both"/>
    </w:pPr>
    <w:rPr>
      <w:rFonts w:ascii="宋体"/>
      <w:sz w:val="21"/>
    </w:rPr>
  </w:style>
  <w:style w:type="paragraph" w:customStyle="1" w:styleId="affff9">
    <w:name w:val="前言、引言标题"/>
    <w:next w:val="aff9"/>
    <w:rsid w:val="00E740A8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a">
    <w:name w:val="发布部门"/>
    <w:next w:val="aff9"/>
    <w:rsid w:val="00E740A8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e">
    <w:name w:val="封面标准文稿类别"/>
    <w:basedOn w:val="afff5"/>
    <w:rsid w:val="00E740A8"/>
    <w:pPr>
      <w:framePr w:wrap="around"/>
      <w:spacing w:after="160" w:line="240" w:lineRule="auto"/>
    </w:pPr>
    <w:rPr>
      <w:sz w:val="24"/>
    </w:rPr>
  </w:style>
  <w:style w:type="paragraph" w:customStyle="1" w:styleId="a7">
    <w:name w:val="三级条标题"/>
    <w:basedOn w:val="a6"/>
    <w:next w:val="aff9"/>
    <w:rsid w:val="00E740A8"/>
    <w:pPr>
      <w:numPr>
        <w:ilvl w:val="3"/>
      </w:numPr>
      <w:outlineLvl w:val="4"/>
    </w:pPr>
  </w:style>
  <w:style w:type="paragraph" w:customStyle="1" w:styleId="af8">
    <w:name w:val="附录章标题"/>
    <w:next w:val="aff9"/>
    <w:rsid w:val="00E740A8"/>
    <w:pPr>
      <w:numPr>
        <w:ilvl w:val="1"/>
        <w:numId w:val="5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d">
    <w:name w:val="列项●（二级）"/>
    <w:rsid w:val="00E740A8"/>
    <w:pPr>
      <w:numPr>
        <w:ilvl w:val="1"/>
        <w:numId w:val="4"/>
      </w:numPr>
      <w:tabs>
        <w:tab w:val="left" w:pos="760"/>
        <w:tab w:val="left" w:pos="840"/>
      </w:tabs>
      <w:jc w:val="both"/>
    </w:pPr>
    <w:rPr>
      <w:rFonts w:ascii="宋体"/>
      <w:sz w:val="21"/>
    </w:rPr>
  </w:style>
  <w:style w:type="paragraph" w:customStyle="1" w:styleId="affffa">
    <w:name w:val="附录公式编号制表符"/>
    <w:basedOn w:val="afd"/>
    <w:next w:val="aff9"/>
    <w:qFormat/>
    <w:rsid w:val="00E740A8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b">
    <w:name w:val="附录一级无"/>
    <w:basedOn w:val="affffc"/>
    <w:rsid w:val="00E740A8"/>
    <w:pPr>
      <w:spacing w:beforeLines="0" w:afterLines="0"/>
    </w:pPr>
    <w:rPr>
      <w:rFonts w:ascii="宋体" w:eastAsia="宋体"/>
      <w:szCs w:val="21"/>
    </w:rPr>
  </w:style>
  <w:style w:type="paragraph" w:customStyle="1" w:styleId="affffc">
    <w:name w:val="附录一级条标题"/>
    <w:basedOn w:val="af8"/>
    <w:next w:val="aff9"/>
    <w:rsid w:val="00E740A8"/>
    <w:pPr>
      <w:numPr>
        <w:ilvl w:val="0"/>
        <w:numId w:val="0"/>
      </w:numPr>
      <w:autoSpaceDN w:val="0"/>
      <w:spacing w:beforeLines="50" w:afterLines="50"/>
      <w:outlineLvl w:val="2"/>
    </w:pPr>
  </w:style>
  <w:style w:type="paragraph" w:customStyle="1" w:styleId="ab">
    <w:name w:val="附录图标题"/>
    <w:basedOn w:val="afd"/>
    <w:next w:val="aff9"/>
    <w:rsid w:val="00E740A8"/>
    <w:pPr>
      <w:numPr>
        <w:ilvl w:val="1"/>
        <w:numId w:val="7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22">
    <w:name w:val="封面标准英文名称2"/>
    <w:basedOn w:val="afff6"/>
    <w:rsid w:val="00E740A8"/>
    <w:pPr>
      <w:framePr w:wrap="around" w:vAnchor="margin" w:hAnchor="text" w:y="4469"/>
    </w:pPr>
  </w:style>
  <w:style w:type="paragraph" w:customStyle="1" w:styleId="affffd">
    <w:name w:val="其他标准标志"/>
    <w:basedOn w:val="affff3"/>
    <w:rsid w:val="00E740A8"/>
    <w:pPr>
      <w:framePr w:w="6101" w:wrap="around" w:vAnchor="page" w:hAnchor="page" w:x="4673" w:y="942"/>
    </w:pPr>
    <w:rPr>
      <w:w w:val="130"/>
    </w:rPr>
  </w:style>
  <w:style w:type="paragraph" w:customStyle="1" w:styleId="a3">
    <w:name w:val="注×：（正文）"/>
    <w:rsid w:val="00E740A8"/>
    <w:pPr>
      <w:numPr>
        <w:numId w:val="8"/>
      </w:numPr>
      <w:jc w:val="both"/>
    </w:pPr>
    <w:rPr>
      <w:rFonts w:ascii="宋体"/>
      <w:sz w:val="18"/>
      <w:szCs w:val="18"/>
    </w:rPr>
  </w:style>
  <w:style w:type="paragraph" w:customStyle="1" w:styleId="a">
    <w:name w:val="注×："/>
    <w:rsid w:val="00E740A8"/>
    <w:pPr>
      <w:widowControl w:val="0"/>
      <w:numPr>
        <w:numId w:val="9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2">
    <w:name w:val="图表脚注说明"/>
    <w:basedOn w:val="afd"/>
    <w:rsid w:val="00E740A8"/>
    <w:pPr>
      <w:numPr>
        <w:numId w:val="10"/>
      </w:numPr>
    </w:pPr>
    <w:rPr>
      <w:rFonts w:ascii="宋体"/>
      <w:sz w:val="18"/>
      <w:szCs w:val="18"/>
    </w:rPr>
  </w:style>
  <w:style w:type="paragraph" w:customStyle="1" w:styleId="afffc">
    <w:name w:val="发布日期"/>
    <w:rsid w:val="00E740A8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e">
    <w:name w:val="示例内容"/>
    <w:rsid w:val="00E740A8"/>
    <w:pPr>
      <w:ind w:firstLineChars="200" w:firstLine="200"/>
    </w:pPr>
    <w:rPr>
      <w:rFonts w:ascii="宋体"/>
      <w:sz w:val="18"/>
      <w:szCs w:val="18"/>
    </w:rPr>
  </w:style>
  <w:style w:type="paragraph" w:customStyle="1" w:styleId="afffff">
    <w:name w:val="二级无"/>
    <w:basedOn w:val="a6"/>
    <w:rsid w:val="00E740A8"/>
    <w:pPr>
      <w:spacing w:beforeLines="0" w:afterLines="0"/>
    </w:pPr>
    <w:rPr>
      <w:rFonts w:ascii="宋体" w:eastAsia="宋体"/>
    </w:rPr>
  </w:style>
  <w:style w:type="paragraph" w:customStyle="1" w:styleId="ac">
    <w:name w:val="列项——（一级）"/>
    <w:rsid w:val="00E740A8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1">
    <w:name w:val="示例"/>
    <w:next w:val="affffe"/>
    <w:rsid w:val="00E740A8"/>
    <w:pPr>
      <w:widowControl w:val="0"/>
      <w:numPr>
        <w:numId w:val="11"/>
      </w:numPr>
      <w:jc w:val="both"/>
    </w:pPr>
    <w:rPr>
      <w:rFonts w:ascii="宋体"/>
      <w:sz w:val="18"/>
      <w:szCs w:val="18"/>
    </w:rPr>
  </w:style>
  <w:style w:type="paragraph" w:customStyle="1" w:styleId="afffff0">
    <w:name w:val="参考文献、索引标题"/>
    <w:basedOn w:val="afd"/>
    <w:next w:val="aff9"/>
    <w:rsid w:val="00E740A8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8">
    <w:name w:val="附录公式"/>
    <w:basedOn w:val="aff9"/>
    <w:next w:val="aff9"/>
    <w:link w:val="Char0"/>
    <w:qFormat/>
    <w:rsid w:val="00E740A8"/>
  </w:style>
  <w:style w:type="paragraph" w:customStyle="1" w:styleId="afffff1">
    <w:name w:val="五级无"/>
    <w:basedOn w:val="a9"/>
    <w:rsid w:val="00E740A8"/>
    <w:pPr>
      <w:spacing w:beforeLines="0" w:afterLines="0"/>
    </w:pPr>
    <w:rPr>
      <w:rFonts w:ascii="宋体" w:eastAsia="宋体"/>
    </w:rPr>
  </w:style>
  <w:style w:type="paragraph" w:customStyle="1" w:styleId="a4">
    <w:name w:val="章标题"/>
    <w:next w:val="aff9"/>
    <w:rsid w:val="00E740A8"/>
    <w:pPr>
      <w:numPr>
        <w:numId w:val="3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23">
    <w:name w:val="封面标准号2"/>
    <w:rsid w:val="00E740A8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fb">
    <w:name w:val="附录字母编号列项（一级）"/>
    <w:qFormat/>
    <w:rsid w:val="00E740A8"/>
    <w:pPr>
      <w:numPr>
        <w:numId w:val="12"/>
      </w:numPr>
      <w:tabs>
        <w:tab w:val="left" w:pos="839"/>
      </w:tabs>
    </w:pPr>
    <w:rPr>
      <w:rFonts w:ascii="宋体"/>
      <w:sz w:val="21"/>
    </w:rPr>
  </w:style>
  <w:style w:type="paragraph" w:customStyle="1" w:styleId="24">
    <w:name w:val="封面标准文稿编辑信息2"/>
    <w:basedOn w:val="afffd"/>
    <w:rsid w:val="00E740A8"/>
    <w:pPr>
      <w:framePr w:wrap="around" w:vAnchor="margin" w:hAnchor="text" w:y="4469"/>
    </w:pPr>
  </w:style>
  <w:style w:type="paragraph" w:customStyle="1" w:styleId="afffff2">
    <w:name w:val="三级无"/>
    <w:basedOn w:val="a7"/>
    <w:rsid w:val="00E740A8"/>
    <w:pPr>
      <w:spacing w:beforeLines="0" w:afterLines="0"/>
    </w:pPr>
    <w:rPr>
      <w:rFonts w:ascii="宋体" w:eastAsia="宋体"/>
    </w:rPr>
  </w:style>
  <w:style w:type="paragraph" w:customStyle="1" w:styleId="afffff3">
    <w:name w:val="示例后文字"/>
    <w:basedOn w:val="aff9"/>
    <w:next w:val="aff9"/>
    <w:qFormat/>
    <w:rsid w:val="00E740A8"/>
    <w:pPr>
      <w:ind w:firstLine="360"/>
    </w:pPr>
    <w:rPr>
      <w:sz w:val="18"/>
    </w:rPr>
  </w:style>
  <w:style w:type="paragraph" w:customStyle="1" w:styleId="afffff4">
    <w:name w:val="示例×："/>
    <w:basedOn w:val="a4"/>
    <w:qFormat/>
    <w:rsid w:val="00E740A8"/>
    <w:pPr>
      <w:numPr>
        <w:numId w:val="0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0">
    <w:name w:val="字母编号列项（一级）"/>
    <w:rsid w:val="00E740A8"/>
    <w:pPr>
      <w:numPr>
        <w:numId w:val="6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ff5">
    <w:name w:val="其他发布日期"/>
    <w:basedOn w:val="afffc"/>
    <w:rsid w:val="00E740A8"/>
    <w:pPr>
      <w:framePr w:wrap="around" w:vAnchor="page" w:hAnchor="text" w:x="1419"/>
    </w:pPr>
  </w:style>
  <w:style w:type="paragraph" w:customStyle="1" w:styleId="25">
    <w:name w:val="封面标准名称2"/>
    <w:basedOn w:val="afff4"/>
    <w:rsid w:val="00E740A8"/>
    <w:pPr>
      <w:framePr w:wrap="around" w:vAnchor="margin" w:hAnchor="text" w:y="4469"/>
      <w:spacing w:beforeLines="630"/>
    </w:pPr>
  </w:style>
  <w:style w:type="paragraph" w:customStyle="1" w:styleId="afc">
    <w:name w:val="附录数字编号列项（二级）"/>
    <w:qFormat/>
    <w:rsid w:val="00E740A8"/>
    <w:pPr>
      <w:numPr>
        <w:ilvl w:val="1"/>
        <w:numId w:val="12"/>
      </w:numPr>
      <w:tabs>
        <w:tab w:val="left" w:pos="840"/>
      </w:tabs>
    </w:pPr>
    <w:rPr>
      <w:rFonts w:ascii="宋体"/>
      <w:sz w:val="21"/>
    </w:rPr>
  </w:style>
  <w:style w:type="paragraph" w:customStyle="1" w:styleId="af3">
    <w:name w:val="正文图标题"/>
    <w:next w:val="aff9"/>
    <w:rsid w:val="00E740A8"/>
    <w:pPr>
      <w:numPr>
        <w:numId w:val="13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6">
    <w:name w:val="正文表标题"/>
    <w:next w:val="aff9"/>
    <w:rsid w:val="00E740A8"/>
    <w:pPr>
      <w:numPr>
        <w:numId w:val="14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12">
    <w:name w:val="封面标准号1"/>
    <w:rsid w:val="00E740A8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6">
    <w:name w:val="一级无"/>
    <w:basedOn w:val="a5"/>
    <w:rsid w:val="00E740A8"/>
    <w:pPr>
      <w:spacing w:beforeLines="0" w:afterLines="0"/>
    </w:pPr>
    <w:rPr>
      <w:rFonts w:ascii="宋体" w:eastAsia="宋体"/>
    </w:rPr>
  </w:style>
  <w:style w:type="paragraph" w:customStyle="1" w:styleId="afffff7">
    <w:name w:val="附录标题"/>
    <w:basedOn w:val="aff9"/>
    <w:next w:val="aff9"/>
    <w:rsid w:val="00E740A8"/>
    <w:pPr>
      <w:ind w:firstLineChars="0" w:firstLine="0"/>
      <w:jc w:val="center"/>
    </w:pPr>
    <w:rPr>
      <w:rFonts w:ascii="黑体" w:eastAsia="黑体"/>
    </w:rPr>
  </w:style>
  <w:style w:type="paragraph" w:customStyle="1" w:styleId="af7">
    <w:name w:val="附录标识"/>
    <w:basedOn w:val="afd"/>
    <w:next w:val="aff9"/>
    <w:rsid w:val="00E740A8"/>
    <w:pPr>
      <w:keepNext/>
      <w:widowControl/>
      <w:numPr>
        <w:numId w:val="5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8">
    <w:name w:val="正文公式编号制表符"/>
    <w:basedOn w:val="aff9"/>
    <w:next w:val="aff9"/>
    <w:qFormat/>
    <w:rsid w:val="00E740A8"/>
    <w:pPr>
      <w:ind w:firstLineChars="0" w:firstLine="0"/>
    </w:pPr>
  </w:style>
  <w:style w:type="paragraph" w:customStyle="1" w:styleId="afffff9">
    <w:name w:val="条文脚注"/>
    <w:basedOn w:val="af"/>
    <w:rsid w:val="00E740A8"/>
    <w:pPr>
      <w:numPr>
        <w:numId w:val="0"/>
      </w:numPr>
      <w:tabs>
        <w:tab w:val="left" w:pos="0"/>
      </w:tabs>
      <w:jc w:val="both"/>
    </w:pPr>
  </w:style>
  <w:style w:type="paragraph" w:customStyle="1" w:styleId="aa">
    <w:name w:val="附录图标号"/>
    <w:basedOn w:val="afd"/>
    <w:rsid w:val="00E740A8"/>
    <w:pPr>
      <w:keepNext/>
      <w:pageBreakBefore/>
      <w:widowControl/>
      <w:numPr>
        <w:numId w:val="7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a">
    <w:name w:val="文献分类号"/>
    <w:rsid w:val="00E740A8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b">
    <w:name w:val="注："/>
    <w:next w:val="aff9"/>
    <w:rsid w:val="00E740A8"/>
    <w:pPr>
      <w:widowControl w:val="0"/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afffffc">
    <w:name w:val="注：（正文）"/>
    <w:basedOn w:val="afffffb"/>
    <w:next w:val="aff9"/>
    <w:rsid w:val="00E740A8"/>
  </w:style>
  <w:style w:type="paragraph" w:customStyle="1" w:styleId="afffffd">
    <w:name w:val="附录二级无"/>
    <w:basedOn w:val="af9"/>
    <w:rsid w:val="00E740A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e">
    <w:name w:val="图的脚注"/>
    <w:next w:val="aff9"/>
    <w:qFormat/>
    <w:rsid w:val="00E740A8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">
    <w:name w:val="四级无"/>
    <w:basedOn w:val="a8"/>
    <w:rsid w:val="00E740A8"/>
    <w:pPr>
      <w:spacing w:beforeLines="0" w:afterLines="0"/>
    </w:pPr>
    <w:rPr>
      <w:rFonts w:ascii="宋体" w:eastAsia="宋体"/>
    </w:rPr>
  </w:style>
  <w:style w:type="paragraph" w:customStyle="1" w:styleId="affffff0">
    <w:name w:val="参考文献"/>
    <w:basedOn w:val="afd"/>
    <w:next w:val="aff9"/>
    <w:rsid w:val="00E740A8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f1">
    <w:name w:val="图标脚注说明"/>
    <w:basedOn w:val="aff9"/>
    <w:rsid w:val="00E740A8"/>
    <w:pPr>
      <w:ind w:left="840" w:firstLineChars="0" w:hanging="420"/>
    </w:pPr>
    <w:rPr>
      <w:sz w:val="18"/>
      <w:szCs w:val="18"/>
    </w:rPr>
  </w:style>
  <w:style w:type="paragraph" w:customStyle="1" w:styleId="affffff2">
    <w:name w:val="封面标准代替信息"/>
    <w:rsid w:val="00E740A8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affffff3">
    <w:name w:val="标准称谓"/>
    <w:next w:val="afd"/>
    <w:rsid w:val="00E740A8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ff4">
    <w:name w:val="标准书眉一"/>
    <w:rsid w:val="00E740A8"/>
    <w:pPr>
      <w:jc w:val="both"/>
    </w:pPr>
  </w:style>
  <w:style w:type="paragraph" w:customStyle="1" w:styleId="affffff5">
    <w:name w:val="终结线"/>
    <w:basedOn w:val="afd"/>
    <w:rsid w:val="00E740A8"/>
    <w:pPr>
      <w:framePr w:hSpace="181" w:vSpace="181" w:wrap="around" w:vAnchor="text" w:hAnchor="margin" w:xAlign="center" w:y="285"/>
    </w:pPr>
  </w:style>
  <w:style w:type="paragraph" w:customStyle="1" w:styleId="affffff6">
    <w:name w:val="其他标准称谓"/>
    <w:next w:val="afd"/>
    <w:rsid w:val="00E740A8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2">
    <w:name w:val="编号列项（三级）"/>
    <w:rsid w:val="00E740A8"/>
    <w:pPr>
      <w:numPr>
        <w:ilvl w:val="2"/>
        <w:numId w:val="6"/>
      </w:numPr>
      <w:tabs>
        <w:tab w:val="left" w:pos="0"/>
      </w:tabs>
    </w:pPr>
    <w:rPr>
      <w:rFonts w:ascii="宋体"/>
      <w:sz w:val="21"/>
    </w:rPr>
  </w:style>
  <w:style w:type="paragraph" w:customStyle="1" w:styleId="26">
    <w:name w:val="封面标准文稿类别2"/>
    <w:basedOn w:val="afffe"/>
    <w:rsid w:val="00E740A8"/>
    <w:pPr>
      <w:framePr w:wrap="around" w:vAnchor="margin" w:hAnchor="text" w:y="4469"/>
    </w:pPr>
  </w:style>
  <w:style w:type="paragraph" w:customStyle="1" w:styleId="affffff7">
    <w:name w:val="封面正文"/>
    <w:rsid w:val="00E740A8"/>
    <w:pPr>
      <w:jc w:val="both"/>
    </w:pPr>
  </w:style>
  <w:style w:type="paragraph" w:customStyle="1" w:styleId="affffff8">
    <w:name w:val="其他实施日期"/>
    <w:basedOn w:val="afffb"/>
    <w:rsid w:val="00E740A8"/>
    <w:pPr>
      <w:framePr w:wrap="around"/>
    </w:pPr>
  </w:style>
  <w:style w:type="paragraph" w:customStyle="1" w:styleId="affffff9">
    <w:name w:val="列项说明数字编号"/>
    <w:rsid w:val="00E740A8"/>
    <w:pPr>
      <w:ind w:leftChars="400" w:left="600" w:hangingChars="200" w:hanging="200"/>
    </w:pPr>
    <w:rPr>
      <w:rFonts w:ascii="宋体"/>
      <w:sz w:val="21"/>
    </w:rPr>
  </w:style>
  <w:style w:type="paragraph" w:customStyle="1" w:styleId="a0">
    <w:name w:val="首示例"/>
    <w:next w:val="aff9"/>
    <w:link w:val="Char1"/>
    <w:qFormat/>
    <w:rsid w:val="00E740A8"/>
    <w:pPr>
      <w:numPr>
        <w:numId w:val="15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1Char">
    <w:name w:val="标题 1 Char"/>
    <w:basedOn w:val="afe"/>
    <w:link w:val="1"/>
    <w:rsid w:val="00B47276"/>
    <w:rPr>
      <w:rFonts w:ascii="Calibri" w:hAnsi="Calibri"/>
      <w:b/>
      <w:bCs/>
      <w:kern w:val="44"/>
      <w:sz w:val="44"/>
      <w:szCs w:val="44"/>
    </w:rPr>
  </w:style>
  <w:style w:type="character" w:customStyle="1" w:styleId="Char3">
    <w:name w:val="页脚 Char"/>
    <w:basedOn w:val="afe"/>
    <w:link w:val="afff"/>
    <w:uiPriority w:val="99"/>
    <w:rsid w:val="007206AA"/>
    <w:rPr>
      <w:kern w:val="2"/>
      <w:sz w:val="18"/>
      <w:szCs w:val="18"/>
    </w:rPr>
  </w:style>
  <w:style w:type="character" w:customStyle="1" w:styleId="Char4">
    <w:name w:val="页眉 Char"/>
    <w:basedOn w:val="afe"/>
    <w:link w:val="afff2"/>
    <w:uiPriority w:val="99"/>
    <w:rsid w:val="007463D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oleObject" Target="embeddings/oleObject9.bin"/><Relationship Id="rId39" Type="http://schemas.openxmlformats.org/officeDocument/2006/relationships/image" Target="media/image15.wmf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oleObject" Target="embeddings/oleObject6.bin"/><Relationship Id="rId29" Type="http://schemas.openxmlformats.org/officeDocument/2006/relationships/image" Target="media/image10.wmf"/><Relationship Id="rId41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8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7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image" Target="media/image11.wmf"/><Relationship Id="rId44" Type="http://schemas.openxmlformats.org/officeDocument/2006/relationships/oleObject" Target="embeddings/oleObject18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oleObject" Target="embeddings/oleObject7.bin"/><Relationship Id="rId27" Type="http://schemas.openxmlformats.org/officeDocument/2006/relationships/image" Target="media/image9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footer" Target="footer2.xml"/><Relationship Id="rId8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X220&#22791;&#20221;\001-&#24037;&#20316;\01-&#19978;&#28023;&#36136;&#37327;&#31649;&#29702;&#31185;&#23398;&#30740;&#31350;&#38498;\001-&#36136;&#37327;&#31649;&#29702;&#30740;&#31350;&#25152;\078-&#21697;&#29260;&#20215;&#20540;&#22269;&#26631;&#36215;&#33609;\01-&#30005;&#23376;&#21830;&#21153;\02-&#26631;&#20934;&#36215;&#33609;\002-&#21021;&#31295;\&#21697;&#29260;&#20215;&#20540;&#35780;&#20215;%20&#30005;&#23376;&#21830;&#21153;20140820&#21021;&#23457;&#24847;&#35265;&#20462;&#25913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B04428B-C8BF-41BE-BBD9-5CAE7C03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品牌价值评价 电子商务20140820初审意见修改</Template>
  <TotalTime>16</TotalTime>
  <Pages>8</Pages>
  <Words>581</Words>
  <Characters>3315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Company>zle</Company>
  <LinksUpToDate>false</LinksUpToDate>
  <CharactersWithSpaces>3889</CharactersWithSpaces>
  <SharedDoc>false</SharedDoc>
  <HLinks>
    <vt:vector size="102" baseType="variant">
      <vt:variant>
        <vt:i4>1114177</vt:i4>
      </vt:variant>
      <vt:variant>
        <vt:i4>117</vt:i4>
      </vt:variant>
      <vt:variant>
        <vt:i4>0</vt:i4>
      </vt:variant>
      <vt:variant>
        <vt:i4>5</vt:i4>
      </vt:variant>
      <vt:variant>
        <vt:lpwstr>http://cn.bing.com/dict/search?q=Score&amp;FORM=BDVSP6&amp;mkt=zh-cn</vt:lpwstr>
      </vt:variant>
      <vt:variant>
        <vt:lpwstr/>
      </vt:variant>
      <vt:variant>
        <vt:i4>6291507</vt:i4>
      </vt:variant>
      <vt:variant>
        <vt:i4>114</vt:i4>
      </vt:variant>
      <vt:variant>
        <vt:i4>0</vt:i4>
      </vt:variant>
      <vt:variant>
        <vt:i4>5</vt:i4>
      </vt:variant>
      <vt:variant>
        <vt:lpwstr>http://cn.bing.com/dict/search?q=Strength&amp;FORM=BDVSP6&amp;mkt=zh-cn</vt:lpwstr>
      </vt:variant>
      <vt:variant>
        <vt:lpwstr/>
      </vt:variant>
      <vt:variant>
        <vt:i4>983116</vt:i4>
      </vt:variant>
      <vt:variant>
        <vt:i4>111</vt:i4>
      </vt:variant>
      <vt:variant>
        <vt:i4>0</vt:i4>
      </vt:variant>
      <vt:variant>
        <vt:i4>5</vt:i4>
      </vt:variant>
      <vt:variant>
        <vt:lpwstr>http://cn.bing.com/dict/search?q=Brand&amp;FORM=BDVSP6&amp;mkt=zh-cn</vt:lpwstr>
      </vt:variant>
      <vt:variant>
        <vt:lpwstr/>
      </vt:variant>
      <vt:variant>
        <vt:i4>1114177</vt:i4>
      </vt:variant>
      <vt:variant>
        <vt:i4>108</vt:i4>
      </vt:variant>
      <vt:variant>
        <vt:i4>0</vt:i4>
      </vt:variant>
      <vt:variant>
        <vt:i4>5</vt:i4>
      </vt:variant>
      <vt:variant>
        <vt:lpwstr>http://cn.bing.com/dict/search?q=Score&amp;FORM=BDVSP6&amp;mkt=zh-cn</vt:lpwstr>
      </vt:variant>
      <vt:variant>
        <vt:lpwstr/>
      </vt:variant>
      <vt:variant>
        <vt:i4>6291507</vt:i4>
      </vt:variant>
      <vt:variant>
        <vt:i4>105</vt:i4>
      </vt:variant>
      <vt:variant>
        <vt:i4>0</vt:i4>
      </vt:variant>
      <vt:variant>
        <vt:i4>5</vt:i4>
      </vt:variant>
      <vt:variant>
        <vt:lpwstr>http://cn.bing.com/dict/search?q=Strength&amp;FORM=BDVSP6&amp;mkt=zh-cn</vt:lpwstr>
      </vt:variant>
      <vt:variant>
        <vt:lpwstr/>
      </vt:variant>
      <vt:variant>
        <vt:i4>983116</vt:i4>
      </vt:variant>
      <vt:variant>
        <vt:i4>102</vt:i4>
      </vt:variant>
      <vt:variant>
        <vt:i4>0</vt:i4>
      </vt:variant>
      <vt:variant>
        <vt:i4>5</vt:i4>
      </vt:variant>
      <vt:variant>
        <vt:lpwstr>http://cn.bing.com/dict/search?q=Brand&amp;FORM=BDVSP6&amp;mkt=zh-cn</vt:lpwstr>
      </vt:variant>
      <vt:variant>
        <vt:lpwstr/>
      </vt:variant>
      <vt:variant>
        <vt:i4>1900592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_Toc22285</vt:lpwstr>
      </vt:variant>
      <vt:variant>
        <vt:i4>1048625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_Toc32253</vt:lpwstr>
      </vt:variant>
      <vt:variant>
        <vt:i4>1441840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_Toc20214</vt:lpwstr>
      </vt:variant>
      <vt:variant>
        <vt:i4>1179697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_Toc11049</vt:lpwstr>
      </vt:variant>
      <vt:variant>
        <vt:i4>1376310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_Toc24465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_Toc20012</vt:lpwstr>
      </vt:variant>
      <vt:variant>
        <vt:i4>1310777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_Toc14871</vt:lpwstr>
      </vt:variant>
      <vt:variant>
        <vt:i4>1638448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_Toc19179</vt:lpwstr>
      </vt:variant>
      <vt:variant>
        <vt:i4>1376310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_Toc13716</vt:lpwstr>
      </vt:variant>
      <vt:variant>
        <vt:i4>1179701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_Toc12472</vt:lpwstr>
      </vt:variant>
      <vt:variant>
        <vt:i4>1507383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_Toc3848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计雄飞</dc:creator>
  <cp:lastModifiedBy>User</cp:lastModifiedBy>
  <cp:revision>4</cp:revision>
  <cp:lastPrinted>2018-03-28T05:50:00Z</cp:lastPrinted>
  <dcterms:created xsi:type="dcterms:W3CDTF">2018-08-24T01:10:00Z</dcterms:created>
  <dcterms:modified xsi:type="dcterms:W3CDTF">2018-09-21T07:46:00Z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